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71"/>
      </w:tblGrid>
      <w:tr w:rsidR="00AE7FD1" w:rsidRPr="00AA69F6" w:rsidTr="00AE7FD1">
        <w:trPr>
          <w:trHeight w:val="1610"/>
        </w:trPr>
        <w:tc>
          <w:tcPr>
            <w:tcW w:w="1013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E7FD1" w:rsidRPr="00AA69F6" w:rsidRDefault="00AE7FD1" w:rsidP="00AE7FD1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AE7FD1" w:rsidRPr="00AA69F6" w:rsidRDefault="00AE7FD1" w:rsidP="00AE7FD1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z w:val="32"/>
                <w:szCs w:val="32"/>
              </w:rPr>
              <w:t xml:space="preserve">КИШЕРТСКОГО МУНИЦИПАЛЬНОГО </w:t>
            </w:r>
            <w:r>
              <w:rPr>
                <w:b/>
                <w:color w:val="000000"/>
                <w:sz w:val="32"/>
                <w:szCs w:val="32"/>
              </w:rPr>
              <w:t>ОКРУГА</w:t>
            </w:r>
          </w:p>
          <w:p w:rsidR="00AE7FD1" w:rsidRPr="00AA69F6" w:rsidRDefault="00AE7FD1" w:rsidP="00AE7FD1">
            <w:pPr>
              <w:jc w:val="center"/>
              <w:rPr>
                <w:color w:val="000000"/>
                <w:sz w:val="32"/>
                <w:szCs w:val="32"/>
              </w:rPr>
            </w:pPr>
          </w:p>
          <w:p w:rsidR="00AE7FD1" w:rsidRPr="00AA69F6" w:rsidRDefault="00AE7FD1" w:rsidP="00AE7FD1">
            <w:pPr>
              <w:jc w:val="center"/>
              <w:rPr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pacing w:val="60"/>
                <w:sz w:val="32"/>
                <w:szCs w:val="32"/>
              </w:rPr>
              <w:t>РЕШЕНИЕ</w:t>
            </w:r>
          </w:p>
          <w:p w:rsidR="00AE7FD1" w:rsidRPr="00AA69F6" w:rsidRDefault="00AE7FD1" w:rsidP="00AE7FD1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:rsidR="00AE7FD1" w:rsidRPr="00AA69F6" w:rsidRDefault="00AE7FD1" w:rsidP="00AE7FD1">
      <w:pPr>
        <w:tabs>
          <w:tab w:val="left" w:pos="2775"/>
        </w:tabs>
      </w:pPr>
    </w:p>
    <w:p w:rsidR="00AE7FD1" w:rsidRPr="00AA69F6" w:rsidRDefault="001C4F66" w:rsidP="00AE7FD1">
      <w:pPr>
        <w:pStyle w:val="a8"/>
        <w:jc w:val="center"/>
        <w:outlineLvl w:val="0"/>
        <w:rPr>
          <w:szCs w:val="28"/>
        </w:rPr>
      </w:pPr>
      <w:r>
        <w:rPr>
          <w:szCs w:val="28"/>
        </w:rPr>
        <w:t>12</w:t>
      </w:r>
      <w:r w:rsidR="00BE5AA5">
        <w:rPr>
          <w:szCs w:val="28"/>
        </w:rPr>
        <w:t xml:space="preserve"> </w:t>
      </w:r>
      <w:r w:rsidR="001A65EB">
        <w:rPr>
          <w:szCs w:val="28"/>
        </w:rPr>
        <w:t>августа</w:t>
      </w:r>
      <w:r w:rsidR="00A52982">
        <w:rPr>
          <w:szCs w:val="28"/>
        </w:rPr>
        <w:t xml:space="preserve"> 2021</w:t>
      </w:r>
      <w:r w:rsidR="00AE7FD1" w:rsidRPr="000D1EF6">
        <w:rPr>
          <w:szCs w:val="28"/>
        </w:rPr>
        <w:t xml:space="preserve"> года</w:t>
      </w:r>
      <w:r w:rsidR="00AE7FD1" w:rsidRPr="000D1EF6">
        <w:rPr>
          <w:szCs w:val="28"/>
        </w:rPr>
        <w:tab/>
      </w:r>
      <w:r w:rsidR="00AE7FD1" w:rsidRPr="000D1EF6">
        <w:rPr>
          <w:szCs w:val="28"/>
        </w:rPr>
        <w:tab/>
        <w:t xml:space="preserve">№ </w:t>
      </w:r>
      <w:r>
        <w:rPr>
          <w:szCs w:val="28"/>
        </w:rPr>
        <w:t>17</w:t>
      </w:r>
      <w:r w:rsidR="00AE7FD1" w:rsidRPr="000D1EF6">
        <w:rPr>
          <w:szCs w:val="28"/>
        </w:rPr>
        <w:t>/</w:t>
      </w:r>
      <w:r w:rsidR="001A65EB">
        <w:rPr>
          <w:szCs w:val="28"/>
        </w:rPr>
        <w:t>01</w:t>
      </w:r>
      <w:r w:rsidR="0089015A" w:rsidRPr="000D1EF6">
        <w:rPr>
          <w:szCs w:val="28"/>
        </w:rPr>
        <w:t>-</w:t>
      </w:r>
      <w:r w:rsidR="00533517" w:rsidRPr="000D1EF6">
        <w:rPr>
          <w:szCs w:val="28"/>
        </w:rPr>
        <w:t>4</w:t>
      </w:r>
    </w:p>
    <w:p w:rsidR="00AE7FD1" w:rsidRPr="00AA69F6" w:rsidRDefault="00AE7FD1" w:rsidP="00AE7FD1">
      <w:pPr>
        <w:jc w:val="center"/>
        <w:outlineLvl w:val="0"/>
        <w:rPr>
          <w:szCs w:val="28"/>
        </w:rPr>
      </w:pPr>
      <w:r w:rsidRPr="00AA69F6">
        <w:rPr>
          <w:szCs w:val="28"/>
        </w:rPr>
        <w:t>с. Усть-Кишерть</w:t>
      </w:r>
    </w:p>
    <w:p w:rsidR="00AE7FD1" w:rsidRPr="00C57D18" w:rsidRDefault="00AE7FD1" w:rsidP="00AE7FD1">
      <w:pPr>
        <w:tabs>
          <w:tab w:val="left" w:pos="2775"/>
        </w:tabs>
        <w:rPr>
          <w:sz w:val="24"/>
          <w:szCs w:val="24"/>
        </w:rPr>
      </w:pPr>
    </w:p>
    <w:p w:rsidR="00965467" w:rsidRDefault="001A65EB" w:rsidP="000B516F">
      <w:pPr>
        <w:suppressAutoHyphens/>
        <w:ind w:right="3826"/>
        <w:jc w:val="both"/>
        <w:rPr>
          <w:b/>
          <w:szCs w:val="28"/>
        </w:rPr>
      </w:pPr>
      <w:r w:rsidRPr="006178C9">
        <w:rPr>
          <w:b/>
          <w:szCs w:val="28"/>
        </w:rPr>
        <w:t xml:space="preserve">О </w:t>
      </w:r>
      <w:r>
        <w:rPr>
          <w:b/>
          <w:szCs w:val="28"/>
        </w:rPr>
        <w:t>П</w:t>
      </w:r>
      <w:r w:rsidRPr="006178C9">
        <w:rPr>
          <w:b/>
          <w:szCs w:val="28"/>
        </w:rPr>
        <w:t xml:space="preserve">орядке осуществления контроля за изготовлением избирательных бюллетеней для голосования </w:t>
      </w:r>
      <w:r>
        <w:rPr>
          <w:b/>
          <w:szCs w:val="28"/>
        </w:rPr>
        <w:t xml:space="preserve">на </w:t>
      </w:r>
      <w:r w:rsidR="00A52982">
        <w:rPr>
          <w:b/>
          <w:szCs w:val="28"/>
        </w:rPr>
        <w:t xml:space="preserve">дополнительных </w:t>
      </w:r>
      <w:r>
        <w:rPr>
          <w:b/>
          <w:szCs w:val="28"/>
        </w:rPr>
        <w:t xml:space="preserve">выборах </w:t>
      </w:r>
      <w:r w:rsidR="005C4BCC">
        <w:rPr>
          <w:b/>
        </w:rPr>
        <w:t>депутатов Думы</w:t>
      </w:r>
      <w:r w:rsidR="005C4BCC" w:rsidRPr="000A7705">
        <w:rPr>
          <w:b/>
          <w:szCs w:val="28"/>
        </w:rPr>
        <w:t xml:space="preserve"> Кишертского муниципального </w:t>
      </w:r>
      <w:r w:rsidR="005C4BCC">
        <w:rPr>
          <w:b/>
          <w:szCs w:val="28"/>
        </w:rPr>
        <w:t>округа</w:t>
      </w:r>
      <w:r w:rsidR="00A52982">
        <w:rPr>
          <w:b/>
          <w:szCs w:val="28"/>
        </w:rPr>
        <w:t xml:space="preserve"> Пермского края по пятимандатному избирательному округу № 3 по трем незамещенным мандатам</w:t>
      </w:r>
    </w:p>
    <w:p w:rsidR="00965467" w:rsidRDefault="00965467" w:rsidP="00716AB4">
      <w:pPr>
        <w:tabs>
          <w:tab w:val="left" w:pos="6379"/>
        </w:tabs>
        <w:suppressAutoHyphens/>
        <w:spacing w:line="240" w:lineRule="exact"/>
        <w:ind w:right="4508"/>
        <w:jc w:val="both"/>
        <w:rPr>
          <w:b/>
          <w:szCs w:val="28"/>
        </w:rPr>
      </w:pPr>
    </w:p>
    <w:p w:rsidR="005C4BCC" w:rsidRDefault="001A65EB" w:rsidP="000B516F">
      <w:pPr>
        <w:ind w:firstLine="708"/>
        <w:jc w:val="both"/>
        <w:rPr>
          <w:szCs w:val="28"/>
        </w:rPr>
      </w:pPr>
      <w:r w:rsidRPr="000B516F">
        <w:rPr>
          <w:szCs w:val="28"/>
        </w:rPr>
        <w:t>В соответствии с частью 1 статьи 64 Закона Пермского края от 09 ноября 2009 года № 525-ПК «О выборах депутатов представительных органов муниципальных образований в Пермском крае»</w:t>
      </w:r>
      <w:r w:rsidR="00D26737" w:rsidRPr="000B516F">
        <w:rPr>
          <w:szCs w:val="28"/>
        </w:rPr>
        <w:t xml:space="preserve">, </w:t>
      </w:r>
      <w:r w:rsidR="0077346B" w:rsidRPr="000B516F">
        <w:rPr>
          <w:szCs w:val="28"/>
        </w:rPr>
        <w:t>территориальная избирательная комиссия Кишертского муниципального округа</w:t>
      </w:r>
    </w:p>
    <w:p w:rsidR="00A52982" w:rsidRDefault="00A52982" w:rsidP="000B516F">
      <w:pPr>
        <w:ind w:firstLine="708"/>
        <w:outlineLvl w:val="0"/>
        <w:rPr>
          <w:szCs w:val="28"/>
        </w:rPr>
      </w:pPr>
    </w:p>
    <w:p w:rsidR="005C4BCC" w:rsidRDefault="0077346B" w:rsidP="000B516F">
      <w:pPr>
        <w:ind w:firstLine="708"/>
        <w:outlineLvl w:val="0"/>
        <w:rPr>
          <w:szCs w:val="28"/>
        </w:rPr>
      </w:pPr>
      <w:r w:rsidRPr="005C4BCC">
        <w:rPr>
          <w:szCs w:val="28"/>
        </w:rPr>
        <w:t>Р Е Ш А Е Т:</w:t>
      </w:r>
    </w:p>
    <w:p w:rsidR="00A52982" w:rsidRPr="005C4BCC" w:rsidRDefault="00A52982" w:rsidP="000B516F">
      <w:pPr>
        <w:ind w:firstLine="708"/>
        <w:outlineLvl w:val="0"/>
        <w:rPr>
          <w:szCs w:val="28"/>
        </w:rPr>
      </w:pPr>
    </w:p>
    <w:p w:rsidR="001A65EB" w:rsidRPr="001A65EB" w:rsidRDefault="001A65EB" w:rsidP="00314626">
      <w:pPr>
        <w:pStyle w:val="af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EB">
        <w:rPr>
          <w:rFonts w:ascii="Times New Roman" w:eastAsia="Times New Roman" w:hAnsi="Times New Roman" w:cs="Times New Roman"/>
          <w:sz w:val="28"/>
          <w:szCs w:val="28"/>
        </w:rPr>
        <w:t xml:space="preserve">Утвердить Порядок осуществления контроля за изготовлением избирательных бюллетеней для голосования на </w:t>
      </w:r>
      <w:r w:rsidR="00A52982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дополнительных </w:t>
      </w:r>
      <w:r w:rsidRPr="001A65EB">
        <w:rPr>
          <w:rFonts w:ascii="Times New Roman" w:eastAsia="Times New Roman" w:hAnsi="Times New Roman" w:cs="Times New Roman"/>
          <w:sz w:val="28"/>
          <w:szCs w:val="28"/>
        </w:rPr>
        <w:t xml:space="preserve">выборах депутатов </w:t>
      </w:r>
      <w:r w:rsidRPr="001A65EB">
        <w:rPr>
          <w:rFonts w:ascii="Times New Roman" w:hAnsi="Times New Roman" w:cs="Times New Roman"/>
          <w:sz w:val="28"/>
          <w:szCs w:val="28"/>
        </w:rPr>
        <w:t>Думы Кишертского муниципального округа</w:t>
      </w:r>
      <w:r w:rsidR="00A52982">
        <w:rPr>
          <w:rFonts w:ascii="Times New Roman" w:hAnsi="Times New Roman" w:cs="Times New Roman"/>
          <w:sz w:val="28"/>
          <w:szCs w:val="28"/>
        </w:rPr>
        <w:t xml:space="preserve"> Пермского края по пятимандатному избирательному округу № 3 по трем незамещенным мандатам</w:t>
      </w:r>
      <w:r w:rsidRPr="001A65EB">
        <w:rPr>
          <w:rFonts w:ascii="Times New Roman" w:hAnsi="Times New Roman" w:cs="Times New Roman"/>
          <w:sz w:val="28"/>
          <w:szCs w:val="28"/>
        </w:rPr>
        <w:t xml:space="preserve"> </w:t>
      </w:r>
      <w:r w:rsidRPr="001A65EB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 w:rsidRPr="001A65EB">
        <w:rPr>
          <w:rFonts w:ascii="Times New Roman" w:hAnsi="Times New Roman" w:cs="Times New Roman"/>
          <w:sz w:val="28"/>
          <w:szCs w:val="28"/>
        </w:rPr>
        <w:t>.</w:t>
      </w:r>
    </w:p>
    <w:p w:rsidR="001A65EB" w:rsidRPr="001A65EB" w:rsidRDefault="001A65EB" w:rsidP="00314626">
      <w:pPr>
        <w:pStyle w:val="af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EB">
        <w:rPr>
          <w:rFonts w:ascii="Times New Roman" w:hAnsi="Times New Roman" w:cs="Times New Roman"/>
          <w:sz w:val="28"/>
          <w:szCs w:val="28"/>
        </w:rPr>
        <w:t xml:space="preserve">Образовать группу контроля </w:t>
      </w:r>
      <w:r w:rsidRPr="001A65EB">
        <w:rPr>
          <w:rFonts w:ascii="Times New Roman" w:eastAsia="Times New Roman" w:hAnsi="Times New Roman" w:cs="Times New Roman"/>
          <w:sz w:val="28"/>
          <w:szCs w:val="28"/>
        </w:rPr>
        <w:t xml:space="preserve">за изготовлением избирательных бюллетеней для голосования на </w:t>
      </w:r>
      <w:r w:rsidR="00A52982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дополнительных </w:t>
      </w:r>
      <w:r w:rsidRPr="001A65EB">
        <w:rPr>
          <w:rFonts w:ascii="Times New Roman" w:eastAsia="Times New Roman" w:hAnsi="Times New Roman" w:cs="Times New Roman"/>
          <w:sz w:val="28"/>
          <w:szCs w:val="28"/>
        </w:rPr>
        <w:t xml:space="preserve">выборах депутатов </w:t>
      </w:r>
      <w:r w:rsidRPr="001A65EB">
        <w:rPr>
          <w:rFonts w:ascii="Times New Roman" w:hAnsi="Times New Roman" w:cs="Times New Roman"/>
          <w:sz w:val="28"/>
          <w:szCs w:val="28"/>
        </w:rPr>
        <w:t>Думы Ки</w:t>
      </w:r>
      <w:r w:rsidR="00A52982">
        <w:rPr>
          <w:rFonts w:ascii="Times New Roman" w:hAnsi="Times New Roman" w:cs="Times New Roman"/>
          <w:sz w:val="28"/>
          <w:szCs w:val="28"/>
        </w:rPr>
        <w:t>шертского муниципального округа Пермского края по пятимандатному избирательному округу № 3 по трем незамещенным мандатам</w:t>
      </w:r>
      <w:r w:rsidR="00A52982" w:rsidRPr="001A65EB">
        <w:rPr>
          <w:rFonts w:ascii="Times New Roman" w:hAnsi="Times New Roman" w:cs="Times New Roman"/>
          <w:sz w:val="28"/>
          <w:szCs w:val="28"/>
        </w:rPr>
        <w:t xml:space="preserve"> </w:t>
      </w:r>
      <w:r w:rsidRPr="001A65EB">
        <w:rPr>
          <w:rFonts w:ascii="Times New Roman" w:hAnsi="Times New Roman" w:cs="Times New Roman"/>
          <w:sz w:val="28"/>
          <w:szCs w:val="28"/>
        </w:rPr>
        <w:t>в следующем составе:</w:t>
      </w:r>
    </w:p>
    <w:p w:rsidR="001A65EB" w:rsidRPr="001A65EB" w:rsidRDefault="00A52982" w:rsidP="00A52982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Климова Лариса Михайловна</w:t>
      </w:r>
      <w:r w:rsidR="001A65EB" w:rsidRPr="001A65EB">
        <w:rPr>
          <w:rFonts w:ascii="Times New Roman" w:hAnsi="Times New Roman" w:cs="Times New Roman"/>
          <w:sz w:val="28"/>
          <w:szCs w:val="28"/>
        </w:rPr>
        <w:t xml:space="preserve"> – председатель территориальной избирательной комиссии Кишертского муниципального округа;</w:t>
      </w:r>
    </w:p>
    <w:p w:rsidR="001A65EB" w:rsidRPr="001A65EB" w:rsidRDefault="001A65EB" w:rsidP="00A52982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EB">
        <w:rPr>
          <w:rFonts w:ascii="Times New Roman" w:hAnsi="Times New Roman" w:cs="Times New Roman"/>
          <w:sz w:val="28"/>
          <w:szCs w:val="28"/>
        </w:rPr>
        <w:t xml:space="preserve">- </w:t>
      </w:r>
      <w:r w:rsidR="00A52982">
        <w:rPr>
          <w:rFonts w:ascii="Times New Roman" w:hAnsi="Times New Roman" w:cs="Times New Roman"/>
          <w:sz w:val="28"/>
          <w:szCs w:val="28"/>
        </w:rPr>
        <w:t>Ташкинова Елена Юрьевна</w:t>
      </w:r>
      <w:r w:rsidRPr="001A65EB">
        <w:rPr>
          <w:rFonts w:ascii="Times New Roman" w:hAnsi="Times New Roman" w:cs="Times New Roman"/>
          <w:sz w:val="28"/>
          <w:szCs w:val="28"/>
        </w:rPr>
        <w:t xml:space="preserve"> – заместитель председателя территориальной избирательной комиссии Кишертского муниципального </w:t>
      </w:r>
      <w:r w:rsidR="00A52982">
        <w:rPr>
          <w:rFonts w:ascii="Times New Roman" w:hAnsi="Times New Roman" w:cs="Times New Roman"/>
          <w:sz w:val="28"/>
          <w:szCs w:val="28"/>
        </w:rPr>
        <w:t>округа</w:t>
      </w:r>
      <w:r w:rsidRPr="001A65EB">
        <w:rPr>
          <w:rFonts w:ascii="Times New Roman" w:hAnsi="Times New Roman" w:cs="Times New Roman"/>
          <w:sz w:val="28"/>
          <w:szCs w:val="28"/>
        </w:rPr>
        <w:t>;</w:t>
      </w:r>
    </w:p>
    <w:p w:rsidR="001A65EB" w:rsidRPr="001A65EB" w:rsidRDefault="001A65EB" w:rsidP="00A52982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EB">
        <w:rPr>
          <w:rFonts w:ascii="Times New Roman" w:hAnsi="Times New Roman" w:cs="Times New Roman"/>
          <w:sz w:val="28"/>
          <w:szCs w:val="28"/>
        </w:rPr>
        <w:t>- Ожегова Алевтина Александровна – секретарь территориальной избирательной комиссии Кишертского муниципального округа;</w:t>
      </w:r>
    </w:p>
    <w:p w:rsidR="00965467" w:rsidRPr="001A65EB" w:rsidRDefault="001A65EB" w:rsidP="00314626">
      <w:pPr>
        <w:suppressAutoHyphens/>
        <w:ind w:firstLine="709"/>
        <w:jc w:val="both"/>
        <w:rPr>
          <w:szCs w:val="28"/>
        </w:rPr>
      </w:pPr>
      <w:r w:rsidRPr="001A65EB">
        <w:rPr>
          <w:szCs w:val="28"/>
        </w:rPr>
        <w:t>- Заводова Людмила Ивановна – член территориальной избирательной комиссии Кишертского муниципального округа с правом решающего голоса</w:t>
      </w:r>
      <w:r w:rsidR="00A52982">
        <w:rPr>
          <w:szCs w:val="28"/>
        </w:rPr>
        <w:t>.</w:t>
      </w:r>
    </w:p>
    <w:p w:rsidR="00847DE0" w:rsidRDefault="00847DE0" w:rsidP="00314626">
      <w:pPr>
        <w:pStyle w:val="af"/>
        <w:numPr>
          <w:ilvl w:val="1"/>
          <w:numId w:val="3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3E">
        <w:rPr>
          <w:rFonts w:ascii="Times New Roman" w:hAnsi="Times New Roman" w:cs="Times New Roman"/>
          <w:bCs/>
          <w:sz w:val="28"/>
          <w:szCs w:val="28"/>
        </w:rPr>
        <w:lastRenderedPageBreak/>
        <w:t>Разместить настоящее решение на официальном сайте территориальной избирательной комиссии Кишертского муниципального округа</w:t>
      </w:r>
      <w:r w:rsidRPr="005F2A3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5F2A3E">
        <w:rPr>
          <w:rFonts w:ascii="Times New Roman" w:hAnsi="Times New Roman" w:cs="Times New Roman"/>
          <w:color w:val="000000"/>
          <w:sz w:val="28"/>
          <w:szCs w:val="28"/>
        </w:rPr>
        <w:t>(</w:t>
      </w:r>
      <w:hyperlink r:id="rId8" w:history="1">
        <w:r w:rsidRPr="005F2A3E">
          <w:rPr>
            <w:rStyle w:val="af4"/>
            <w:rFonts w:ascii="Times New Roman" w:hAnsi="Times New Roman" w:cs="Times New Roman"/>
            <w:sz w:val="28"/>
            <w:szCs w:val="28"/>
          </w:rPr>
          <w:t>http://59t015.permkrai.ru</w:t>
        </w:r>
      </w:hyperlink>
      <w:r w:rsidRPr="005F2A3E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6C5256" w:rsidRPr="001A65EB" w:rsidRDefault="0077346B" w:rsidP="00314626">
      <w:pPr>
        <w:pStyle w:val="af"/>
        <w:numPr>
          <w:ilvl w:val="1"/>
          <w:numId w:val="39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5EB">
        <w:rPr>
          <w:rFonts w:ascii="Times New Roman" w:hAnsi="Times New Roman" w:cs="Times New Roman"/>
          <w:sz w:val="28"/>
          <w:szCs w:val="28"/>
        </w:rPr>
        <w:t>Контроль за исполнением решения возложить на председателя территориальной избирательной комиссии</w:t>
      </w:r>
      <w:r w:rsidR="001A65EB" w:rsidRPr="001A65EB">
        <w:rPr>
          <w:rFonts w:ascii="Times New Roman" w:hAnsi="Times New Roman" w:cs="Times New Roman"/>
          <w:sz w:val="28"/>
          <w:szCs w:val="28"/>
        </w:rPr>
        <w:t xml:space="preserve"> Кишертского муниципального округа</w:t>
      </w:r>
      <w:r w:rsidR="00A52982">
        <w:rPr>
          <w:rFonts w:ascii="Times New Roman" w:hAnsi="Times New Roman" w:cs="Times New Roman"/>
          <w:sz w:val="28"/>
          <w:szCs w:val="28"/>
        </w:rPr>
        <w:t xml:space="preserve"> Климову Ларису Михайловну</w:t>
      </w:r>
      <w:r w:rsidRPr="001A65EB">
        <w:rPr>
          <w:rFonts w:ascii="Times New Roman" w:hAnsi="Times New Roman" w:cs="Times New Roman"/>
          <w:sz w:val="28"/>
          <w:szCs w:val="28"/>
        </w:rPr>
        <w:t>.</w:t>
      </w:r>
    </w:p>
    <w:p w:rsidR="00A52982" w:rsidRDefault="00A52982" w:rsidP="00314626">
      <w:pPr>
        <w:tabs>
          <w:tab w:val="left" w:pos="0"/>
        </w:tabs>
        <w:jc w:val="both"/>
      </w:pPr>
      <w:bookmarkStart w:id="0" w:name="_GoBack"/>
      <w:bookmarkEnd w:id="0"/>
    </w:p>
    <w:p w:rsidR="00314626" w:rsidRDefault="00314626" w:rsidP="00314626">
      <w:pPr>
        <w:tabs>
          <w:tab w:val="left" w:pos="0"/>
        </w:tabs>
        <w:jc w:val="both"/>
      </w:pPr>
      <w:r>
        <w:t>Председатель ко</w:t>
      </w:r>
      <w:r w:rsidR="00A52982">
        <w:t>миссии</w:t>
      </w:r>
      <w:r w:rsidR="00A52982">
        <w:tab/>
      </w:r>
      <w:r w:rsidR="00A52982">
        <w:tab/>
      </w:r>
      <w:r w:rsidR="00A52982">
        <w:tab/>
      </w:r>
      <w:r w:rsidR="00A52982">
        <w:tab/>
      </w:r>
      <w:r w:rsidR="00A52982">
        <w:tab/>
      </w:r>
      <w:r w:rsidR="00A52982">
        <w:tab/>
        <w:t xml:space="preserve">         Л.М.Климова</w:t>
      </w:r>
    </w:p>
    <w:p w:rsidR="00A52982" w:rsidRDefault="00A52982" w:rsidP="00314626">
      <w:pPr>
        <w:tabs>
          <w:tab w:val="left" w:pos="0"/>
        </w:tabs>
        <w:jc w:val="both"/>
      </w:pPr>
    </w:p>
    <w:p w:rsidR="00314626" w:rsidRPr="00314626" w:rsidRDefault="00314626" w:rsidP="00314626">
      <w:pPr>
        <w:tabs>
          <w:tab w:val="left" w:pos="0"/>
        </w:tabs>
        <w:jc w:val="both"/>
      </w:pPr>
      <w:r>
        <w:t>Секретарь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А.А. Ожегова</w:t>
      </w: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A52982" w:rsidRDefault="00A52982" w:rsidP="001A65EB">
      <w:pPr>
        <w:tabs>
          <w:tab w:val="left" w:pos="0"/>
        </w:tabs>
        <w:jc w:val="right"/>
      </w:pPr>
    </w:p>
    <w:p w:rsidR="001A65EB" w:rsidRDefault="001A65EB" w:rsidP="001A65EB">
      <w:pPr>
        <w:tabs>
          <w:tab w:val="left" w:pos="0"/>
        </w:tabs>
        <w:jc w:val="right"/>
      </w:pPr>
      <w:r>
        <w:lastRenderedPageBreak/>
        <w:t>Приложение</w:t>
      </w:r>
    </w:p>
    <w:p w:rsidR="001A65EB" w:rsidRDefault="001A65EB" w:rsidP="001A65EB">
      <w:pPr>
        <w:tabs>
          <w:tab w:val="left" w:pos="0"/>
        </w:tabs>
        <w:jc w:val="right"/>
      </w:pPr>
      <w:r>
        <w:t>к решению ТИК Кишертского округа</w:t>
      </w:r>
    </w:p>
    <w:p w:rsidR="001A65EB" w:rsidRDefault="001C4F66" w:rsidP="001A65EB">
      <w:pPr>
        <w:tabs>
          <w:tab w:val="left" w:pos="0"/>
        </w:tabs>
        <w:jc w:val="right"/>
      </w:pPr>
      <w:r>
        <w:t>от 12.08.2021 № 17</w:t>
      </w:r>
      <w:r w:rsidR="001A65EB">
        <w:t>/01-4</w:t>
      </w:r>
    </w:p>
    <w:p w:rsidR="001A65EB" w:rsidRDefault="001A65EB" w:rsidP="001A65EB">
      <w:pPr>
        <w:tabs>
          <w:tab w:val="left" w:pos="0"/>
        </w:tabs>
        <w:jc w:val="right"/>
      </w:pPr>
    </w:p>
    <w:p w:rsidR="001A65EB" w:rsidRPr="009A409E" w:rsidRDefault="001A65EB" w:rsidP="001A65E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Pr="00DE4D81">
        <w:rPr>
          <w:rFonts w:ascii="Times New Roman" w:hAnsi="Times New Roman" w:cs="Times New Roman"/>
          <w:b/>
          <w:sz w:val="28"/>
          <w:szCs w:val="28"/>
        </w:rPr>
        <w:t xml:space="preserve">осуществления </w:t>
      </w:r>
      <w:r w:rsidRPr="009A409E">
        <w:rPr>
          <w:rFonts w:ascii="Times New Roman" w:hAnsi="Times New Roman" w:cs="Times New Roman"/>
          <w:b/>
          <w:sz w:val="28"/>
          <w:szCs w:val="28"/>
        </w:rPr>
        <w:t xml:space="preserve">контроля за изготовлением </w:t>
      </w:r>
    </w:p>
    <w:p w:rsidR="00A52982" w:rsidRDefault="001A65EB" w:rsidP="001A65E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09E">
        <w:rPr>
          <w:rFonts w:ascii="Times New Roman" w:hAnsi="Times New Roman" w:cs="Times New Roman"/>
          <w:b/>
          <w:sz w:val="28"/>
          <w:szCs w:val="28"/>
        </w:rPr>
        <w:t xml:space="preserve">избирательных бюллетеней </w:t>
      </w:r>
      <w:r w:rsidRPr="009A409E">
        <w:rPr>
          <w:rFonts w:ascii="Times New Roman" w:hAnsi="Times New Roman" w:cs="Times New Roman"/>
          <w:b/>
          <w:bCs/>
          <w:sz w:val="28"/>
          <w:szCs w:val="28"/>
        </w:rPr>
        <w:t xml:space="preserve">для голосования </w:t>
      </w:r>
      <w:r w:rsidRPr="001A65EB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A52982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дополнительных </w:t>
      </w:r>
      <w:r w:rsidRPr="001A65EB">
        <w:rPr>
          <w:rFonts w:ascii="Times New Roman" w:hAnsi="Times New Roman" w:cs="Times New Roman"/>
          <w:b/>
          <w:sz w:val="28"/>
          <w:szCs w:val="28"/>
        </w:rPr>
        <w:t>выборах депутатов Думы Кишертского муниципального округа</w:t>
      </w:r>
      <w:r w:rsidR="00A52982">
        <w:rPr>
          <w:rFonts w:ascii="Times New Roman" w:hAnsi="Times New Roman" w:cs="Times New Roman"/>
          <w:b/>
          <w:sz w:val="28"/>
          <w:szCs w:val="28"/>
        </w:rPr>
        <w:t xml:space="preserve"> Пермского края по пятимандатному избирательному округу № 3 </w:t>
      </w:r>
    </w:p>
    <w:p w:rsidR="001A65EB" w:rsidRPr="001A65EB" w:rsidRDefault="00A52982" w:rsidP="001A65E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трем незамещенным мандатам</w:t>
      </w:r>
    </w:p>
    <w:p w:rsidR="001A65EB" w:rsidRPr="009A409E" w:rsidRDefault="001A65EB" w:rsidP="001A65E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65EB" w:rsidRPr="009A409E" w:rsidRDefault="001A65EB" w:rsidP="001A65EB">
      <w:pPr>
        <w:pStyle w:val="ConsPlusNormal"/>
        <w:widowControl/>
        <w:numPr>
          <w:ilvl w:val="0"/>
          <w:numId w:val="4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09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A65EB" w:rsidRPr="00DE4D81" w:rsidRDefault="001A65EB" w:rsidP="001A65EB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1A65EB" w:rsidRPr="00DE4D81" w:rsidRDefault="001A65EB" w:rsidP="001A65E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E4D81">
        <w:rPr>
          <w:rFonts w:ascii="Times New Roman" w:hAnsi="Times New Roman" w:cs="Times New Roman"/>
          <w:sz w:val="28"/>
          <w:szCs w:val="28"/>
        </w:rPr>
        <w:t xml:space="preserve">1.1.  Порядок осуществления контроля </w:t>
      </w:r>
      <w:r w:rsidRPr="009A409E">
        <w:rPr>
          <w:rFonts w:ascii="Times New Roman" w:hAnsi="Times New Roman" w:cs="Times New Roman"/>
          <w:sz w:val="28"/>
          <w:szCs w:val="28"/>
        </w:rPr>
        <w:t xml:space="preserve">за изготовлением избирательных бюллетеней для голосования </w:t>
      </w:r>
      <w:r w:rsidRPr="009A409E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A52982">
        <w:rPr>
          <w:rFonts w:ascii="Times New Roman" w:hAnsi="Times New Roman" w:cs="Times New Roman"/>
          <w:bCs/>
          <w:sz w:val="28"/>
          <w:szCs w:val="28"/>
        </w:rPr>
        <w:t xml:space="preserve">дополнительных </w:t>
      </w:r>
      <w:r w:rsidRPr="009A409E">
        <w:rPr>
          <w:rFonts w:ascii="Times New Roman" w:hAnsi="Times New Roman" w:cs="Times New Roman"/>
          <w:sz w:val="28"/>
          <w:szCs w:val="28"/>
        </w:rPr>
        <w:t xml:space="preserve">выборах депутатов </w:t>
      </w:r>
      <w:r w:rsidRPr="001A65EB">
        <w:rPr>
          <w:rFonts w:ascii="Times New Roman" w:hAnsi="Times New Roman" w:cs="Times New Roman"/>
          <w:sz w:val="28"/>
          <w:szCs w:val="28"/>
        </w:rPr>
        <w:t xml:space="preserve">Думы Кишертского муниципального округа </w:t>
      </w:r>
      <w:r w:rsidR="00A52982">
        <w:rPr>
          <w:rFonts w:ascii="Times New Roman" w:hAnsi="Times New Roman" w:cs="Times New Roman"/>
          <w:sz w:val="28"/>
          <w:szCs w:val="28"/>
        </w:rPr>
        <w:t>Пермского края по пятимандатному избирательному округу № 3 по трем незамещенным мандатам</w:t>
      </w:r>
      <w:r w:rsidR="00A52982" w:rsidRPr="001A65EB">
        <w:rPr>
          <w:rFonts w:ascii="Times New Roman" w:hAnsi="Times New Roman" w:cs="Times New Roman"/>
          <w:sz w:val="28"/>
          <w:szCs w:val="28"/>
        </w:rPr>
        <w:t xml:space="preserve"> </w:t>
      </w:r>
      <w:r w:rsidRPr="009A409E">
        <w:rPr>
          <w:rFonts w:ascii="Times New Roman" w:hAnsi="Times New Roman" w:cs="Times New Roman"/>
          <w:sz w:val="28"/>
          <w:szCs w:val="28"/>
        </w:rPr>
        <w:t>(далее – Порядок) определяет порядок действий избирательных комиссий при осуществле</w:t>
      </w:r>
      <w:r w:rsidRPr="00DE4D81">
        <w:rPr>
          <w:rFonts w:ascii="Times New Roman" w:hAnsi="Times New Roman" w:cs="Times New Roman"/>
          <w:sz w:val="28"/>
          <w:szCs w:val="28"/>
        </w:rPr>
        <w:t>нии контроля за изготовлением и передачей избирательных бюллетеней.</w:t>
      </w:r>
    </w:p>
    <w:p w:rsidR="001A65EB" w:rsidRPr="00DE4D81" w:rsidRDefault="00A52982" w:rsidP="001A65EB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1.2. Форма и текст</w:t>
      </w:r>
      <w:r w:rsidR="001A65EB" w:rsidRPr="00DE4D81">
        <w:rPr>
          <w:szCs w:val="28"/>
        </w:rPr>
        <w:t xml:space="preserve"> избирательных бюллетеней для голосования </w:t>
      </w:r>
      <w:r w:rsidR="001A65EB" w:rsidRPr="00DE4D81">
        <w:rPr>
          <w:bCs/>
          <w:szCs w:val="28"/>
        </w:rPr>
        <w:t xml:space="preserve">на </w:t>
      </w:r>
      <w:r>
        <w:rPr>
          <w:bCs/>
          <w:szCs w:val="28"/>
        </w:rPr>
        <w:t xml:space="preserve">дополнительных </w:t>
      </w:r>
      <w:r w:rsidR="001A65EB" w:rsidRPr="00DE4D81">
        <w:rPr>
          <w:szCs w:val="28"/>
        </w:rPr>
        <w:t xml:space="preserve">выборах депутатов </w:t>
      </w:r>
      <w:r w:rsidR="001A65EB" w:rsidRPr="001A65EB">
        <w:rPr>
          <w:szCs w:val="28"/>
        </w:rPr>
        <w:t>Думы Кишертского муниципального округа</w:t>
      </w:r>
      <w:r w:rsidRPr="00A52982">
        <w:rPr>
          <w:szCs w:val="28"/>
        </w:rPr>
        <w:t xml:space="preserve"> </w:t>
      </w:r>
      <w:r>
        <w:rPr>
          <w:szCs w:val="28"/>
        </w:rPr>
        <w:t>Пермского края по пятимандатному избирательному округу № 3 по трем незамещенным мандатам</w:t>
      </w:r>
      <w:r w:rsidR="001A65EB" w:rsidRPr="001A65EB">
        <w:rPr>
          <w:szCs w:val="28"/>
        </w:rPr>
        <w:t xml:space="preserve"> </w:t>
      </w:r>
      <w:r w:rsidR="001A65EB" w:rsidRPr="00DE4D81">
        <w:rPr>
          <w:szCs w:val="28"/>
        </w:rPr>
        <w:t xml:space="preserve">(далее – избирательный бюллетень), утверждаются территориальной избирательной комиссией Кишертского муниципального </w:t>
      </w:r>
      <w:r w:rsidR="001A65EB">
        <w:rPr>
          <w:szCs w:val="28"/>
        </w:rPr>
        <w:t>округа</w:t>
      </w:r>
      <w:r w:rsidR="001A65EB" w:rsidRPr="00DE4D81">
        <w:rPr>
          <w:szCs w:val="28"/>
        </w:rPr>
        <w:t xml:space="preserve">. </w:t>
      </w:r>
    </w:p>
    <w:p w:rsidR="001A65EB" w:rsidRPr="00DE4D81" w:rsidRDefault="001A65EB" w:rsidP="001A65E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E4D81">
        <w:rPr>
          <w:szCs w:val="28"/>
        </w:rPr>
        <w:t xml:space="preserve">1.3. Избирательные бюллетени изготавливаются на основании решения территориальной избирательной комиссией Кишертского муниципального </w:t>
      </w:r>
      <w:r>
        <w:rPr>
          <w:szCs w:val="28"/>
        </w:rPr>
        <w:t>округа</w:t>
      </w:r>
      <w:r w:rsidRPr="00DE4D81">
        <w:rPr>
          <w:szCs w:val="28"/>
        </w:rPr>
        <w:t>.</w:t>
      </w:r>
    </w:p>
    <w:p w:rsidR="001A65EB" w:rsidRPr="00DE4D81" w:rsidRDefault="001A65EB" w:rsidP="001A65E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E4D81">
        <w:rPr>
          <w:szCs w:val="28"/>
        </w:rPr>
        <w:t>1.4. Избирательные бюллетени изготавливаются в полиграфической организации, технически оснащенной для изготовления избирательной документации.</w:t>
      </w:r>
    </w:p>
    <w:p w:rsidR="001A65EB" w:rsidRPr="00DE4D81" w:rsidRDefault="001A65EB" w:rsidP="001A65E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65EB" w:rsidRPr="00DE4D81" w:rsidRDefault="001A65EB" w:rsidP="001A65E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4D81">
        <w:rPr>
          <w:rFonts w:ascii="Times New Roman" w:hAnsi="Times New Roman" w:cs="Times New Roman"/>
          <w:b/>
          <w:sz w:val="28"/>
          <w:szCs w:val="28"/>
        </w:rPr>
        <w:t>2. Контроль за изготовлением избирательных бюллетеней</w:t>
      </w:r>
    </w:p>
    <w:p w:rsidR="001A65EB" w:rsidRPr="00DE4D81" w:rsidRDefault="001A65EB" w:rsidP="001A65EB">
      <w:pPr>
        <w:pStyle w:val="21"/>
        <w:spacing w:after="0" w:line="240" w:lineRule="auto"/>
        <w:ind w:left="0" w:firstLine="748"/>
        <w:rPr>
          <w:szCs w:val="28"/>
        </w:rPr>
      </w:pPr>
    </w:p>
    <w:p w:rsidR="001A65EB" w:rsidRPr="00DE4D81" w:rsidRDefault="001A65EB" w:rsidP="001A65EB">
      <w:pPr>
        <w:pStyle w:val="21"/>
        <w:spacing w:after="0" w:line="360" w:lineRule="exact"/>
        <w:ind w:left="0" w:firstLine="748"/>
        <w:rPr>
          <w:szCs w:val="28"/>
        </w:rPr>
      </w:pPr>
      <w:r w:rsidRPr="00DE4D81">
        <w:rPr>
          <w:szCs w:val="28"/>
        </w:rPr>
        <w:t xml:space="preserve">2.1. Контроль за изготовлением избирательных бюллетеней на всех этапах, включая проверку бумаги для изготовления избирательных бюллетеней на соответствие установленным решением территориальной избирательной комиссии Кишертского муниципального </w:t>
      </w:r>
      <w:r>
        <w:rPr>
          <w:szCs w:val="28"/>
        </w:rPr>
        <w:t>округа</w:t>
      </w:r>
      <w:r w:rsidRPr="00DE4D81">
        <w:rPr>
          <w:szCs w:val="28"/>
        </w:rPr>
        <w:t xml:space="preserve"> требованиям, проверку формы и текста избирательного бюллетеня, процесса печатания текста избирательного бюллетеня, уничтожения лишних и выбракованных избирательных бюллетеней, доставку избирательных бюллетеней в территориальную избирательную комиссию осуществляют члены территориальной избирательной комиссии Кишертского муниципального </w:t>
      </w:r>
      <w:r>
        <w:rPr>
          <w:szCs w:val="28"/>
        </w:rPr>
        <w:lastRenderedPageBreak/>
        <w:t>округа</w:t>
      </w:r>
      <w:r w:rsidRPr="00DE4D81">
        <w:rPr>
          <w:szCs w:val="28"/>
        </w:rPr>
        <w:t xml:space="preserve"> с правом решающего голоса, указанные в пункте 2 настоящего решения (далее  - члены Комиссии).</w:t>
      </w:r>
    </w:p>
    <w:p w:rsidR="001A65EB" w:rsidRPr="00DE4D81" w:rsidRDefault="001A65EB" w:rsidP="001A65EB">
      <w:pPr>
        <w:pStyle w:val="21"/>
        <w:spacing w:after="0" w:line="360" w:lineRule="exact"/>
        <w:ind w:left="0" w:firstLine="748"/>
        <w:rPr>
          <w:szCs w:val="28"/>
        </w:rPr>
      </w:pPr>
      <w:r w:rsidRPr="00DE4D81">
        <w:rPr>
          <w:szCs w:val="28"/>
        </w:rPr>
        <w:t>2.2. После изготовления избирательных бюллетеней полиграфическая организация осуществляет выбраковку напечатанной избирательной продукции. Отбракованные бюллетени подлежат выделению из общей массы изготовленных избирательных бюллетеней и хранятся отдельно. Процесс выбраковки происходит под наблюдением членов Комиссии.</w:t>
      </w:r>
    </w:p>
    <w:p w:rsidR="001A65EB" w:rsidRPr="00DE4D81" w:rsidRDefault="001A65EB" w:rsidP="001A65EB">
      <w:pPr>
        <w:pStyle w:val="21"/>
        <w:spacing w:after="0" w:line="360" w:lineRule="exact"/>
        <w:ind w:left="0" w:firstLine="748"/>
        <w:rPr>
          <w:szCs w:val="28"/>
        </w:rPr>
      </w:pPr>
      <w:r w:rsidRPr="00DE4D81">
        <w:rPr>
          <w:szCs w:val="28"/>
        </w:rPr>
        <w:t xml:space="preserve">2.3. Изготовленные и выверенные полиграфической организацией избирательные бюллетени передаются по акту членам Комиссии. В акте указывается дата, время и место его составления, а также количество передаваемых избирательных бюллетеней, подписи присутствующих при передаче членов территориальной избирательной комиссии Кишертского муниципального </w:t>
      </w:r>
      <w:r w:rsidR="00E30CCF">
        <w:rPr>
          <w:szCs w:val="28"/>
        </w:rPr>
        <w:t>округа</w:t>
      </w:r>
      <w:r w:rsidRPr="00DE4D81">
        <w:rPr>
          <w:szCs w:val="28"/>
        </w:rPr>
        <w:t xml:space="preserve"> с правом решающего голоса, с правом совещательного голоса, зарегистрированные кандидаты, их представители (приложение № 1 к настоящему Порядку).</w:t>
      </w:r>
    </w:p>
    <w:p w:rsidR="001A65EB" w:rsidRPr="00DE4D81" w:rsidRDefault="001A65EB" w:rsidP="001A65EB">
      <w:pPr>
        <w:pStyle w:val="a5"/>
        <w:ind w:firstLine="748"/>
        <w:rPr>
          <w:szCs w:val="28"/>
        </w:rPr>
      </w:pPr>
      <w:r w:rsidRPr="00DE4D81">
        <w:rPr>
          <w:szCs w:val="28"/>
        </w:rPr>
        <w:t>2.4. После передачи упакованных в пачки избирательных бюллетеней в количестве, соответствующем заказу, работники полиграфической организации в присутствии всех присутствующих лиц уничтожают отбракованные и лишние бюллетени (при их выявлении). Об этом составляются акты (приложения № 2 и № 3 к настоящему Порядку), которые вправе подписать все присутствующие лица.</w:t>
      </w:r>
    </w:p>
    <w:p w:rsidR="001A65EB" w:rsidRPr="00DE4D81" w:rsidRDefault="001A65EB" w:rsidP="001A65EB">
      <w:pPr>
        <w:pStyle w:val="a5"/>
        <w:ind w:firstLine="748"/>
        <w:rPr>
          <w:szCs w:val="28"/>
        </w:rPr>
      </w:pPr>
      <w:r w:rsidRPr="00DE4D81">
        <w:rPr>
          <w:szCs w:val="28"/>
        </w:rPr>
        <w:t xml:space="preserve">2.5. Территориальная избирательная комиссия Кишертского муниципального </w:t>
      </w:r>
      <w:r w:rsidR="00E30CCF">
        <w:rPr>
          <w:szCs w:val="28"/>
        </w:rPr>
        <w:t>округа</w:t>
      </w:r>
      <w:r w:rsidRPr="00DE4D81">
        <w:rPr>
          <w:szCs w:val="28"/>
        </w:rPr>
        <w:t xml:space="preserve"> не позднее чем за два дня до получения ею избирательных бюллетеней от полиграфической организации принимает решение о месте и времени передачи избирательных бюллетеней, которое доводит до сведения зарегистрированных кандидатов, фамилии, имена, отчества которых внесены в избирательный бюллетень, или их доверенных лиц.</w:t>
      </w:r>
    </w:p>
    <w:p w:rsidR="001A65EB" w:rsidRPr="00DE4D81" w:rsidRDefault="001A65EB" w:rsidP="001A65EB">
      <w:pPr>
        <w:pStyle w:val="a5"/>
        <w:ind w:firstLine="748"/>
        <w:rPr>
          <w:szCs w:val="28"/>
        </w:rPr>
      </w:pPr>
    </w:p>
    <w:p w:rsidR="001A65EB" w:rsidRPr="00DE4D81" w:rsidRDefault="001A65EB" w:rsidP="001A65EB">
      <w:pPr>
        <w:pStyle w:val="a5"/>
        <w:numPr>
          <w:ilvl w:val="0"/>
          <w:numId w:val="41"/>
        </w:numPr>
        <w:spacing w:line="240" w:lineRule="auto"/>
        <w:ind w:left="0" w:firstLine="0"/>
        <w:rPr>
          <w:b/>
          <w:szCs w:val="28"/>
        </w:rPr>
      </w:pPr>
      <w:r w:rsidRPr="00DE4D81">
        <w:rPr>
          <w:b/>
          <w:szCs w:val="28"/>
        </w:rPr>
        <w:t>Передача избирательных бюллетеней</w:t>
      </w:r>
      <w:r>
        <w:rPr>
          <w:b/>
          <w:szCs w:val="28"/>
        </w:rPr>
        <w:t xml:space="preserve"> </w:t>
      </w:r>
      <w:r w:rsidRPr="00DE4D81">
        <w:rPr>
          <w:b/>
          <w:szCs w:val="28"/>
        </w:rPr>
        <w:t>в нижестоящие избирательные комиссии</w:t>
      </w:r>
    </w:p>
    <w:p w:rsidR="001A65EB" w:rsidRPr="00DE4D81" w:rsidRDefault="001A65EB" w:rsidP="001A65EB">
      <w:pPr>
        <w:pStyle w:val="a5"/>
        <w:ind w:firstLine="748"/>
        <w:rPr>
          <w:szCs w:val="28"/>
        </w:rPr>
      </w:pPr>
    </w:p>
    <w:p w:rsidR="001A65EB" w:rsidRPr="00DE4D81" w:rsidRDefault="001A65EB" w:rsidP="001A65EB">
      <w:pPr>
        <w:pStyle w:val="a5"/>
        <w:ind w:firstLine="708"/>
        <w:rPr>
          <w:szCs w:val="28"/>
        </w:rPr>
      </w:pPr>
      <w:r w:rsidRPr="00DE4D81">
        <w:rPr>
          <w:szCs w:val="28"/>
        </w:rPr>
        <w:t xml:space="preserve">3.1. Территориальная избирательная комиссия </w:t>
      </w:r>
      <w:r>
        <w:rPr>
          <w:szCs w:val="28"/>
        </w:rPr>
        <w:t>Кишертского</w:t>
      </w:r>
      <w:r w:rsidRPr="00DE4D81">
        <w:rPr>
          <w:szCs w:val="28"/>
        </w:rPr>
        <w:t xml:space="preserve"> муниципального </w:t>
      </w:r>
      <w:r w:rsidR="00E30CCF">
        <w:rPr>
          <w:szCs w:val="28"/>
        </w:rPr>
        <w:t>округа</w:t>
      </w:r>
      <w:r w:rsidRPr="00DE4D81">
        <w:rPr>
          <w:szCs w:val="28"/>
        </w:rPr>
        <w:t xml:space="preserve"> передает по акту избирательные бюллетени участковым избирательным комиссиям на основании принятого ею решения о распределении избирательных бюллетеней, в срок не позднее чем за один день до дня голосования (в том числе досрочного голосования) (приложение №</w:t>
      </w:r>
      <w:r>
        <w:rPr>
          <w:szCs w:val="28"/>
        </w:rPr>
        <w:t xml:space="preserve"> </w:t>
      </w:r>
      <w:r w:rsidRPr="00DE4D81">
        <w:rPr>
          <w:szCs w:val="28"/>
        </w:rPr>
        <w:t>4 к настоящему Порядку).</w:t>
      </w:r>
    </w:p>
    <w:p w:rsidR="001A65EB" w:rsidRPr="00DE4D81" w:rsidRDefault="001A65EB" w:rsidP="001A65EB">
      <w:pPr>
        <w:pStyle w:val="a5"/>
        <w:ind w:firstLine="708"/>
        <w:rPr>
          <w:szCs w:val="28"/>
        </w:rPr>
      </w:pPr>
      <w:r w:rsidRPr="00DE4D81">
        <w:rPr>
          <w:szCs w:val="28"/>
        </w:rPr>
        <w:t xml:space="preserve">3.2. По каждому избирательному участку количество передаваемых избирательных бюллетеней не может превышать более чем на 0,5 процента </w:t>
      </w:r>
      <w:r w:rsidRPr="00DE4D81">
        <w:rPr>
          <w:szCs w:val="28"/>
        </w:rPr>
        <w:lastRenderedPageBreak/>
        <w:t>число избирателей, зарегистрированных на данном избирательном участке, и составлять менее 70 процентов от числа избирателей, в</w:t>
      </w:r>
      <w:r>
        <w:rPr>
          <w:szCs w:val="28"/>
        </w:rPr>
        <w:t xml:space="preserve">ключенных в списки избирателей, </w:t>
      </w:r>
      <w:r w:rsidRPr="00DE4D81">
        <w:rPr>
          <w:szCs w:val="28"/>
        </w:rPr>
        <w:t>на соответствующем избирательном участке на день передачи избирательных бюллетеней.</w:t>
      </w:r>
    </w:p>
    <w:p w:rsidR="001A65EB" w:rsidRPr="00DE4D81" w:rsidRDefault="001A65EB" w:rsidP="001A65EB">
      <w:pPr>
        <w:pStyle w:val="a5"/>
        <w:ind w:firstLine="748"/>
        <w:rPr>
          <w:szCs w:val="28"/>
        </w:rPr>
      </w:pPr>
      <w:r w:rsidRPr="00DE4D81">
        <w:rPr>
          <w:szCs w:val="28"/>
        </w:rPr>
        <w:t>3.3. При передаче избирательных бюллетеней участковым избирательным комиссиям производится их поштучный пересчет и выбраковка, при этом выбракованные избирательные бюллетени (при их выявлении) уничтожаются членами территориальной избирательной комиссии, осуществляющей передачу избирательных бюллетеней, о чем составляется акт (приложение №</w:t>
      </w:r>
      <w:r>
        <w:rPr>
          <w:szCs w:val="28"/>
        </w:rPr>
        <w:t xml:space="preserve"> </w:t>
      </w:r>
      <w:r w:rsidRPr="00DE4D81">
        <w:rPr>
          <w:szCs w:val="28"/>
        </w:rPr>
        <w:t>5 к настоящему Порядку).</w:t>
      </w:r>
    </w:p>
    <w:p w:rsidR="001A65EB" w:rsidRDefault="001A65EB" w:rsidP="001A65EB">
      <w:pPr>
        <w:pStyle w:val="a5"/>
        <w:ind w:firstLine="748"/>
      </w:pPr>
      <w:r w:rsidRPr="00DE4D81">
        <w:rPr>
          <w:szCs w:val="28"/>
        </w:rPr>
        <w:t>3.6. При передаче избирательных бюллетеней вышестоящей комиссией нижестоящей комиссии, их выбраковке и уничтожении вправе присутствовать члены этих комиссий с правом решающего, с правом совещательного голоса, зарегистрированные кандидаты</w:t>
      </w:r>
      <w:r>
        <w:t xml:space="preserve">, их доверенные лица. </w:t>
      </w:r>
    </w:p>
    <w:p w:rsidR="001A65EB" w:rsidRDefault="001A65EB" w:rsidP="001A65EB">
      <w:pPr>
        <w:pStyle w:val="ConsPlusNormal"/>
        <w:widowControl/>
        <w:spacing w:line="360" w:lineRule="exact"/>
        <w:ind w:firstLine="74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3.7. Ответственность за передачу и сохранность избирательных бюллетеней несут председатели избирательных комиссий, осуществляющих передачу, получение и хранение избирательных бюллетеней.</w:t>
      </w:r>
    </w:p>
    <w:p w:rsidR="001A65EB" w:rsidRDefault="001A65EB" w:rsidP="001A65E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1A65EB" w:rsidRDefault="001A65EB" w:rsidP="001A65EB">
      <w:pPr>
        <w:pStyle w:val="a5"/>
        <w:ind w:firstLine="748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</w:pPr>
    </w:p>
    <w:p w:rsidR="001A65EB" w:rsidRDefault="001A65EB" w:rsidP="001A65EB">
      <w:pPr>
        <w:pStyle w:val="ConsPlusNormal"/>
        <w:widowControl/>
        <w:ind w:left="617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A65EB" w:rsidRPr="00335C9E" w:rsidRDefault="001A65EB" w:rsidP="001A65EB">
      <w:pPr>
        <w:pStyle w:val="ConsPlusNormal"/>
        <w:widowControl/>
        <w:ind w:left="4536" w:firstLine="0"/>
        <w:jc w:val="both"/>
        <w:rPr>
          <w:rFonts w:ascii="Times New Roman" w:hAnsi="Times New Roman" w:cs="Times New Roman"/>
        </w:rPr>
      </w:pPr>
      <w:r w:rsidRPr="00335C9E">
        <w:rPr>
          <w:rFonts w:ascii="Times New Roman" w:hAnsi="Times New Roman" w:cs="Times New Roman"/>
        </w:rPr>
        <w:lastRenderedPageBreak/>
        <w:t>Приложение № 1</w:t>
      </w:r>
    </w:p>
    <w:p w:rsidR="001A65EB" w:rsidRDefault="001A65EB" w:rsidP="001A65EB">
      <w:pPr>
        <w:pStyle w:val="ConsPlusNormal"/>
        <w:widowControl/>
        <w:ind w:left="4536" w:firstLine="0"/>
        <w:rPr>
          <w:rFonts w:ascii="Times New Roman" w:hAnsi="Times New Roman" w:cs="Times New Roman"/>
          <w:szCs w:val="28"/>
        </w:rPr>
      </w:pPr>
      <w:r w:rsidRPr="00335C9E">
        <w:rPr>
          <w:rFonts w:ascii="Times New Roman" w:hAnsi="Times New Roman" w:cs="Times New Roman"/>
        </w:rPr>
        <w:t xml:space="preserve">к Порядку </w:t>
      </w:r>
      <w:r>
        <w:rPr>
          <w:rFonts w:ascii="Times New Roman" w:hAnsi="Times New Roman" w:cs="Times New Roman"/>
        </w:rPr>
        <w:t xml:space="preserve">осуществления </w:t>
      </w:r>
      <w:r w:rsidRPr="00335C9E">
        <w:rPr>
          <w:rFonts w:ascii="Times New Roman" w:hAnsi="Times New Roman" w:cs="Times New Roman"/>
        </w:rPr>
        <w:t>контроля</w:t>
      </w:r>
      <w:r>
        <w:rPr>
          <w:rFonts w:ascii="Times New Roman" w:hAnsi="Times New Roman" w:cs="Times New Roman"/>
        </w:rPr>
        <w:t xml:space="preserve"> </w:t>
      </w:r>
      <w:r w:rsidRPr="00335C9E">
        <w:rPr>
          <w:rFonts w:ascii="Times New Roman" w:hAnsi="Times New Roman" w:cs="Times New Roman"/>
        </w:rPr>
        <w:t xml:space="preserve">за </w:t>
      </w:r>
      <w:r w:rsidRPr="009A409E">
        <w:rPr>
          <w:rFonts w:ascii="Times New Roman" w:hAnsi="Times New Roman" w:cs="Times New Roman"/>
        </w:rPr>
        <w:t xml:space="preserve">изготовлением избирательных бюллетеней для голосования </w:t>
      </w:r>
      <w:r w:rsidRPr="009A409E">
        <w:rPr>
          <w:rFonts w:ascii="Times New Roman" w:hAnsi="Times New Roman" w:cs="Times New Roman"/>
          <w:bCs/>
        </w:rPr>
        <w:t xml:space="preserve">на </w:t>
      </w:r>
      <w:r w:rsidR="00A52982">
        <w:rPr>
          <w:rFonts w:ascii="Times New Roman" w:hAnsi="Times New Roman" w:cs="Times New Roman"/>
          <w:bCs/>
        </w:rPr>
        <w:t xml:space="preserve">дополнительных </w:t>
      </w:r>
      <w:r w:rsidRPr="009A409E">
        <w:rPr>
          <w:rFonts w:ascii="Times New Roman" w:hAnsi="Times New Roman" w:cs="Times New Roman"/>
        </w:rPr>
        <w:t xml:space="preserve">выборах депутатов </w:t>
      </w:r>
      <w:r w:rsidR="00E30CCF">
        <w:rPr>
          <w:rFonts w:ascii="Times New Roman" w:hAnsi="Times New Roman" w:cs="Times New Roman"/>
          <w:szCs w:val="28"/>
        </w:rPr>
        <w:t>Думы</w:t>
      </w:r>
      <w:r w:rsidRPr="009A409E">
        <w:rPr>
          <w:rFonts w:ascii="Times New Roman" w:hAnsi="Times New Roman" w:cs="Times New Roman"/>
          <w:szCs w:val="28"/>
        </w:rPr>
        <w:t xml:space="preserve"> Кишертского муниципального </w:t>
      </w:r>
      <w:r w:rsidR="00E30CCF">
        <w:rPr>
          <w:rFonts w:ascii="Times New Roman" w:hAnsi="Times New Roman" w:cs="Times New Roman"/>
          <w:szCs w:val="28"/>
        </w:rPr>
        <w:t>округа</w:t>
      </w:r>
      <w:r w:rsidR="00A52982">
        <w:rPr>
          <w:rFonts w:ascii="Times New Roman" w:hAnsi="Times New Roman" w:cs="Times New Roman"/>
          <w:szCs w:val="28"/>
        </w:rPr>
        <w:t xml:space="preserve"> Пермского края по пятимандатному избирательному округу № 3 по трем незамещенным мандатам</w:t>
      </w:r>
    </w:p>
    <w:p w:rsidR="001A65EB" w:rsidRDefault="001A65EB" w:rsidP="001A65EB">
      <w:pPr>
        <w:pStyle w:val="ConsPlusNormal"/>
        <w:widowControl/>
        <w:ind w:left="6171" w:firstLine="0"/>
        <w:rPr>
          <w:rFonts w:ascii="Times New Roman" w:hAnsi="Times New Roman" w:cs="Times New Roman"/>
          <w:b/>
          <w:bCs/>
          <w:sz w:val="24"/>
        </w:rPr>
      </w:pPr>
    </w:p>
    <w:p w:rsidR="004F5F51" w:rsidRDefault="00A52982" w:rsidP="004F5F51">
      <w:pPr>
        <w:pStyle w:val="a5"/>
        <w:tabs>
          <w:tab w:val="left" w:pos="10260"/>
        </w:tabs>
        <w:spacing w:line="24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Дополнительные в</w:t>
      </w:r>
      <w:r w:rsidR="001A65EB">
        <w:rPr>
          <w:b/>
          <w:bCs/>
          <w:sz w:val="24"/>
        </w:rPr>
        <w:t xml:space="preserve">ыборы </w:t>
      </w:r>
    </w:p>
    <w:p w:rsidR="001A65EB" w:rsidRPr="004F5F51" w:rsidRDefault="001A65EB" w:rsidP="004F5F51">
      <w:pPr>
        <w:pStyle w:val="a5"/>
        <w:tabs>
          <w:tab w:val="left" w:pos="10260"/>
        </w:tabs>
        <w:spacing w:line="24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депутатов </w:t>
      </w:r>
      <w:r w:rsidR="00E30CCF">
        <w:rPr>
          <w:b/>
          <w:bCs/>
          <w:sz w:val="24"/>
        </w:rPr>
        <w:t>Думы</w:t>
      </w:r>
      <w:r>
        <w:rPr>
          <w:b/>
          <w:bCs/>
          <w:sz w:val="24"/>
        </w:rPr>
        <w:t xml:space="preserve"> Кишертского муниципального </w:t>
      </w:r>
      <w:r w:rsidR="00E30CCF">
        <w:rPr>
          <w:b/>
          <w:bCs/>
          <w:sz w:val="24"/>
        </w:rPr>
        <w:t>округа</w:t>
      </w:r>
      <w:r>
        <w:rPr>
          <w:b/>
          <w:bCs/>
          <w:sz w:val="24"/>
        </w:rPr>
        <w:t xml:space="preserve"> </w:t>
      </w:r>
      <w:r w:rsidR="00A52982">
        <w:rPr>
          <w:b/>
          <w:bCs/>
          <w:sz w:val="24"/>
        </w:rPr>
        <w:t>Пермского края по пятимандатному избирательному округу № 3 по трем незамещенным мандатам</w:t>
      </w:r>
    </w:p>
    <w:p w:rsidR="001A65EB" w:rsidRPr="004F5F51" w:rsidRDefault="004F5F51" w:rsidP="001A65EB">
      <w:pPr>
        <w:jc w:val="center"/>
        <w:rPr>
          <w:b/>
          <w:bCs/>
          <w:sz w:val="24"/>
        </w:rPr>
      </w:pPr>
      <w:r w:rsidRPr="004F5F51">
        <w:rPr>
          <w:b/>
          <w:bCs/>
          <w:sz w:val="24"/>
        </w:rPr>
        <w:t>19</w:t>
      </w:r>
      <w:r w:rsidR="001A65EB" w:rsidRPr="004F5F51">
        <w:rPr>
          <w:b/>
          <w:bCs/>
          <w:sz w:val="24"/>
        </w:rPr>
        <w:t xml:space="preserve"> сентября 20</w:t>
      </w:r>
      <w:r w:rsidRPr="004F5F51">
        <w:rPr>
          <w:b/>
          <w:bCs/>
          <w:sz w:val="24"/>
        </w:rPr>
        <w:t>21</w:t>
      </w:r>
      <w:r w:rsidR="001A65EB" w:rsidRPr="004F5F51">
        <w:rPr>
          <w:b/>
          <w:bCs/>
          <w:sz w:val="24"/>
        </w:rPr>
        <w:t xml:space="preserve"> года</w:t>
      </w:r>
    </w:p>
    <w:p w:rsidR="001A65EB" w:rsidRPr="003D6734" w:rsidRDefault="001A65EB" w:rsidP="001A65EB">
      <w:pPr>
        <w:pStyle w:val="23"/>
        <w:widowControl/>
        <w:outlineLvl w:val="1"/>
        <w:rPr>
          <w:b/>
          <w:sz w:val="24"/>
          <w:szCs w:val="24"/>
        </w:rPr>
      </w:pPr>
    </w:p>
    <w:p w:rsidR="001A65EB" w:rsidRPr="003D6734" w:rsidRDefault="001A65EB" w:rsidP="001A65EB">
      <w:pPr>
        <w:jc w:val="center"/>
        <w:rPr>
          <w:b/>
        </w:rPr>
      </w:pPr>
      <w:r>
        <w:rPr>
          <w:b/>
        </w:rPr>
        <w:t>АКТ</w:t>
      </w:r>
    </w:p>
    <w:p w:rsidR="001A65EB" w:rsidRPr="003D6734" w:rsidRDefault="001A65EB" w:rsidP="001A65EB">
      <w:pPr>
        <w:jc w:val="center"/>
        <w:rPr>
          <w:b/>
        </w:rPr>
      </w:pPr>
      <w:r w:rsidRPr="003D6734">
        <w:rPr>
          <w:b/>
        </w:rPr>
        <w:t>передачи избирательных бюллетеней для голосования на</w:t>
      </w:r>
      <w:r>
        <w:rPr>
          <w:b/>
        </w:rPr>
        <w:t xml:space="preserve"> </w:t>
      </w:r>
      <w:r w:rsidR="004F5F51">
        <w:rPr>
          <w:b/>
        </w:rPr>
        <w:t xml:space="preserve">дополнительных </w:t>
      </w:r>
      <w:r>
        <w:rPr>
          <w:b/>
        </w:rPr>
        <w:t xml:space="preserve">выборах </w:t>
      </w:r>
      <w:r>
        <w:rPr>
          <w:b/>
          <w:bCs/>
        </w:rPr>
        <w:t xml:space="preserve">депутатов </w:t>
      </w:r>
      <w:r w:rsidR="00E30CCF">
        <w:rPr>
          <w:b/>
          <w:bCs/>
        </w:rPr>
        <w:t>Думы</w:t>
      </w:r>
      <w:r>
        <w:rPr>
          <w:b/>
          <w:bCs/>
        </w:rPr>
        <w:t xml:space="preserve"> Кишертского муниципального </w:t>
      </w:r>
      <w:r w:rsidR="00E30CCF">
        <w:rPr>
          <w:b/>
          <w:bCs/>
        </w:rPr>
        <w:t>округа</w:t>
      </w:r>
      <w:r w:rsidR="004F5F51">
        <w:rPr>
          <w:b/>
          <w:bCs/>
        </w:rPr>
        <w:t xml:space="preserve"> Пермского края по пятимандатному избирательному округу № 3 по трем незамещенным мандатам</w:t>
      </w:r>
      <w:r>
        <w:rPr>
          <w:b/>
          <w:bCs/>
        </w:rPr>
        <w:t xml:space="preserve"> </w:t>
      </w:r>
    </w:p>
    <w:p w:rsidR="001A65EB" w:rsidRPr="003D6734" w:rsidRDefault="001A65EB" w:rsidP="001A65EB">
      <w:pPr>
        <w:spacing w:line="192" w:lineRule="auto"/>
        <w:jc w:val="center"/>
      </w:pPr>
    </w:p>
    <w:p w:rsidR="001A65EB" w:rsidRDefault="001A65EB" w:rsidP="001A65EB">
      <w:pPr>
        <w:spacing w:line="192" w:lineRule="auto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6"/>
        <w:gridCol w:w="4797"/>
      </w:tblGrid>
      <w:tr w:rsidR="001A65EB" w:rsidRPr="008F7DC8" w:rsidTr="001A65EB">
        <w:tc>
          <w:tcPr>
            <w:tcW w:w="5068" w:type="dxa"/>
          </w:tcPr>
          <w:p w:rsidR="001A65EB" w:rsidRPr="008F7DC8" w:rsidRDefault="001A65EB" w:rsidP="001A65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8F7DC8">
              <w:rPr>
                <w:rFonts w:ascii="Times New Roman" w:hAnsi="Times New Roman" w:cs="Times New Roman"/>
                <w:bCs/>
                <w:i/>
                <w:sz w:val="24"/>
              </w:rPr>
              <w:t>______________________</w:t>
            </w:r>
          </w:p>
          <w:p w:rsidR="001A65EB" w:rsidRPr="008F7DC8" w:rsidRDefault="001A65EB" w:rsidP="001A65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8F7DC8">
              <w:rPr>
                <w:rFonts w:ascii="Times New Roman" w:hAnsi="Times New Roman" w:cs="Times New Roman"/>
                <w:bCs/>
                <w:i/>
              </w:rPr>
              <w:t xml:space="preserve">   место составления акта</w:t>
            </w:r>
          </w:p>
        </w:tc>
        <w:tc>
          <w:tcPr>
            <w:tcW w:w="5069" w:type="dxa"/>
          </w:tcPr>
          <w:p w:rsidR="001A65EB" w:rsidRPr="008F7DC8" w:rsidRDefault="001A65EB" w:rsidP="001A65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8F7DC8">
              <w:rPr>
                <w:rFonts w:ascii="Times New Roman" w:hAnsi="Times New Roman" w:cs="Times New Roman"/>
                <w:i/>
                <w:iCs/>
                <w:sz w:val="24"/>
              </w:rPr>
              <w:t>____________________________</w:t>
            </w:r>
          </w:p>
          <w:p w:rsidR="001A65EB" w:rsidRPr="008F7DC8" w:rsidRDefault="001A65EB" w:rsidP="001A65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DC8">
              <w:rPr>
                <w:rFonts w:ascii="Times New Roman" w:hAnsi="Times New Roman" w:cs="Times New Roman"/>
                <w:i/>
                <w:iCs/>
              </w:rPr>
              <w:t xml:space="preserve">                            дата и время составления акта</w:t>
            </w:r>
          </w:p>
        </w:tc>
      </w:tr>
    </w:tbl>
    <w:p w:rsidR="001A65EB" w:rsidRDefault="001A65EB" w:rsidP="001A65EB">
      <w:pPr>
        <w:spacing w:line="192" w:lineRule="auto"/>
      </w:pPr>
      <w:r>
        <w:t xml:space="preserve">    </w:t>
      </w:r>
    </w:p>
    <w:p w:rsidR="001A65EB" w:rsidRDefault="001A65EB" w:rsidP="001A65EB">
      <w:pPr>
        <w:ind w:firstLine="540"/>
      </w:pPr>
      <w:r w:rsidRPr="003D6734">
        <w:t>Настоящим актом подтверждается, что</w:t>
      </w:r>
      <w:r>
        <w:t xml:space="preserve"> ____________________________________________</w:t>
      </w:r>
      <w:r w:rsidR="00E30CCF">
        <w:t>____________________</w:t>
      </w:r>
      <w:r>
        <w:t>_</w:t>
      </w:r>
    </w:p>
    <w:p w:rsidR="001A65EB" w:rsidRPr="003D6734" w:rsidRDefault="001A65EB" w:rsidP="00E30CCF">
      <w:pPr>
        <w:ind w:firstLine="540"/>
        <w:jc w:val="center"/>
        <w:rPr>
          <w:i/>
          <w:sz w:val="20"/>
        </w:rPr>
      </w:pPr>
      <w:r w:rsidRPr="003D6734">
        <w:rPr>
          <w:i/>
        </w:rPr>
        <w:t>н</w:t>
      </w:r>
      <w:r>
        <w:rPr>
          <w:i/>
          <w:sz w:val="20"/>
        </w:rPr>
        <w:t>аименование полиграфической организации</w:t>
      </w:r>
    </w:p>
    <w:p w:rsidR="001A65EB" w:rsidRPr="003D6734" w:rsidRDefault="001A65EB" w:rsidP="004F5F51">
      <w:pPr>
        <w:jc w:val="both"/>
      </w:pPr>
      <w:r w:rsidRPr="003D6734">
        <w:t xml:space="preserve">передала территориальной избирательной комиссии </w:t>
      </w:r>
      <w:r>
        <w:t>Кишертского</w:t>
      </w:r>
      <w:r w:rsidRPr="003D6734">
        <w:t xml:space="preserve"> муниципального </w:t>
      </w:r>
      <w:r w:rsidR="00E30CCF">
        <w:t>округа</w:t>
      </w:r>
      <w:r w:rsidRPr="003D6734">
        <w:t xml:space="preserve"> избирательные бюллетени для голосования </w:t>
      </w:r>
      <w:r w:rsidRPr="00FD4234">
        <w:t xml:space="preserve">на </w:t>
      </w:r>
      <w:r w:rsidR="004F5F51">
        <w:t xml:space="preserve">дополнительных </w:t>
      </w:r>
      <w:r w:rsidRPr="00FD4234">
        <w:t xml:space="preserve">выборах </w:t>
      </w:r>
      <w:r w:rsidRPr="00FD4234">
        <w:rPr>
          <w:bCs/>
        </w:rPr>
        <w:t xml:space="preserve">депутатов </w:t>
      </w:r>
      <w:r w:rsidR="00E30CCF">
        <w:rPr>
          <w:bCs/>
        </w:rPr>
        <w:t>Думы</w:t>
      </w:r>
      <w:r w:rsidRPr="00FD4234">
        <w:rPr>
          <w:bCs/>
        </w:rPr>
        <w:t xml:space="preserve"> </w:t>
      </w:r>
      <w:r>
        <w:rPr>
          <w:bCs/>
        </w:rPr>
        <w:t>Кишертского</w:t>
      </w:r>
      <w:r w:rsidRPr="00FD4234">
        <w:rPr>
          <w:bCs/>
        </w:rPr>
        <w:t xml:space="preserve"> муниципального </w:t>
      </w:r>
      <w:r w:rsidR="00E30CCF">
        <w:rPr>
          <w:bCs/>
        </w:rPr>
        <w:t>округа</w:t>
      </w:r>
      <w:r w:rsidRPr="00FD4234">
        <w:rPr>
          <w:bCs/>
        </w:rPr>
        <w:t xml:space="preserve"> </w:t>
      </w:r>
      <w:r w:rsidR="004F5F51">
        <w:rPr>
          <w:bCs/>
        </w:rPr>
        <w:t xml:space="preserve">Пермского края по пятимандатному избирательному округу № 3 по трем незамещенным мандатам </w:t>
      </w:r>
      <w:r w:rsidRPr="003D6734">
        <w:t>в количестве:</w:t>
      </w:r>
    </w:p>
    <w:p w:rsidR="001A65EB" w:rsidRPr="008926A2" w:rsidRDefault="001A65EB" w:rsidP="001A65EB">
      <w:pPr>
        <w:rPr>
          <w:sz w:val="12"/>
          <w:szCs w:val="12"/>
        </w:rPr>
      </w:pPr>
    </w:p>
    <w:p w:rsidR="001A65EB" w:rsidRDefault="001A65EB" w:rsidP="001A65EB">
      <w:pPr>
        <w:pStyle w:val="af2"/>
        <w:spacing w:after="0"/>
        <w:ind w:left="0"/>
        <w:jc w:val="both"/>
      </w:pPr>
      <w:r>
        <w:rPr>
          <w:szCs w:val="28"/>
        </w:rPr>
        <w:t>_________________________________</w:t>
      </w:r>
      <w:r w:rsidR="00E30CCF">
        <w:rPr>
          <w:szCs w:val="28"/>
        </w:rPr>
        <w:t>_____________________________</w:t>
      </w:r>
      <w:r>
        <w:rPr>
          <w:szCs w:val="28"/>
        </w:rPr>
        <w:t>______________________</w:t>
      </w:r>
      <w:r>
        <w:t>.</w:t>
      </w:r>
    </w:p>
    <w:p w:rsidR="001A65EB" w:rsidRDefault="001A65EB" w:rsidP="00E30CCF">
      <w:pPr>
        <w:pStyle w:val="af2"/>
        <w:tabs>
          <w:tab w:val="num" w:pos="1080"/>
        </w:tabs>
        <w:spacing w:after="0"/>
        <w:ind w:left="0"/>
        <w:jc w:val="center"/>
        <w:rPr>
          <w:i/>
          <w:sz w:val="20"/>
        </w:rPr>
      </w:pPr>
      <w:r w:rsidRPr="000E1CBB">
        <w:rPr>
          <w:i/>
        </w:rPr>
        <w:t>к</w:t>
      </w:r>
      <w:r>
        <w:rPr>
          <w:i/>
          <w:sz w:val="20"/>
        </w:rPr>
        <w:t>оличество бюллетеней цифрами и прописью</w:t>
      </w:r>
    </w:p>
    <w:p w:rsidR="001A65EB" w:rsidRDefault="001A65EB" w:rsidP="001A65EB">
      <w:pPr>
        <w:pStyle w:val="af2"/>
        <w:spacing w:after="0"/>
        <w:ind w:left="0"/>
        <w:jc w:val="both"/>
      </w:pPr>
    </w:p>
    <w:tbl>
      <w:tblPr>
        <w:tblW w:w="10175" w:type="dxa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18"/>
        <w:gridCol w:w="4536"/>
        <w:gridCol w:w="1508"/>
        <w:gridCol w:w="2713"/>
      </w:tblGrid>
      <w:tr w:rsidR="001A65EB" w:rsidTr="001A65EB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7"/>
              <w:spacing w:before="120" w:after="120"/>
              <w:ind w:left="34" w:firstLine="0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9A409E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МП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31"/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Представитель полиграфической организации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23"/>
              <w:keepNext w:val="0"/>
              <w:widowControl/>
              <w:spacing w:line="240" w:lineRule="auto"/>
              <w:ind w:left="34"/>
              <w:jc w:val="left"/>
              <w:outlineLvl w:val="1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pStyle w:val="23"/>
              <w:keepNext w:val="0"/>
              <w:widowControl/>
              <w:spacing w:line="240" w:lineRule="auto"/>
              <w:ind w:left="34"/>
              <w:outlineLvl w:val="1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__________</w:t>
            </w:r>
            <w:r w:rsidRPr="009A409E">
              <w:rPr>
                <w:sz w:val="24"/>
                <w:szCs w:val="24"/>
              </w:rPr>
              <w:br/>
              <w:t>(подпись)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_________________</w:t>
            </w: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(инициалы, фамилия)</w:t>
            </w:r>
          </w:p>
        </w:tc>
      </w:tr>
      <w:tr w:rsidR="001A65EB" w:rsidTr="001A65E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4"/>
              <w:keepNext w:val="0"/>
              <w:widowControl/>
              <w:ind w:left="34"/>
              <w:jc w:val="center"/>
              <w:outlineLvl w:val="1"/>
              <w:rPr>
                <w:sz w:val="24"/>
                <w:u w:val="none"/>
              </w:rPr>
            </w:pPr>
            <w:r w:rsidRPr="009A409E">
              <w:rPr>
                <w:sz w:val="24"/>
                <w:u w:val="none"/>
              </w:rPr>
              <w:t>МП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 xml:space="preserve">Член территориальной избирательной комиссии Кишертского муниципального </w:t>
            </w:r>
            <w:r w:rsidR="00E30CCF">
              <w:rPr>
                <w:sz w:val="24"/>
                <w:szCs w:val="24"/>
              </w:rPr>
              <w:t>округа</w:t>
            </w:r>
            <w:r w:rsidRPr="009A409E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1508" w:type="dxa"/>
            <w:tcBorders>
              <w:top w:val="nil"/>
              <w:left w:val="nil"/>
              <w:right w:val="nil"/>
            </w:tcBorders>
          </w:tcPr>
          <w:p w:rsidR="001A65EB" w:rsidRDefault="001A65EB" w:rsidP="001A65EB">
            <w:pPr>
              <w:ind w:left="34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</w:t>
            </w:r>
          </w:p>
          <w:p w:rsidR="001A65EB" w:rsidRPr="009A409E" w:rsidRDefault="001A65EB" w:rsidP="001A65EB">
            <w:pPr>
              <w:ind w:left="34"/>
              <w:jc w:val="center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(подпись)</w:t>
            </w:r>
          </w:p>
        </w:tc>
        <w:tc>
          <w:tcPr>
            <w:tcW w:w="2713" w:type="dxa"/>
            <w:tcBorders>
              <w:top w:val="nil"/>
              <w:left w:val="nil"/>
              <w:right w:val="nil"/>
            </w:tcBorders>
          </w:tcPr>
          <w:p w:rsidR="001A65EB" w:rsidRDefault="001A65EB" w:rsidP="001A65EB">
            <w:pPr>
              <w:ind w:left="34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_________________</w:t>
            </w: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(инициалы, фамилия)</w:t>
            </w:r>
          </w:p>
        </w:tc>
      </w:tr>
      <w:tr w:rsidR="001A65EB" w:rsidTr="001A65E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4"/>
              <w:keepNext w:val="0"/>
              <w:widowControl/>
              <w:jc w:val="center"/>
              <w:outlineLvl w:val="1"/>
              <w:rPr>
                <w:sz w:val="24"/>
                <w:u w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 xml:space="preserve">Член территориальной избирательной комиссии Кишертского муниципального </w:t>
            </w:r>
            <w:r w:rsidR="00E30CCF">
              <w:rPr>
                <w:sz w:val="24"/>
                <w:szCs w:val="24"/>
              </w:rPr>
              <w:t>округа</w:t>
            </w:r>
            <w:r w:rsidRPr="009A409E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1508" w:type="dxa"/>
            <w:tcBorders>
              <w:top w:val="nil"/>
              <w:left w:val="nil"/>
              <w:right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</w:t>
            </w:r>
          </w:p>
          <w:p w:rsidR="001A65EB" w:rsidRPr="009A409E" w:rsidRDefault="001A65EB" w:rsidP="001A65EB">
            <w:pPr>
              <w:jc w:val="center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(подпись)</w:t>
            </w:r>
          </w:p>
        </w:tc>
        <w:tc>
          <w:tcPr>
            <w:tcW w:w="2713" w:type="dxa"/>
            <w:tcBorders>
              <w:top w:val="nil"/>
              <w:left w:val="nil"/>
              <w:right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_________________</w:t>
            </w: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(инициалы, фамилия)</w:t>
            </w:r>
          </w:p>
        </w:tc>
      </w:tr>
      <w:tr w:rsidR="001A65EB" w:rsidTr="001A65E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23"/>
              <w:keepNext w:val="0"/>
              <w:widowControl/>
              <w:spacing w:line="240" w:lineRule="auto"/>
              <w:outlineLvl w:val="1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Подписи лиц, присутствующих при передаче избирательных бюллетеней</w:t>
            </w: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</w:t>
            </w:r>
          </w:p>
          <w:p w:rsidR="001A65EB" w:rsidRPr="009A409E" w:rsidRDefault="001A65EB" w:rsidP="001A65EB">
            <w:pPr>
              <w:jc w:val="center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(подпись)</w:t>
            </w:r>
          </w:p>
        </w:tc>
        <w:tc>
          <w:tcPr>
            <w:tcW w:w="2713" w:type="dxa"/>
            <w:tcBorders>
              <w:top w:val="nil"/>
              <w:bottom w:val="nil"/>
              <w:right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_________________</w:t>
            </w: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(инициалы, фамилия)</w:t>
            </w:r>
          </w:p>
        </w:tc>
      </w:tr>
    </w:tbl>
    <w:p w:rsidR="001A65EB" w:rsidRDefault="001A65EB" w:rsidP="001A65EB">
      <w:pPr>
        <w:pStyle w:val="ConsPlusNormal"/>
        <w:widowControl/>
        <w:ind w:left="6171" w:firstLine="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br w:type="page"/>
      </w:r>
    </w:p>
    <w:p w:rsidR="004F5F51" w:rsidRPr="00335C9E" w:rsidRDefault="004F5F51" w:rsidP="004F5F51">
      <w:pPr>
        <w:pStyle w:val="ConsPlusNormal"/>
        <w:widowControl/>
        <w:ind w:left="453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4F5F51" w:rsidRDefault="004F5F51" w:rsidP="004F5F51">
      <w:pPr>
        <w:pStyle w:val="ConsPlusNormal"/>
        <w:widowControl/>
        <w:ind w:left="4536" w:firstLine="0"/>
        <w:rPr>
          <w:rFonts w:ascii="Times New Roman" w:hAnsi="Times New Roman" w:cs="Times New Roman"/>
          <w:szCs w:val="28"/>
        </w:rPr>
      </w:pPr>
      <w:r w:rsidRPr="00335C9E">
        <w:rPr>
          <w:rFonts w:ascii="Times New Roman" w:hAnsi="Times New Roman" w:cs="Times New Roman"/>
        </w:rPr>
        <w:t xml:space="preserve">к Порядку </w:t>
      </w:r>
      <w:r>
        <w:rPr>
          <w:rFonts w:ascii="Times New Roman" w:hAnsi="Times New Roman" w:cs="Times New Roman"/>
        </w:rPr>
        <w:t xml:space="preserve">осуществления </w:t>
      </w:r>
      <w:r w:rsidRPr="00335C9E">
        <w:rPr>
          <w:rFonts w:ascii="Times New Roman" w:hAnsi="Times New Roman" w:cs="Times New Roman"/>
        </w:rPr>
        <w:t>контроля</w:t>
      </w:r>
      <w:r>
        <w:rPr>
          <w:rFonts w:ascii="Times New Roman" w:hAnsi="Times New Roman" w:cs="Times New Roman"/>
        </w:rPr>
        <w:t xml:space="preserve"> </w:t>
      </w:r>
      <w:r w:rsidRPr="00335C9E">
        <w:rPr>
          <w:rFonts w:ascii="Times New Roman" w:hAnsi="Times New Roman" w:cs="Times New Roman"/>
        </w:rPr>
        <w:t xml:space="preserve">за </w:t>
      </w:r>
      <w:r w:rsidRPr="009A409E">
        <w:rPr>
          <w:rFonts w:ascii="Times New Roman" w:hAnsi="Times New Roman" w:cs="Times New Roman"/>
        </w:rPr>
        <w:t xml:space="preserve">изготовлением избирательных бюллетеней для голосования </w:t>
      </w:r>
      <w:r w:rsidRPr="009A409E">
        <w:rPr>
          <w:rFonts w:ascii="Times New Roman" w:hAnsi="Times New Roman" w:cs="Times New Roman"/>
          <w:bCs/>
        </w:rPr>
        <w:t xml:space="preserve">на </w:t>
      </w:r>
      <w:r>
        <w:rPr>
          <w:rFonts w:ascii="Times New Roman" w:hAnsi="Times New Roman" w:cs="Times New Roman"/>
          <w:bCs/>
        </w:rPr>
        <w:t xml:space="preserve">дополнительных </w:t>
      </w:r>
      <w:r w:rsidRPr="009A409E">
        <w:rPr>
          <w:rFonts w:ascii="Times New Roman" w:hAnsi="Times New Roman" w:cs="Times New Roman"/>
        </w:rPr>
        <w:t xml:space="preserve">выборах депутатов </w:t>
      </w:r>
      <w:r>
        <w:rPr>
          <w:rFonts w:ascii="Times New Roman" w:hAnsi="Times New Roman" w:cs="Times New Roman"/>
          <w:szCs w:val="28"/>
        </w:rPr>
        <w:t>Думы</w:t>
      </w:r>
      <w:r w:rsidRPr="009A409E">
        <w:rPr>
          <w:rFonts w:ascii="Times New Roman" w:hAnsi="Times New Roman" w:cs="Times New Roman"/>
          <w:szCs w:val="28"/>
        </w:rPr>
        <w:t xml:space="preserve"> Кишертского муниципального </w:t>
      </w:r>
      <w:r>
        <w:rPr>
          <w:rFonts w:ascii="Times New Roman" w:hAnsi="Times New Roman" w:cs="Times New Roman"/>
          <w:szCs w:val="28"/>
        </w:rPr>
        <w:t>округа Пермского края по пятимандатному избирательному округу № 3 по трем незамещенным мандатам</w:t>
      </w:r>
    </w:p>
    <w:p w:rsidR="001A65EB" w:rsidRDefault="001A65EB" w:rsidP="004F5F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</w:rPr>
      </w:pPr>
    </w:p>
    <w:p w:rsidR="004F5F51" w:rsidRDefault="004F5F51" w:rsidP="004F5F51">
      <w:pPr>
        <w:pStyle w:val="a5"/>
        <w:tabs>
          <w:tab w:val="left" w:pos="10260"/>
        </w:tabs>
        <w:spacing w:line="24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Дополнительные выборы </w:t>
      </w:r>
    </w:p>
    <w:p w:rsidR="004F5F51" w:rsidRPr="004F5F51" w:rsidRDefault="004F5F51" w:rsidP="004F5F51">
      <w:pPr>
        <w:pStyle w:val="a5"/>
        <w:tabs>
          <w:tab w:val="left" w:pos="10260"/>
        </w:tabs>
        <w:spacing w:line="240" w:lineRule="auto"/>
        <w:jc w:val="center"/>
        <w:rPr>
          <w:b/>
          <w:bCs/>
          <w:sz w:val="24"/>
        </w:rPr>
      </w:pPr>
      <w:r>
        <w:rPr>
          <w:b/>
          <w:bCs/>
          <w:sz w:val="24"/>
        </w:rPr>
        <w:t>депутатов Думы Кишертского муниципального округа Пермского края по пятимандатному избирательному округу № 3 по трем незамещенным мандатам</w:t>
      </w:r>
    </w:p>
    <w:p w:rsidR="004F5F51" w:rsidRPr="004F5F51" w:rsidRDefault="004F5F51" w:rsidP="004F5F51">
      <w:pPr>
        <w:jc w:val="center"/>
        <w:rPr>
          <w:b/>
          <w:bCs/>
          <w:sz w:val="24"/>
        </w:rPr>
      </w:pPr>
      <w:r w:rsidRPr="004F5F51">
        <w:rPr>
          <w:b/>
          <w:bCs/>
          <w:sz w:val="24"/>
        </w:rPr>
        <w:t>19 сентября 2021 года</w:t>
      </w:r>
    </w:p>
    <w:p w:rsidR="00E30CCF" w:rsidRPr="003D6734" w:rsidRDefault="00E30CCF" w:rsidP="004F5F51">
      <w:pPr>
        <w:pStyle w:val="23"/>
        <w:widowControl/>
        <w:jc w:val="left"/>
        <w:outlineLvl w:val="1"/>
        <w:rPr>
          <w:b/>
          <w:sz w:val="24"/>
          <w:szCs w:val="24"/>
        </w:rPr>
      </w:pPr>
    </w:p>
    <w:p w:rsidR="00E30CCF" w:rsidRPr="004F5F51" w:rsidRDefault="00E30CCF" w:rsidP="00E30CCF">
      <w:pPr>
        <w:jc w:val="center"/>
        <w:rPr>
          <w:b/>
          <w:sz w:val="24"/>
        </w:rPr>
      </w:pPr>
      <w:r w:rsidRPr="004F5F51">
        <w:rPr>
          <w:b/>
          <w:sz w:val="24"/>
        </w:rPr>
        <w:t>АКТ</w:t>
      </w:r>
    </w:p>
    <w:p w:rsidR="004F5F51" w:rsidRDefault="001A65EB" w:rsidP="001A65EB">
      <w:pPr>
        <w:jc w:val="center"/>
        <w:rPr>
          <w:b/>
          <w:bCs/>
          <w:sz w:val="24"/>
        </w:rPr>
      </w:pPr>
      <w:r w:rsidRPr="004F5F51">
        <w:rPr>
          <w:b/>
          <w:bCs/>
          <w:sz w:val="24"/>
        </w:rPr>
        <w:t xml:space="preserve">об уничтожении отбракованных </w:t>
      </w:r>
      <w:r w:rsidRPr="004F5F51">
        <w:rPr>
          <w:b/>
          <w:sz w:val="24"/>
          <w:szCs w:val="28"/>
        </w:rPr>
        <w:t xml:space="preserve">избирательных бюллетеней для голосования на </w:t>
      </w:r>
      <w:r w:rsidR="004F5F51" w:rsidRPr="004F5F51">
        <w:rPr>
          <w:b/>
          <w:sz w:val="24"/>
          <w:szCs w:val="28"/>
        </w:rPr>
        <w:t xml:space="preserve">дополнительных </w:t>
      </w:r>
      <w:r w:rsidRPr="004F5F51">
        <w:rPr>
          <w:b/>
          <w:sz w:val="24"/>
          <w:szCs w:val="28"/>
        </w:rPr>
        <w:t xml:space="preserve">выборах </w:t>
      </w:r>
      <w:r w:rsidRPr="004F5F51">
        <w:rPr>
          <w:b/>
          <w:bCs/>
          <w:sz w:val="24"/>
          <w:szCs w:val="28"/>
        </w:rPr>
        <w:t xml:space="preserve">депутатов </w:t>
      </w:r>
      <w:r w:rsidR="00E30CCF" w:rsidRPr="004F5F51">
        <w:rPr>
          <w:b/>
          <w:bCs/>
          <w:sz w:val="24"/>
          <w:szCs w:val="28"/>
        </w:rPr>
        <w:t>Думы</w:t>
      </w:r>
      <w:r w:rsidRPr="004F5F51">
        <w:rPr>
          <w:b/>
          <w:bCs/>
          <w:sz w:val="24"/>
          <w:szCs w:val="28"/>
        </w:rPr>
        <w:t xml:space="preserve"> Кишертского муниципального </w:t>
      </w:r>
      <w:r w:rsidR="00E30CCF" w:rsidRPr="004F5F51">
        <w:rPr>
          <w:b/>
          <w:bCs/>
          <w:sz w:val="24"/>
          <w:szCs w:val="28"/>
        </w:rPr>
        <w:t>округа</w:t>
      </w:r>
      <w:r w:rsidR="004F5F51" w:rsidRPr="004F5F51">
        <w:rPr>
          <w:b/>
          <w:bCs/>
          <w:sz w:val="24"/>
        </w:rPr>
        <w:t xml:space="preserve"> Пермского края по пятимандатному избирательному округу № 3 </w:t>
      </w:r>
    </w:p>
    <w:p w:rsidR="001A65EB" w:rsidRPr="004F5F51" w:rsidRDefault="004F5F51" w:rsidP="001A65EB">
      <w:pPr>
        <w:jc w:val="center"/>
        <w:rPr>
          <w:b/>
          <w:sz w:val="24"/>
          <w:szCs w:val="28"/>
        </w:rPr>
      </w:pPr>
      <w:r w:rsidRPr="004F5F51">
        <w:rPr>
          <w:b/>
          <w:bCs/>
          <w:sz w:val="24"/>
        </w:rPr>
        <w:t>по трем незамещенным мандатам</w:t>
      </w:r>
    </w:p>
    <w:p w:rsidR="001A65EB" w:rsidRDefault="001A65EB" w:rsidP="001A65E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0"/>
        <w:gridCol w:w="4841"/>
      </w:tblGrid>
      <w:tr w:rsidR="001A65EB" w:rsidRPr="008F7DC8" w:rsidTr="001A65EB">
        <w:tc>
          <w:tcPr>
            <w:tcW w:w="4730" w:type="dxa"/>
          </w:tcPr>
          <w:p w:rsidR="001A65EB" w:rsidRPr="008F7DC8" w:rsidRDefault="001A65EB" w:rsidP="001A65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8F7DC8">
              <w:rPr>
                <w:rFonts w:ascii="Times New Roman" w:hAnsi="Times New Roman" w:cs="Times New Roman"/>
                <w:bCs/>
                <w:i/>
                <w:sz w:val="24"/>
              </w:rPr>
              <w:t>______________________</w:t>
            </w:r>
          </w:p>
          <w:p w:rsidR="001A65EB" w:rsidRPr="008F7DC8" w:rsidRDefault="001A65EB" w:rsidP="001A65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8F7DC8">
              <w:rPr>
                <w:rFonts w:ascii="Times New Roman" w:hAnsi="Times New Roman" w:cs="Times New Roman"/>
                <w:bCs/>
                <w:i/>
              </w:rPr>
              <w:t xml:space="preserve">   место составления акта</w:t>
            </w:r>
          </w:p>
        </w:tc>
        <w:tc>
          <w:tcPr>
            <w:tcW w:w="4841" w:type="dxa"/>
          </w:tcPr>
          <w:p w:rsidR="001A65EB" w:rsidRPr="008F7DC8" w:rsidRDefault="001A65EB" w:rsidP="001A65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8F7DC8">
              <w:rPr>
                <w:rFonts w:ascii="Times New Roman" w:hAnsi="Times New Roman" w:cs="Times New Roman"/>
                <w:i/>
                <w:iCs/>
                <w:sz w:val="24"/>
              </w:rPr>
              <w:t>____________________________</w:t>
            </w:r>
          </w:p>
          <w:p w:rsidR="001A65EB" w:rsidRPr="008F7DC8" w:rsidRDefault="001A65EB" w:rsidP="001A65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DC8">
              <w:rPr>
                <w:rFonts w:ascii="Times New Roman" w:hAnsi="Times New Roman" w:cs="Times New Roman"/>
                <w:i/>
                <w:iCs/>
              </w:rPr>
              <w:t xml:space="preserve">                            дата и время составления акта</w:t>
            </w:r>
          </w:p>
        </w:tc>
      </w:tr>
    </w:tbl>
    <w:p w:rsidR="001A65EB" w:rsidRDefault="001A65EB" w:rsidP="001A65EB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</w:t>
      </w:r>
    </w:p>
    <w:p w:rsidR="001A65EB" w:rsidRDefault="001A65EB" w:rsidP="001A65EB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  <w:t xml:space="preserve">Настоящим актом </w:t>
      </w:r>
      <w:r w:rsidRPr="00AA2D70">
        <w:rPr>
          <w:rFonts w:ascii="Times New Roman" w:hAnsi="Times New Roman" w:cs="Times New Roman"/>
          <w:sz w:val="24"/>
        </w:rPr>
        <w:t xml:space="preserve">подтверждается, что в процессе изготовления избирательных бюллетеней для </w:t>
      </w:r>
      <w:r w:rsidRPr="00AA2D70">
        <w:rPr>
          <w:rFonts w:ascii="Times New Roman" w:hAnsi="Times New Roman" w:cs="Times New Roman"/>
          <w:sz w:val="24"/>
          <w:szCs w:val="24"/>
        </w:rPr>
        <w:t xml:space="preserve">голосования на </w:t>
      </w:r>
      <w:r w:rsidR="004F5F51">
        <w:rPr>
          <w:rFonts w:ascii="Times New Roman" w:hAnsi="Times New Roman" w:cs="Times New Roman"/>
          <w:sz w:val="24"/>
          <w:szCs w:val="24"/>
        </w:rPr>
        <w:t xml:space="preserve">дополнительных </w:t>
      </w:r>
      <w:r w:rsidRPr="00FD4234">
        <w:rPr>
          <w:rFonts w:ascii="Times New Roman" w:hAnsi="Times New Roman" w:cs="Times New Roman"/>
          <w:sz w:val="24"/>
          <w:szCs w:val="24"/>
        </w:rPr>
        <w:t xml:space="preserve">выборах </w:t>
      </w:r>
      <w:r w:rsidRPr="00FD4234">
        <w:rPr>
          <w:rFonts w:ascii="Times New Roman" w:hAnsi="Times New Roman" w:cs="Times New Roman"/>
          <w:bCs/>
          <w:sz w:val="24"/>
          <w:szCs w:val="24"/>
        </w:rPr>
        <w:t xml:space="preserve">депутатов </w:t>
      </w:r>
      <w:r w:rsidR="00E30CCF">
        <w:rPr>
          <w:rFonts w:ascii="Times New Roman" w:hAnsi="Times New Roman" w:cs="Times New Roman"/>
          <w:bCs/>
          <w:sz w:val="24"/>
          <w:szCs w:val="24"/>
        </w:rPr>
        <w:t xml:space="preserve">Думы </w:t>
      </w:r>
      <w:r>
        <w:rPr>
          <w:rFonts w:ascii="Times New Roman" w:hAnsi="Times New Roman" w:cs="Times New Roman"/>
          <w:bCs/>
          <w:sz w:val="24"/>
          <w:szCs w:val="24"/>
        </w:rPr>
        <w:t>Кишертского</w:t>
      </w:r>
      <w:r w:rsidRPr="00FD4234">
        <w:rPr>
          <w:rFonts w:ascii="Times New Roman" w:hAnsi="Times New Roman" w:cs="Times New Roman"/>
          <w:bCs/>
          <w:sz w:val="24"/>
          <w:szCs w:val="24"/>
        </w:rPr>
        <w:t xml:space="preserve"> муниципального </w:t>
      </w:r>
      <w:r w:rsidR="00E30CCF">
        <w:rPr>
          <w:rFonts w:ascii="Times New Roman" w:hAnsi="Times New Roman" w:cs="Times New Roman"/>
          <w:bCs/>
          <w:sz w:val="24"/>
          <w:szCs w:val="24"/>
        </w:rPr>
        <w:t>округа</w:t>
      </w:r>
      <w:r w:rsidR="004F5F51">
        <w:rPr>
          <w:rFonts w:ascii="Times New Roman" w:hAnsi="Times New Roman" w:cs="Times New Roman"/>
          <w:bCs/>
          <w:sz w:val="24"/>
          <w:szCs w:val="24"/>
        </w:rPr>
        <w:t xml:space="preserve"> Пермского края по пятимандатному избирательному округу № 3 по трем незамещенным мандатам</w:t>
      </w:r>
      <w:r w:rsidRPr="00FD423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A65EB" w:rsidRDefault="001A65EB" w:rsidP="001A65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</w:rPr>
      </w:pPr>
      <w:r w:rsidRPr="00AA2D7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A65EB" w:rsidRPr="00883001" w:rsidRDefault="001A65EB" w:rsidP="001A65EB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iCs/>
        </w:rPr>
      </w:pPr>
      <w:r w:rsidRPr="00883001">
        <w:rPr>
          <w:rFonts w:ascii="Times New Roman" w:hAnsi="Times New Roman" w:cs="Times New Roman"/>
          <w:i/>
          <w:iCs/>
        </w:rPr>
        <w:t>(наименование полиграфической организации)</w:t>
      </w:r>
    </w:p>
    <w:p w:rsidR="001A65EB" w:rsidRDefault="001A65EB" w:rsidP="001A65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выявлено </w:t>
      </w:r>
    </w:p>
    <w:p w:rsidR="001A65EB" w:rsidRDefault="001A65EB" w:rsidP="001A65EB">
      <w:pPr>
        <w:pStyle w:val="ConsPlusNormal"/>
        <w:widowControl/>
        <w:tabs>
          <w:tab w:val="center" w:pos="4960"/>
          <w:tab w:val="right" w:pos="9921"/>
        </w:tabs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 бракованных избирательных бюллетеней</w:t>
      </w:r>
    </w:p>
    <w:p w:rsidR="001A65EB" w:rsidRDefault="001A65EB" w:rsidP="001A65EB">
      <w:pPr>
        <w:pStyle w:val="ConsPlusNormal"/>
        <w:widowControl/>
        <w:tabs>
          <w:tab w:val="center" w:pos="4960"/>
          <w:tab w:val="right" w:pos="9921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    </w:t>
      </w:r>
      <w:r w:rsidRPr="00883001">
        <w:rPr>
          <w:rFonts w:ascii="Times New Roman" w:hAnsi="Times New Roman" w:cs="Times New Roman"/>
          <w:i/>
          <w:iCs/>
        </w:rPr>
        <w:t>( количество бракованных бюллетеней цифрами и прописью</w:t>
      </w:r>
      <w:r w:rsidRPr="00883001">
        <w:rPr>
          <w:rFonts w:ascii="Times New Roman" w:hAnsi="Times New Roman" w:cs="Times New Roman"/>
        </w:rPr>
        <w:t>)</w:t>
      </w:r>
    </w:p>
    <w:p w:rsidR="001A65EB" w:rsidRPr="00883001" w:rsidRDefault="001A65EB" w:rsidP="001A65EB">
      <w:pPr>
        <w:pStyle w:val="ConsPlusNormal"/>
        <w:widowControl/>
        <w:tabs>
          <w:tab w:val="center" w:pos="4960"/>
          <w:tab w:val="right" w:pos="9921"/>
        </w:tabs>
        <w:ind w:firstLine="0"/>
        <w:rPr>
          <w:rFonts w:ascii="Times New Roman" w:hAnsi="Times New Roman" w:cs="Times New Roman"/>
        </w:rPr>
      </w:pPr>
    </w:p>
    <w:p w:rsidR="001A65EB" w:rsidRDefault="001A65EB" w:rsidP="001A65EB">
      <w:pPr>
        <w:pStyle w:val="ConsPlusNormal"/>
        <w:widowControl/>
        <w:tabs>
          <w:tab w:val="center" w:pos="4960"/>
          <w:tab w:val="right" w:pos="9921"/>
        </w:tabs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которые были уничтожены в присутствии членов территориальной избирательной комиссии Кишертского муниципального </w:t>
      </w:r>
      <w:r w:rsidR="00E30CCF">
        <w:rPr>
          <w:rFonts w:ascii="Times New Roman" w:hAnsi="Times New Roman" w:cs="Times New Roman"/>
          <w:sz w:val="24"/>
        </w:rPr>
        <w:t>округа</w:t>
      </w:r>
      <w:r>
        <w:rPr>
          <w:rFonts w:ascii="Times New Roman" w:hAnsi="Times New Roman" w:cs="Times New Roman"/>
          <w:sz w:val="24"/>
        </w:rPr>
        <w:t xml:space="preserve"> с правом решающего голоса и представителя полиграфической организации _____________________________________</w:t>
      </w:r>
    </w:p>
    <w:p w:rsidR="001A65EB" w:rsidRDefault="001A65EB" w:rsidP="001A65EB">
      <w:pPr>
        <w:pStyle w:val="ConsPlusNormal"/>
        <w:widowControl/>
        <w:tabs>
          <w:tab w:val="center" w:pos="4960"/>
          <w:tab w:val="right" w:pos="9921"/>
        </w:tabs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_____________________________________________________________________________.</w:t>
      </w:r>
    </w:p>
    <w:p w:rsidR="001A65EB" w:rsidRPr="00883001" w:rsidRDefault="001A65EB" w:rsidP="001A65EB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883001">
        <w:rPr>
          <w:rFonts w:ascii="Times New Roman" w:hAnsi="Times New Roman" w:cs="Times New Roman"/>
          <w:i/>
          <w:iCs/>
        </w:rPr>
        <w:t>(наименование полиграфической организации)</w:t>
      </w:r>
    </w:p>
    <w:p w:rsidR="001A65EB" w:rsidRDefault="001A65EB" w:rsidP="001A65EB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</w:rPr>
      </w:pPr>
    </w:p>
    <w:tbl>
      <w:tblPr>
        <w:tblW w:w="10175" w:type="dxa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18"/>
        <w:gridCol w:w="4536"/>
        <w:gridCol w:w="1508"/>
        <w:gridCol w:w="2713"/>
      </w:tblGrid>
      <w:tr w:rsidR="001A65EB" w:rsidTr="001A65EB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7"/>
              <w:spacing w:before="120" w:after="120"/>
              <w:ind w:left="34" w:firstLine="0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9A409E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МП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31"/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Представитель полиграфической организации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23"/>
              <w:keepNext w:val="0"/>
              <w:widowControl/>
              <w:spacing w:line="240" w:lineRule="auto"/>
              <w:ind w:left="34"/>
              <w:jc w:val="left"/>
              <w:outlineLvl w:val="1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pStyle w:val="23"/>
              <w:keepNext w:val="0"/>
              <w:widowControl/>
              <w:spacing w:line="240" w:lineRule="auto"/>
              <w:ind w:left="34"/>
              <w:outlineLvl w:val="1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__________</w:t>
            </w:r>
            <w:r w:rsidRPr="009A409E">
              <w:rPr>
                <w:sz w:val="24"/>
                <w:szCs w:val="24"/>
              </w:rPr>
              <w:br/>
              <w:t>(подпись)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_________________</w:t>
            </w: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(инициалы, фамилия)</w:t>
            </w:r>
          </w:p>
        </w:tc>
      </w:tr>
      <w:tr w:rsidR="001A65EB" w:rsidTr="001A65E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4"/>
              <w:keepNext w:val="0"/>
              <w:widowControl/>
              <w:ind w:left="34"/>
              <w:jc w:val="center"/>
              <w:outlineLvl w:val="1"/>
              <w:rPr>
                <w:sz w:val="24"/>
                <w:u w:val="none"/>
              </w:rPr>
            </w:pPr>
            <w:r w:rsidRPr="009A409E">
              <w:rPr>
                <w:sz w:val="24"/>
                <w:u w:val="none"/>
              </w:rPr>
              <w:t>МП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 xml:space="preserve">Член территориальной избирательной комиссии Кишертского муниципального </w:t>
            </w:r>
            <w:r w:rsidR="00E30CCF">
              <w:rPr>
                <w:sz w:val="24"/>
                <w:szCs w:val="24"/>
              </w:rPr>
              <w:t>округа</w:t>
            </w:r>
            <w:r w:rsidRPr="009A409E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1508" w:type="dxa"/>
            <w:tcBorders>
              <w:top w:val="nil"/>
              <w:left w:val="nil"/>
              <w:right w:val="nil"/>
            </w:tcBorders>
          </w:tcPr>
          <w:p w:rsidR="001A65EB" w:rsidRDefault="001A65EB" w:rsidP="001A65EB">
            <w:pPr>
              <w:ind w:left="34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</w:t>
            </w:r>
          </w:p>
          <w:p w:rsidR="001A65EB" w:rsidRPr="009A409E" w:rsidRDefault="001A65EB" w:rsidP="001A65EB">
            <w:pPr>
              <w:ind w:left="34"/>
              <w:jc w:val="center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(подпись)</w:t>
            </w:r>
          </w:p>
        </w:tc>
        <w:tc>
          <w:tcPr>
            <w:tcW w:w="2713" w:type="dxa"/>
            <w:tcBorders>
              <w:top w:val="nil"/>
              <w:left w:val="nil"/>
              <w:right w:val="nil"/>
            </w:tcBorders>
          </w:tcPr>
          <w:p w:rsidR="001A65EB" w:rsidRDefault="001A65EB" w:rsidP="001A65EB">
            <w:pPr>
              <w:ind w:left="34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_________________</w:t>
            </w: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(инициалы, фамилия)</w:t>
            </w:r>
          </w:p>
        </w:tc>
      </w:tr>
      <w:tr w:rsidR="001A65EB" w:rsidTr="001A65E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4"/>
              <w:keepNext w:val="0"/>
              <w:widowControl/>
              <w:jc w:val="center"/>
              <w:outlineLvl w:val="1"/>
              <w:rPr>
                <w:sz w:val="24"/>
                <w:u w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 xml:space="preserve">Член территориальной избирательной комиссии Кишертского муниципального </w:t>
            </w:r>
            <w:r w:rsidR="00E30CCF">
              <w:rPr>
                <w:sz w:val="24"/>
                <w:szCs w:val="24"/>
              </w:rPr>
              <w:t>округа</w:t>
            </w:r>
            <w:r w:rsidRPr="009A409E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1508" w:type="dxa"/>
            <w:tcBorders>
              <w:top w:val="nil"/>
              <w:left w:val="nil"/>
              <w:right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</w:t>
            </w:r>
          </w:p>
          <w:p w:rsidR="001A65EB" w:rsidRPr="009A409E" w:rsidRDefault="001A65EB" w:rsidP="001A65EB">
            <w:pPr>
              <w:jc w:val="center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(подпись)</w:t>
            </w:r>
          </w:p>
        </w:tc>
        <w:tc>
          <w:tcPr>
            <w:tcW w:w="2713" w:type="dxa"/>
            <w:tcBorders>
              <w:top w:val="nil"/>
              <w:left w:val="nil"/>
              <w:right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_________________</w:t>
            </w: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(инициалы, фамилия)</w:t>
            </w:r>
          </w:p>
        </w:tc>
      </w:tr>
      <w:tr w:rsidR="001A65EB" w:rsidTr="001A65E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23"/>
              <w:keepNext w:val="0"/>
              <w:widowControl/>
              <w:spacing w:line="240" w:lineRule="auto"/>
              <w:outlineLvl w:val="1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Подписи лиц, присутствующих при передаче избирательных бюллетеней</w:t>
            </w: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</w:t>
            </w:r>
          </w:p>
          <w:p w:rsidR="001A65EB" w:rsidRPr="009A409E" w:rsidRDefault="001A65EB" w:rsidP="001A65EB">
            <w:pPr>
              <w:jc w:val="center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(подпись)</w:t>
            </w:r>
          </w:p>
        </w:tc>
        <w:tc>
          <w:tcPr>
            <w:tcW w:w="2713" w:type="dxa"/>
            <w:tcBorders>
              <w:top w:val="nil"/>
              <w:bottom w:val="nil"/>
              <w:right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_________________</w:t>
            </w: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(инициалы, фамилия)</w:t>
            </w:r>
          </w:p>
        </w:tc>
      </w:tr>
    </w:tbl>
    <w:p w:rsidR="001A65EB" w:rsidRDefault="001A65EB" w:rsidP="001A65EB">
      <w:pPr>
        <w:pStyle w:val="ConsPlusNormal"/>
        <w:widowControl/>
        <w:ind w:left="6171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F5F51" w:rsidRPr="00335C9E" w:rsidRDefault="004F5F51" w:rsidP="004F5F51">
      <w:pPr>
        <w:pStyle w:val="ConsPlusNormal"/>
        <w:widowControl/>
        <w:ind w:left="453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</w:t>
      </w:r>
    </w:p>
    <w:p w:rsidR="004F5F51" w:rsidRDefault="004F5F51" w:rsidP="004F5F51">
      <w:pPr>
        <w:pStyle w:val="ConsPlusNormal"/>
        <w:widowControl/>
        <w:ind w:left="4536" w:firstLine="0"/>
        <w:rPr>
          <w:rFonts w:ascii="Times New Roman" w:hAnsi="Times New Roman" w:cs="Times New Roman"/>
          <w:szCs w:val="28"/>
        </w:rPr>
      </w:pPr>
      <w:r w:rsidRPr="00335C9E">
        <w:rPr>
          <w:rFonts w:ascii="Times New Roman" w:hAnsi="Times New Roman" w:cs="Times New Roman"/>
        </w:rPr>
        <w:t xml:space="preserve">к Порядку </w:t>
      </w:r>
      <w:r>
        <w:rPr>
          <w:rFonts w:ascii="Times New Roman" w:hAnsi="Times New Roman" w:cs="Times New Roman"/>
        </w:rPr>
        <w:t xml:space="preserve">осуществления </w:t>
      </w:r>
      <w:r w:rsidRPr="00335C9E">
        <w:rPr>
          <w:rFonts w:ascii="Times New Roman" w:hAnsi="Times New Roman" w:cs="Times New Roman"/>
        </w:rPr>
        <w:t>контроля</w:t>
      </w:r>
      <w:r>
        <w:rPr>
          <w:rFonts w:ascii="Times New Roman" w:hAnsi="Times New Roman" w:cs="Times New Roman"/>
        </w:rPr>
        <w:t xml:space="preserve"> </w:t>
      </w:r>
      <w:r w:rsidRPr="00335C9E">
        <w:rPr>
          <w:rFonts w:ascii="Times New Roman" w:hAnsi="Times New Roman" w:cs="Times New Roman"/>
        </w:rPr>
        <w:t xml:space="preserve">за </w:t>
      </w:r>
      <w:r w:rsidRPr="009A409E">
        <w:rPr>
          <w:rFonts w:ascii="Times New Roman" w:hAnsi="Times New Roman" w:cs="Times New Roman"/>
        </w:rPr>
        <w:t xml:space="preserve">изготовлением избирательных бюллетеней для голосования </w:t>
      </w:r>
      <w:r w:rsidRPr="009A409E">
        <w:rPr>
          <w:rFonts w:ascii="Times New Roman" w:hAnsi="Times New Roman" w:cs="Times New Roman"/>
          <w:bCs/>
        </w:rPr>
        <w:t xml:space="preserve">на </w:t>
      </w:r>
      <w:r>
        <w:rPr>
          <w:rFonts w:ascii="Times New Roman" w:hAnsi="Times New Roman" w:cs="Times New Roman"/>
          <w:bCs/>
        </w:rPr>
        <w:t xml:space="preserve">дополнительных </w:t>
      </w:r>
      <w:r w:rsidRPr="009A409E">
        <w:rPr>
          <w:rFonts w:ascii="Times New Roman" w:hAnsi="Times New Roman" w:cs="Times New Roman"/>
        </w:rPr>
        <w:t xml:space="preserve">выборах депутатов </w:t>
      </w:r>
      <w:r>
        <w:rPr>
          <w:rFonts w:ascii="Times New Roman" w:hAnsi="Times New Roman" w:cs="Times New Roman"/>
          <w:szCs w:val="28"/>
        </w:rPr>
        <w:t>Думы</w:t>
      </w:r>
      <w:r w:rsidRPr="009A409E">
        <w:rPr>
          <w:rFonts w:ascii="Times New Roman" w:hAnsi="Times New Roman" w:cs="Times New Roman"/>
          <w:szCs w:val="28"/>
        </w:rPr>
        <w:t xml:space="preserve"> Кишертского муниципального </w:t>
      </w:r>
      <w:r>
        <w:rPr>
          <w:rFonts w:ascii="Times New Roman" w:hAnsi="Times New Roman" w:cs="Times New Roman"/>
          <w:szCs w:val="28"/>
        </w:rPr>
        <w:t>округа Пермского края по пятимандатному избирательному округу № 3 по трем незамещенным мандатам</w:t>
      </w:r>
    </w:p>
    <w:p w:rsidR="004F5F51" w:rsidRDefault="004F5F51" w:rsidP="001A65EB">
      <w:pPr>
        <w:pStyle w:val="ConsPlusNormal"/>
        <w:widowControl/>
        <w:ind w:left="4536" w:firstLine="0"/>
        <w:jc w:val="both"/>
        <w:rPr>
          <w:rFonts w:ascii="Times New Roman" w:hAnsi="Times New Roman" w:cs="Times New Roman"/>
        </w:rPr>
      </w:pPr>
    </w:p>
    <w:p w:rsidR="004F5F51" w:rsidRPr="004F5F51" w:rsidRDefault="004F5F51" w:rsidP="004F5F51">
      <w:pPr>
        <w:pStyle w:val="a5"/>
        <w:tabs>
          <w:tab w:val="left" w:pos="10260"/>
        </w:tabs>
        <w:spacing w:line="240" w:lineRule="auto"/>
        <w:jc w:val="center"/>
        <w:rPr>
          <w:b/>
          <w:bCs/>
          <w:sz w:val="22"/>
        </w:rPr>
      </w:pPr>
      <w:r w:rsidRPr="004F5F51">
        <w:rPr>
          <w:b/>
          <w:bCs/>
          <w:sz w:val="22"/>
        </w:rPr>
        <w:t xml:space="preserve">Дополнительные выборы </w:t>
      </w:r>
    </w:p>
    <w:p w:rsidR="004F5F51" w:rsidRPr="004F5F51" w:rsidRDefault="004F5F51" w:rsidP="004F5F51">
      <w:pPr>
        <w:pStyle w:val="a5"/>
        <w:tabs>
          <w:tab w:val="left" w:pos="10260"/>
        </w:tabs>
        <w:spacing w:line="240" w:lineRule="auto"/>
        <w:jc w:val="center"/>
        <w:rPr>
          <w:b/>
          <w:bCs/>
          <w:sz w:val="22"/>
        </w:rPr>
      </w:pPr>
      <w:r w:rsidRPr="004F5F51">
        <w:rPr>
          <w:b/>
          <w:bCs/>
          <w:sz w:val="22"/>
        </w:rPr>
        <w:t>депутатов Думы Кишертского муниципального округа Пермского края по пятимандатному избирательному округу № 3 по трем незамещенным мандатам</w:t>
      </w:r>
    </w:p>
    <w:p w:rsidR="004F5F51" w:rsidRPr="004F5F51" w:rsidRDefault="004F5F51" w:rsidP="004F5F51">
      <w:pPr>
        <w:jc w:val="center"/>
        <w:rPr>
          <w:b/>
          <w:bCs/>
          <w:sz w:val="22"/>
        </w:rPr>
      </w:pPr>
      <w:r w:rsidRPr="004F5F51">
        <w:rPr>
          <w:b/>
          <w:bCs/>
          <w:sz w:val="22"/>
        </w:rPr>
        <w:t>19 сентября 2021 года</w:t>
      </w:r>
    </w:p>
    <w:p w:rsidR="001A65EB" w:rsidRDefault="001A65EB" w:rsidP="004F5F5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</w:rPr>
      </w:pPr>
    </w:p>
    <w:p w:rsidR="00E30CCF" w:rsidRPr="004F5F51" w:rsidRDefault="00E30CCF" w:rsidP="00E30CCF">
      <w:pPr>
        <w:jc w:val="center"/>
        <w:rPr>
          <w:b/>
          <w:sz w:val="24"/>
        </w:rPr>
      </w:pPr>
      <w:r w:rsidRPr="004F5F51">
        <w:rPr>
          <w:b/>
          <w:sz w:val="24"/>
        </w:rPr>
        <w:t>АКТ</w:t>
      </w:r>
    </w:p>
    <w:p w:rsidR="004F5F51" w:rsidRPr="004F5F51" w:rsidRDefault="001A65EB" w:rsidP="004F5F51">
      <w:pPr>
        <w:jc w:val="center"/>
        <w:rPr>
          <w:b/>
          <w:bCs/>
          <w:sz w:val="22"/>
        </w:rPr>
      </w:pPr>
      <w:r w:rsidRPr="004F5F51">
        <w:rPr>
          <w:b/>
          <w:bCs/>
          <w:sz w:val="22"/>
        </w:rPr>
        <w:t xml:space="preserve">об уничтожении лишних избирательных бюллетеней для голосования </w:t>
      </w:r>
      <w:r w:rsidRPr="004F5F51">
        <w:rPr>
          <w:b/>
          <w:sz w:val="22"/>
          <w:szCs w:val="24"/>
        </w:rPr>
        <w:t xml:space="preserve">на </w:t>
      </w:r>
      <w:r w:rsidR="004F5F51" w:rsidRPr="004F5F51">
        <w:rPr>
          <w:b/>
          <w:sz w:val="22"/>
          <w:szCs w:val="24"/>
        </w:rPr>
        <w:t xml:space="preserve">дополнительных </w:t>
      </w:r>
      <w:r w:rsidRPr="004F5F51">
        <w:rPr>
          <w:b/>
          <w:sz w:val="22"/>
          <w:szCs w:val="24"/>
        </w:rPr>
        <w:t xml:space="preserve">выборах </w:t>
      </w:r>
      <w:r w:rsidRPr="004F5F51">
        <w:rPr>
          <w:b/>
          <w:bCs/>
          <w:sz w:val="22"/>
          <w:szCs w:val="24"/>
        </w:rPr>
        <w:t xml:space="preserve">депутатов </w:t>
      </w:r>
      <w:r w:rsidR="00E30CCF" w:rsidRPr="004F5F51">
        <w:rPr>
          <w:b/>
          <w:bCs/>
          <w:sz w:val="22"/>
          <w:szCs w:val="24"/>
        </w:rPr>
        <w:t>Думы</w:t>
      </w:r>
      <w:r w:rsidRPr="004F5F51">
        <w:rPr>
          <w:b/>
          <w:bCs/>
          <w:sz w:val="22"/>
          <w:szCs w:val="24"/>
        </w:rPr>
        <w:t xml:space="preserve">  Кишертского муниципального </w:t>
      </w:r>
      <w:r w:rsidR="00E30CCF" w:rsidRPr="004F5F51">
        <w:rPr>
          <w:b/>
          <w:bCs/>
          <w:sz w:val="22"/>
          <w:szCs w:val="24"/>
        </w:rPr>
        <w:t>округа</w:t>
      </w:r>
      <w:r w:rsidRPr="004F5F51">
        <w:rPr>
          <w:b/>
          <w:bCs/>
          <w:sz w:val="22"/>
          <w:szCs w:val="24"/>
        </w:rPr>
        <w:t xml:space="preserve">  </w:t>
      </w:r>
      <w:r w:rsidR="004F5F51" w:rsidRPr="004F5F51">
        <w:rPr>
          <w:b/>
          <w:bCs/>
          <w:sz w:val="22"/>
        </w:rPr>
        <w:t xml:space="preserve">Пермского края по пятимандатному избирательному округу № 3 </w:t>
      </w:r>
    </w:p>
    <w:p w:rsidR="001A65EB" w:rsidRPr="004F5F51" w:rsidRDefault="004F5F51" w:rsidP="004F5F51">
      <w:pPr>
        <w:jc w:val="center"/>
        <w:rPr>
          <w:b/>
          <w:sz w:val="24"/>
          <w:szCs w:val="28"/>
        </w:rPr>
      </w:pPr>
      <w:r w:rsidRPr="004F5F51">
        <w:rPr>
          <w:b/>
          <w:bCs/>
          <w:sz w:val="22"/>
        </w:rPr>
        <w:t>по трем незамещенным мандатам</w:t>
      </w:r>
    </w:p>
    <w:p w:rsidR="001A65EB" w:rsidRDefault="001A65EB" w:rsidP="001A65EB">
      <w:pPr>
        <w:pStyle w:val="ConsPlusNormal"/>
        <w:widowControl/>
        <w:tabs>
          <w:tab w:val="center" w:pos="4960"/>
          <w:tab w:val="right" w:pos="9921"/>
        </w:tabs>
        <w:ind w:firstLine="0"/>
        <w:jc w:val="center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0"/>
        <w:gridCol w:w="4841"/>
      </w:tblGrid>
      <w:tr w:rsidR="001A65EB" w:rsidRPr="008F7DC8" w:rsidTr="001A65EB">
        <w:tc>
          <w:tcPr>
            <w:tcW w:w="5068" w:type="dxa"/>
          </w:tcPr>
          <w:p w:rsidR="001A65EB" w:rsidRPr="008F7DC8" w:rsidRDefault="001A65EB" w:rsidP="001A65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8F7DC8">
              <w:rPr>
                <w:rFonts w:ascii="Times New Roman" w:hAnsi="Times New Roman" w:cs="Times New Roman"/>
                <w:bCs/>
                <w:i/>
                <w:sz w:val="24"/>
              </w:rPr>
              <w:t>______________________</w:t>
            </w:r>
          </w:p>
          <w:p w:rsidR="001A65EB" w:rsidRPr="008F7DC8" w:rsidRDefault="001A65EB" w:rsidP="001A65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8F7DC8">
              <w:rPr>
                <w:rFonts w:ascii="Times New Roman" w:hAnsi="Times New Roman" w:cs="Times New Roman"/>
                <w:bCs/>
                <w:i/>
              </w:rPr>
              <w:t xml:space="preserve">   место составления акта</w:t>
            </w:r>
          </w:p>
        </w:tc>
        <w:tc>
          <w:tcPr>
            <w:tcW w:w="5069" w:type="dxa"/>
          </w:tcPr>
          <w:p w:rsidR="001A65EB" w:rsidRPr="008F7DC8" w:rsidRDefault="001A65EB" w:rsidP="001A65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8F7DC8">
              <w:rPr>
                <w:rFonts w:ascii="Times New Roman" w:hAnsi="Times New Roman" w:cs="Times New Roman"/>
                <w:i/>
                <w:iCs/>
                <w:sz w:val="24"/>
              </w:rPr>
              <w:t>____________________________</w:t>
            </w:r>
          </w:p>
          <w:p w:rsidR="001A65EB" w:rsidRPr="008F7DC8" w:rsidRDefault="001A65EB" w:rsidP="001A65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DC8">
              <w:rPr>
                <w:rFonts w:ascii="Times New Roman" w:hAnsi="Times New Roman" w:cs="Times New Roman"/>
                <w:i/>
                <w:iCs/>
              </w:rPr>
              <w:t xml:space="preserve">                            дата и время составления акта</w:t>
            </w:r>
          </w:p>
        </w:tc>
      </w:tr>
    </w:tbl>
    <w:p w:rsidR="001A65EB" w:rsidRDefault="001A65EB" w:rsidP="001A65EB">
      <w:pPr>
        <w:pStyle w:val="ConsPlusNormal"/>
        <w:widowControl/>
        <w:ind w:firstLine="0"/>
        <w:jc w:val="both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</w:t>
      </w:r>
    </w:p>
    <w:p w:rsidR="001A65EB" w:rsidRDefault="001A65EB" w:rsidP="001A65EB">
      <w:pPr>
        <w:pStyle w:val="ConsPlusNormal"/>
        <w:widowControl/>
        <w:ind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iCs/>
          <w:sz w:val="24"/>
        </w:rPr>
        <w:t>П</w:t>
      </w:r>
      <w:r>
        <w:rPr>
          <w:rFonts w:ascii="Times New Roman" w:hAnsi="Times New Roman" w:cs="Times New Roman"/>
          <w:sz w:val="24"/>
        </w:rPr>
        <w:t xml:space="preserve">ри передаче полиграфической организацией _____________________________________________________________________________   </w:t>
      </w:r>
    </w:p>
    <w:p w:rsidR="001A65EB" w:rsidRDefault="001A65EB" w:rsidP="001A65EB">
      <w:pPr>
        <w:pStyle w:val="ConsPlusNormal"/>
        <w:widowControl/>
        <w:ind w:firstLine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</w:t>
      </w:r>
      <w:r w:rsidRPr="00CA21F4">
        <w:rPr>
          <w:rFonts w:ascii="Times New Roman" w:hAnsi="Times New Roman" w:cs="Times New Roman"/>
          <w:i/>
          <w:iCs/>
        </w:rPr>
        <w:t>(наименование полиграфической организации)</w:t>
      </w:r>
      <w:r>
        <w:rPr>
          <w:rFonts w:ascii="Times New Roman" w:hAnsi="Times New Roman" w:cs="Times New Roman"/>
          <w:sz w:val="24"/>
        </w:rPr>
        <w:t xml:space="preserve"> </w:t>
      </w:r>
    </w:p>
    <w:p w:rsidR="001A65EB" w:rsidRDefault="001A65EB" w:rsidP="001A65EB">
      <w:pPr>
        <w:pStyle w:val="ConsPlusNormal"/>
        <w:widowControl/>
        <w:ind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членам территориальной избирательной комиссии Кишертского муниципального </w:t>
      </w:r>
      <w:r w:rsidR="00E30CCF">
        <w:rPr>
          <w:rFonts w:ascii="Times New Roman" w:hAnsi="Times New Roman" w:cs="Times New Roman"/>
          <w:sz w:val="24"/>
        </w:rPr>
        <w:t>округа</w:t>
      </w:r>
      <w:r>
        <w:rPr>
          <w:rFonts w:ascii="Times New Roman" w:hAnsi="Times New Roman" w:cs="Times New Roman"/>
          <w:sz w:val="24"/>
        </w:rPr>
        <w:t xml:space="preserve"> с правом решающего голоса _____________________________________________________________________________</w:t>
      </w:r>
    </w:p>
    <w:p w:rsidR="001A65EB" w:rsidRPr="00CA21F4" w:rsidRDefault="001A65EB" w:rsidP="001A65EB">
      <w:pPr>
        <w:pStyle w:val="ConsPlusNormal"/>
        <w:widowControl/>
        <w:spacing w:line="240" w:lineRule="exact"/>
        <w:ind w:left="705" w:firstLine="0"/>
        <w:jc w:val="center"/>
        <w:rPr>
          <w:rFonts w:ascii="Times New Roman" w:hAnsi="Times New Roman" w:cs="Times New Roman"/>
          <w:i/>
          <w:iCs/>
        </w:rPr>
      </w:pPr>
      <w:r w:rsidRPr="00CA21F4">
        <w:rPr>
          <w:rFonts w:ascii="Times New Roman" w:hAnsi="Times New Roman" w:cs="Times New Roman"/>
          <w:i/>
          <w:iCs/>
        </w:rPr>
        <w:t>(количество бюллетеней цифрами и прописью)</w:t>
      </w:r>
    </w:p>
    <w:p w:rsidR="001A65EB" w:rsidRDefault="001A65EB" w:rsidP="001A65EB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избирательных бюллетеней для голосования </w:t>
      </w:r>
      <w:r w:rsidRPr="00FD4234">
        <w:rPr>
          <w:rFonts w:ascii="Times New Roman" w:hAnsi="Times New Roman" w:cs="Times New Roman"/>
          <w:sz w:val="24"/>
        </w:rPr>
        <w:t xml:space="preserve">на </w:t>
      </w:r>
      <w:r w:rsidR="004F5F51">
        <w:rPr>
          <w:rFonts w:ascii="Times New Roman" w:hAnsi="Times New Roman" w:cs="Times New Roman"/>
          <w:sz w:val="24"/>
        </w:rPr>
        <w:t xml:space="preserve">дополнительных </w:t>
      </w:r>
      <w:r w:rsidRPr="00FD4234">
        <w:rPr>
          <w:rFonts w:ascii="Times New Roman" w:hAnsi="Times New Roman" w:cs="Times New Roman"/>
          <w:sz w:val="24"/>
          <w:szCs w:val="24"/>
        </w:rPr>
        <w:t xml:space="preserve">выборах </w:t>
      </w:r>
      <w:r w:rsidRPr="00FD4234">
        <w:rPr>
          <w:rFonts w:ascii="Times New Roman" w:hAnsi="Times New Roman" w:cs="Times New Roman"/>
          <w:bCs/>
          <w:sz w:val="24"/>
          <w:szCs w:val="24"/>
        </w:rPr>
        <w:t xml:space="preserve">депутатов </w:t>
      </w:r>
      <w:r w:rsidR="00E30CCF">
        <w:rPr>
          <w:rFonts w:ascii="Times New Roman" w:hAnsi="Times New Roman" w:cs="Times New Roman"/>
          <w:bCs/>
          <w:sz w:val="24"/>
          <w:szCs w:val="24"/>
        </w:rPr>
        <w:t xml:space="preserve">Думы </w:t>
      </w:r>
      <w:r>
        <w:rPr>
          <w:rFonts w:ascii="Times New Roman" w:hAnsi="Times New Roman" w:cs="Times New Roman"/>
          <w:bCs/>
          <w:sz w:val="24"/>
          <w:szCs w:val="24"/>
        </w:rPr>
        <w:t>Кишертского</w:t>
      </w:r>
      <w:r w:rsidRPr="00FD4234">
        <w:rPr>
          <w:rFonts w:ascii="Times New Roman" w:hAnsi="Times New Roman" w:cs="Times New Roman"/>
          <w:bCs/>
          <w:sz w:val="24"/>
          <w:szCs w:val="24"/>
        </w:rPr>
        <w:t xml:space="preserve"> муниципального </w:t>
      </w:r>
      <w:r w:rsidR="00E30CCF"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FD42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5F51">
        <w:rPr>
          <w:rFonts w:ascii="Times New Roman" w:hAnsi="Times New Roman" w:cs="Times New Roman"/>
          <w:bCs/>
          <w:sz w:val="24"/>
          <w:szCs w:val="24"/>
        </w:rPr>
        <w:t>Пермского края по пятимандатному избирательному округу № 3 по трем незамещенным мандатам</w:t>
      </w:r>
      <w:r w:rsidR="004F5F51" w:rsidRPr="00FD423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5F5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выявлено</w:t>
      </w:r>
    </w:p>
    <w:p w:rsidR="001A65EB" w:rsidRDefault="001A65EB" w:rsidP="001A65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_____________________________________________________________________________      </w:t>
      </w:r>
    </w:p>
    <w:p w:rsidR="001A65EB" w:rsidRPr="00DD44CE" w:rsidRDefault="001A65EB" w:rsidP="001A65EB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iCs/>
        </w:rPr>
      </w:pPr>
      <w:r w:rsidRPr="00DD44CE">
        <w:rPr>
          <w:rFonts w:ascii="Times New Roman" w:hAnsi="Times New Roman" w:cs="Times New Roman"/>
        </w:rPr>
        <w:t>(</w:t>
      </w:r>
      <w:r w:rsidRPr="00DD44CE">
        <w:rPr>
          <w:rFonts w:ascii="Times New Roman" w:hAnsi="Times New Roman" w:cs="Times New Roman"/>
          <w:i/>
          <w:iCs/>
        </w:rPr>
        <w:t>количество лишних избирательных бюллетеней цифрами и прописью)</w:t>
      </w:r>
    </w:p>
    <w:p w:rsidR="001A65EB" w:rsidRDefault="001A65EB" w:rsidP="001A65EB">
      <w:pPr>
        <w:pStyle w:val="ConsPlusNormal"/>
        <w:widowControl/>
        <w:tabs>
          <w:tab w:val="center" w:pos="4960"/>
          <w:tab w:val="right" w:pos="9921"/>
        </w:tabs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штук лишних избирательных бюллетеней, которые были уничтожены в присутствии членов территориальной избирательной комиссии Кишертского муниципального </w:t>
      </w:r>
      <w:r w:rsidR="00E30CCF">
        <w:rPr>
          <w:rFonts w:ascii="Times New Roman" w:hAnsi="Times New Roman" w:cs="Times New Roman"/>
          <w:sz w:val="24"/>
        </w:rPr>
        <w:t>округа</w:t>
      </w:r>
      <w:r>
        <w:rPr>
          <w:rFonts w:ascii="Times New Roman" w:hAnsi="Times New Roman" w:cs="Times New Roman"/>
          <w:sz w:val="24"/>
        </w:rPr>
        <w:t xml:space="preserve"> с правом решающего голоса и представителя полиграфической организации </w:t>
      </w:r>
    </w:p>
    <w:p w:rsidR="001A65EB" w:rsidRDefault="001A65EB" w:rsidP="001A65EB">
      <w:pPr>
        <w:pStyle w:val="ConsPlusNormal"/>
        <w:widowControl/>
        <w:tabs>
          <w:tab w:val="center" w:pos="4960"/>
          <w:tab w:val="right" w:pos="9921"/>
        </w:tabs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_____________________________________________________________________________.</w:t>
      </w:r>
    </w:p>
    <w:p w:rsidR="001A65EB" w:rsidRDefault="001A65EB" w:rsidP="001A65EB">
      <w:pPr>
        <w:pStyle w:val="ConsPlusNormal"/>
        <w:widowControl/>
        <w:ind w:firstLine="0"/>
        <w:jc w:val="center"/>
        <w:rPr>
          <w:rFonts w:ascii="Times New Roman" w:hAnsi="Times New Roman" w:cs="Times New Roman"/>
          <w:i/>
          <w:iCs/>
        </w:rPr>
      </w:pPr>
      <w:r w:rsidRPr="00883001">
        <w:rPr>
          <w:rFonts w:ascii="Times New Roman" w:hAnsi="Times New Roman" w:cs="Times New Roman"/>
          <w:i/>
          <w:iCs/>
        </w:rPr>
        <w:t>(наименование полиграфической организации)</w:t>
      </w:r>
    </w:p>
    <w:p w:rsidR="001A65EB" w:rsidRDefault="001A65EB" w:rsidP="001A65EB">
      <w:pPr>
        <w:pStyle w:val="ConsPlusNormal"/>
        <w:widowControl/>
        <w:ind w:firstLine="0"/>
        <w:jc w:val="center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W w:w="10175" w:type="dxa"/>
        <w:tblInd w:w="-11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18"/>
        <w:gridCol w:w="4536"/>
        <w:gridCol w:w="1508"/>
        <w:gridCol w:w="2713"/>
      </w:tblGrid>
      <w:tr w:rsidR="001A65EB" w:rsidTr="001A65EB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7"/>
              <w:spacing w:before="120" w:after="120"/>
              <w:ind w:left="34" w:firstLine="0"/>
              <w:jc w:val="center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9A409E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МП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31"/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Представитель полиграфической организации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23"/>
              <w:keepNext w:val="0"/>
              <w:widowControl/>
              <w:spacing w:line="240" w:lineRule="auto"/>
              <w:ind w:left="34"/>
              <w:jc w:val="left"/>
              <w:outlineLvl w:val="1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pStyle w:val="23"/>
              <w:keepNext w:val="0"/>
              <w:widowControl/>
              <w:spacing w:line="240" w:lineRule="auto"/>
              <w:ind w:left="34"/>
              <w:outlineLvl w:val="1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__________</w:t>
            </w:r>
            <w:r w:rsidRPr="009A409E">
              <w:rPr>
                <w:sz w:val="24"/>
                <w:szCs w:val="24"/>
              </w:rPr>
              <w:br/>
              <w:t>(подпись)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_________________</w:t>
            </w: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(инициалы, фамилия)</w:t>
            </w:r>
          </w:p>
        </w:tc>
      </w:tr>
      <w:tr w:rsidR="001A65EB" w:rsidTr="001A65E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4"/>
              <w:keepNext w:val="0"/>
              <w:widowControl/>
              <w:ind w:left="34"/>
              <w:jc w:val="center"/>
              <w:outlineLvl w:val="1"/>
              <w:rPr>
                <w:sz w:val="24"/>
                <w:u w:val="none"/>
              </w:rPr>
            </w:pPr>
            <w:r w:rsidRPr="009A409E">
              <w:rPr>
                <w:sz w:val="24"/>
                <w:u w:val="none"/>
              </w:rPr>
              <w:t>МП</w:t>
            </w: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 xml:space="preserve">Член территориальной избирательной комиссии Кишертского муниципального </w:t>
            </w:r>
            <w:r w:rsidR="00E30CCF">
              <w:rPr>
                <w:sz w:val="24"/>
                <w:szCs w:val="24"/>
              </w:rPr>
              <w:t>округа</w:t>
            </w:r>
            <w:r w:rsidRPr="009A409E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1508" w:type="dxa"/>
            <w:tcBorders>
              <w:top w:val="nil"/>
              <w:left w:val="nil"/>
              <w:right w:val="nil"/>
            </w:tcBorders>
          </w:tcPr>
          <w:p w:rsidR="001A65EB" w:rsidRDefault="001A65EB" w:rsidP="001A65EB">
            <w:pPr>
              <w:ind w:left="34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</w:t>
            </w:r>
          </w:p>
          <w:p w:rsidR="001A65EB" w:rsidRPr="009A409E" w:rsidRDefault="001A65EB" w:rsidP="001A65EB">
            <w:pPr>
              <w:ind w:left="34"/>
              <w:jc w:val="center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(подпись)</w:t>
            </w:r>
          </w:p>
        </w:tc>
        <w:tc>
          <w:tcPr>
            <w:tcW w:w="2713" w:type="dxa"/>
            <w:tcBorders>
              <w:top w:val="nil"/>
              <w:left w:val="nil"/>
              <w:right w:val="nil"/>
            </w:tcBorders>
          </w:tcPr>
          <w:p w:rsidR="001A65EB" w:rsidRDefault="001A65EB" w:rsidP="001A65EB">
            <w:pPr>
              <w:ind w:left="34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_________________</w:t>
            </w:r>
          </w:p>
          <w:p w:rsidR="001A65EB" w:rsidRPr="009A409E" w:rsidRDefault="001A65EB" w:rsidP="001A65EB">
            <w:pPr>
              <w:ind w:left="34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(инициалы, фамилия)</w:t>
            </w:r>
          </w:p>
        </w:tc>
      </w:tr>
      <w:tr w:rsidR="001A65EB" w:rsidTr="001A65E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4"/>
              <w:keepNext w:val="0"/>
              <w:widowControl/>
              <w:jc w:val="center"/>
              <w:outlineLvl w:val="1"/>
              <w:rPr>
                <w:sz w:val="24"/>
                <w:u w:val="none"/>
              </w:rPr>
            </w:pPr>
          </w:p>
        </w:tc>
        <w:tc>
          <w:tcPr>
            <w:tcW w:w="4536" w:type="dxa"/>
            <w:tcBorders>
              <w:top w:val="nil"/>
              <w:left w:val="nil"/>
              <w:right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 xml:space="preserve">Член территориальной избирательной комиссии Кишертского муниципального </w:t>
            </w:r>
            <w:r w:rsidR="00E30CCF">
              <w:rPr>
                <w:sz w:val="24"/>
                <w:szCs w:val="24"/>
              </w:rPr>
              <w:t>округа</w:t>
            </w:r>
            <w:r w:rsidRPr="009A409E">
              <w:rPr>
                <w:sz w:val="24"/>
                <w:szCs w:val="24"/>
              </w:rPr>
              <w:t xml:space="preserve"> с правом решающего голоса</w:t>
            </w:r>
          </w:p>
        </w:tc>
        <w:tc>
          <w:tcPr>
            <w:tcW w:w="1508" w:type="dxa"/>
            <w:tcBorders>
              <w:top w:val="nil"/>
              <w:left w:val="nil"/>
              <w:right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</w:t>
            </w:r>
          </w:p>
          <w:p w:rsidR="001A65EB" w:rsidRPr="009A409E" w:rsidRDefault="001A65EB" w:rsidP="001A65EB">
            <w:pPr>
              <w:jc w:val="center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(подпись)</w:t>
            </w:r>
          </w:p>
        </w:tc>
        <w:tc>
          <w:tcPr>
            <w:tcW w:w="2713" w:type="dxa"/>
            <w:tcBorders>
              <w:top w:val="nil"/>
              <w:left w:val="nil"/>
              <w:right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_________________</w:t>
            </w: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(инициалы, фамилия)</w:t>
            </w:r>
          </w:p>
        </w:tc>
      </w:tr>
      <w:tr w:rsidR="001A65EB" w:rsidTr="001A65EB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A65EB" w:rsidRPr="009A409E" w:rsidRDefault="001A65EB" w:rsidP="001A65EB">
            <w:pPr>
              <w:pStyle w:val="23"/>
              <w:keepNext w:val="0"/>
              <w:widowControl/>
              <w:spacing w:line="240" w:lineRule="auto"/>
              <w:outlineLvl w:val="1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Подписи лиц, присутствующих при передаче избирательных бюллетеней</w:t>
            </w: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nil"/>
              <w:bottom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</w:t>
            </w:r>
          </w:p>
          <w:p w:rsidR="001A65EB" w:rsidRPr="009A409E" w:rsidRDefault="001A65EB" w:rsidP="001A65EB">
            <w:pPr>
              <w:jc w:val="center"/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(подпись)</w:t>
            </w:r>
          </w:p>
        </w:tc>
        <w:tc>
          <w:tcPr>
            <w:tcW w:w="2713" w:type="dxa"/>
            <w:tcBorders>
              <w:top w:val="nil"/>
              <w:bottom w:val="nil"/>
              <w:right w:val="nil"/>
            </w:tcBorders>
          </w:tcPr>
          <w:p w:rsidR="001A65EB" w:rsidRPr="009A409E" w:rsidRDefault="001A65EB" w:rsidP="001A65EB">
            <w:pPr>
              <w:rPr>
                <w:sz w:val="24"/>
                <w:szCs w:val="24"/>
              </w:rPr>
            </w:pP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_________________</w:t>
            </w:r>
          </w:p>
          <w:p w:rsidR="001A65EB" w:rsidRPr="009A409E" w:rsidRDefault="001A65EB" w:rsidP="001A65EB">
            <w:pPr>
              <w:rPr>
                <w:sz w:val="24"/>
                <w:szCs w:val="24"/>
              </w:rPr>
            </w:pPr>
            <w:r w:rsidRPr="009A409E">
              <w:rPr>
                <w:sz w:val="24"/>
                <w:szCs w:val="24"/>
              </w:rPr>
              <w:t>(инициалы, фамилия)</w:t>
            </w:r>
          </w:p>
        </w:tc>
      </w:tr>
    </w:tbl>
    <w:p w:rsidR="004F5F51" w:rsidRPr="00335C9E" w:rsidRDefault="004F5F51" w:rsidP="00442D94">
      <w:pPr>
        <w:pStyle w:val="ConsPlusNormal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</w:t>
      </w:r>
      <w:r w:rsidR="00442D94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>Приложение № 4</w:t>
      </w:r>
    </w:p>
    <w:p w:rsidR="004F5F51" w:rsidRDefault="004F5F51" w:rsidP="004F5F51">
      <w:pPr>
        <w:pStyle w:val="ConsPlusNormal"/>
        <w:widowControl/>
        <w:ind w:left="4536" w:firstLine="0"/>
        <w:rPr>
          <w:rFonts w:ascii="Times New Roman" w:hAnsi="Times New Roman" w:cs="Times New Roman"/>
          <w:szCs w:val="28"/>
        </w:rPr>
      </w:pPr>
      <w:r w:rsidRPr="00335C9E">
        <w:rPr>
          <w:rFonts w:ascii="Times New Roman" w:hAnsi="Times New Roman" w:cs="Times New Roman"/>
        </w:rPr>
        <w:t xml:space="preserve">к Порядку </w:t>
      </w:r>
      <w:r>
        <w:rPr>
          <w:rFonts w:ascii="Times New Roman" w:hAnsi="Times New Roman" w:cs="Times New Roman"/>
        </w:rPr>
        <w:t xml:space="preserve">осуществления </w:t>
      </w:r>
      <w:r w:rsidRPr="00335C9E">
        <w:rPr>
          <w:rFonts w:ascii="Times New Roman" w:hAnsi="Times New Roman" w:cs="Times New Roman"/>
        </w:rPr>
        <w:t>контроля</w:t>
      </w:r>
      <w:r>
        <w:rPr>
          <w:rFonts w:ascii="Times New Roman" w:hAnsi="Times New Roman" w:cs="Times New Roman"/>
        </w:rPr>
        <w:t xml:space="preserve"> </w:t>
      </w:r>
      <w:r w:rsidRPr="00335C9E">
        <w:rPr>
          <w:rFonts w:ascii="Times New Roman" w:hAnsi="Times New Roman" w:cs="Times New Roman"/>
        </w:rPr>
        <w:t xml:space="preserve">за </w:t>
      </w:r>
      <w:r w:rsidRPr="009A409E">
        <w:rPr>
          <w:rFonts w:ascii="Times New Roman" w:hAnsi="Times New Roman" w:cs="Times New Roman"/>
        </w:rPr>
        <w:t xml:space="preserve">изготовлением избирательных бюллетеней для голосования </w:t>
      </w:r>
      <w:r w:rsidRPr="009A409E">
        <w:rPr>
          <w:rFonts w:ascii="Times New Roman" w:hAnsi="Times New Roman" w:cs="Times New Roman"/>
          <w:bCs/>
        </w:rPr>
        <w:t xml:space="preserve">на </w:t>
      </w:r>
      <w:r>
        <w:rPr>
          <w:rFonts w:ascii="Times New Roman" w:hAnsi="Times New Roman" w:cs="Times New Roman"/>
          <w:bCs/>
        </w:rPr>
        <w:t xml:space="preserve">дополнительных </w:t>
      </w:r>
      <w:r w:rsidRPr="009A409E">
        <w:rPr>
          <w:rFonts w:ascii="Times New Roman" w:hAnsi="Times New Roman" w:cs="Times New Roman"/>
        </w:rPr>
        <w:t xml:space="preserve">выборах депутатов </w:t>
      </w:r>
      <w:r>
        <w:rPr>
          <w:rFonts w:ascii="Times New Roman" w:hAnsi="Times New Roman" w:cs="Times New Roman"/>
          <w:szCs w:val="28"/>
        </w:rPr>
        <w:t>Думы</w:t>
      </w:r>
      <w:r w:rsidRPr="009A409E">
        <w:rPr>
          <w:rFonts w:ascii="Times New Roman" w:hAnsi="Times New Roman" w:cs="Times New Roman"/>
          <w:szCs w:val="28"/>
        </w:rPr>
        <w:t xml:space="preserve"> Кишертского муниципального </w:t>
      </w:r>
      <w:r>
        <w:rPr>
          <w:rFonts w:ascii="Times New Roman" w:hAnsi="Times New Roman" w:cs="Times New Roman"/>
          <w:szCs w:val="28"/>
        </w:rPr>
        <w:t>округа Пермского края по пятимандатному избирательному округу № 3 по трем незамещенным мандатам</w:t>
      </w:r>
    </w:p>
    <w:p w:rsidR="004F5F51" w:rsidRDefault="004F5F51" w:rsidP="004F5F51">
      <w:pPr>
        <w:pStyle w:val="ConsPlusNormal"/>
        <w:widowControl/>
        <w:tabs>
          <w:tab w:val="center" w:pos="4960"/>
          <w:tab w:val="right" w:pos="9921"/>
        </w:tabs>
        <w:ind w:firstLine="0"/>
        <w:jc w:val="both"/>
        <w:rPr>
          <w:rFonts w:ascii="Times New Roman" w:hAnsi="Times New Roman" w:cs="Times New Roman"/>
        </w:rPr>
      </w:pPr>
    </w:p>
    <w:p w:rsidR="004F5F51" w:rsidRDefault="004F5F51" w:rsidP="004F5F51">
      <w:pPr>
        <w:pStyle w:val="ConsPlusNormal"/>
        <w:widowControl/>
        <w:ind w:left="4536" w:firstLine="0"/>
        <w:jc w:val="both"/>
        <w:rPr>
          <w:rFonts w:ascii="Times New Roman" w:hAnsi="Times New Roman" w:cs="Times New Roman"/>
        </w:rPr>
      </w:pPr>
    </w:p>
    <w:p w:rsidR="004F5F51" w:rsidRPr="00442D94" w:rsidRDefault="004F5F51" w:rsidP="004F5F51">
      <w:pPr>
        <w:pStyle w:val="a5"/>
        <w:tabs>
          <w:tab w:val="left" w:pos="10260"/>
        </w:tabs>
        <w:spacing w:line="240" w:lineRule="auto"/>
        <w:jc w:val="center"/>
        <w:rPr>
          <w:b/>
          <w:bCs/>
          <w:sz w:val="24"/>
        </w:rPr>
      </w:pPr>
      <w:r w:rsidRPr="00442D94">
        <w:rPr>
          <w:b/>
          <w:bCs/>
          <w:sz w:val="24"/>
        </w:rPr>
        <w:t xml:space="preserve">Дополнительные выборы </w:t>
      </w:r>
    </w:p>
    <w:p w:rsidR="004F5F51" w:rsidRPr="00442D94" w:rsidRDefault="004F5F51" w:rsidP="004F5F51">
      <w:pPr>
        <w:pStyle w:val="a5"/>
        <w:tabs>
          <w:tab w:val="left" w:pos="10260"/>
        </w:tabs>
        <w:spacing w:line="240" w:lineRule="auto"/>
        <w:jc w:val="center"/>
        <w:rPr>
          <w:b/>
          <w:bCs/>
          <w:sz w:val="24"/>
        </w:rPr>
      </w:pPr>
      <w:r w:rsidRPr="00442D94">
        <w:rPr>
          <w:b/>
          <w:bCs/>
          <w:sz w:val="24"/>
        </w:rPr>
        <w:t>депутатов Думы Кишертского муниципального округа Пермского края по пятимандатному избирательному округу № 3 по трем незамещенным мандатам</w:t>
      </w:r>
    </w:p>
    <w:p w:rsidR="004F5F51" w:rsidRPr="004F5F51" w:rsidRDefault="004F5F51" w:rsidP="004F5F51">
      <w:pPr>
        <w:jc w:val="center"/>
        <w:rPr>
          <w:b/>
          <w:bCs/>
          <w:sz w:val="22"/>
        </w:rPr>
      </w:pPr>
      <w:r w:rsidRPr="00442D94">
        <w:rPr>
          <w:b/>
          <w:bCs/>
          <w:sz w:val="24"/>
        </w:rPr>
        <w:t>19 сентября 2021 года</w:t>
      </w:r>
    </w:p>
    <w:p w:rsidR="004F5F51" w:rsidRDefault="004F5F51" w:rsidP="00E30CCF">
      <w:pPr>
        <w:pStyle w:val="a5"/>
        <w:tabs>
          <w:tab w:val="left" w:pos="10260"/>
        </w:tabs>
        <w:jc w:val="center"/>
        <w:rPr>
          <w:b/>
          <w:bCs/>
          <w:sz w:val="24"/>
        </w:rPr>
      </w:pPr>
    </w:p>
    <w:p w:rsidR="001A65EB" w:rsidRPr="003D6734" w:rsidRDefault="00E30CCF" w:rsidP="004F5F51">
      <w:pPr>
        <w:jc w:val="center"/>
        <w:rPr>
          <w:b/>
        </w:rPr>
      </w:pPr>
      <w:r>
        <w:rPr>
          <w:b/>
        </w:rPr>
        <w:t>АКТ</w:t>
      </w:r>
    </w:p>
    <w:p w:rsidR="00442D94" w:rsidRDefault="001A65EB" w:rsidP="00442D94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передачи избирательных бюллетеней для голосования </w:t>
      </w:r>
      <w:r w:rsidRPr="00AA2D70">
        <w:rPr>
          <w:b/>
          <w:sz w:val="24"/>
          <w:szCs w:val="24"/>
        </w:rPr>
        <w:t xml:space="preserve">на </w:t>
      </w:r>
      <w:r w:rsidR="00442D94">
        <w:rPr>
          <w:b/>
          <w:sz w:val="24"/>
          <w:szCs w:val="24"/>
        </w:rPr>
        <w:t xml:space="preserve">дополнительных </w:t>
      </w:r>
      <w:r w:rsidRPr="00FD4234">
        <w:rPr>
          <w:b/>
          <w:sz w:val="24"/>
          <w:szCs w:val="24"/>
        </w:rPr>
        <w:t xml:space="preserve">выборах </w:t>
      </w:r>
      <w:r w:rsidRPr="00FD4234">
        <w:rPr>
          <w:b/>
          <w:bCs/>
          <w:sz w:val="24"/>
          <w:szCs w:val="24"/>
        </w:rPr>
        <w:t xml:space="preserve">депутатов </w:t>
      </w:r>
      <w:r w:rsidR="00E30CCF">
        <w:rPr>
          <w:b/>
          <w:bCs/>
          <w:sz w:val="24"/>
          <w:szCs w:val="24"/>
        </w:rPr>
        <w:t>Думы</w:t>
      </w:r>
      <w:r w:rsidRPr="00FD423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Кишертского</w:t>
      </w:r>
      <w:r w:rsidRPr="00FD4234">
        <w:rPr>
          <w:b/>
          <w:bCs/>
          <w:sz w:val="24"/>
          <w:szCs w:val="24"/>
        </w:rPr>
        <w:t xml:space="preserve"> муниципального </w:t>
      </w:r>
      <w:r w:rsidR="00E30CCF">
        <w:rPr>
          <w:b/>
          <w:bCs/>
          <w:sz w:val="24"/>
          <w:szCs w:val="24"/>
        </w:rPr>
        <w:t>округа</w:t>
      </w:r>
      <w:r w:rsidRPr="00FD4234">
        <w:rPr>
          <w:b/>
          <w:bCs/>
          <w:sz w:val="24"/>
          <w:szCs w:val="24"/>
        </w:rPr>
        <w:t xml:space="preserve"> </w:t>
      </w:r>
      <w:r w:rsidR="00442D94" w:rsidRPr="004F5F51">
        <w:rPr>
          <w:b/>
          <w:bCs/>
          <w:sz w:val="24"/>
        </w:rPr>
        <w:t xml:space="preserve">Пермского края </w:t>
      </w:r>
    </w:p>
    <w:p w:rsidR="00442D94" w:rsidRDefault="00442D94" w:rsidP="00442D94">
      <w:pPr>
        <w:jc w:val="center"/>
        <w:rPr>
          <w:b/>
          <w:bCs/>
          <w:sz w:val="24"/>
        </w:rPr>
      </w:pPr>
      <w:r w:rsidRPr="004F5F51">
        <w:rPr>
          <w:b/>
          <w:bCs/>
          <w:sz w:val="24"/>
        </w:rPr>
        <w:t xml:space="preserve">по пятимандатному избирательному округу № 3 </w:t>
      </w:r>
    </w:p>
    <w:p w:rsidR="00442D94" w:rsidRPr="004F5F51" w:rsidRDefault="00442D94" w:rsidP="00442D94">
      <w:pPr>
        <w:jc w:val="center"/>
        <w:rPr>
          <w:b/>
          <w:sz w:val="24"/>
          <w:szCs w:val="28"/>
        </w:rPr>
      </w:pPr>
      <w:r w:rsidRPr="004F5F51">
        <w:rPr>
          <w:b/>
          <w:bCs/>
          <w:sz w:val="24"/>
        </w:rPr>
        <w:t>по трем незамещенным мандатам</w:t>
      </w:r>
    </w:p>
    <w:p w:rsidR="001A65EB" w:rsidRPr="00C76145" w:rsidRDefault="001A65EB" w:rsidP="001A65E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0"/>
        <w:gridCol w:w="4841"/>
      </w:tblGrid>
      <w:tr w:rsidR="001A65EB" w:rsidRPr="008F7DC8" w:rsidTr="001A65EB">
        <w:tc>
          <w:tcPr>
            <w:tcW w:w="5068" w:type="dxa"/>
          </w:tcPr>
          <w:p w:rsidR="001A65EB" w:rsidRPr="008F7DC8" w:rsidRDefault="001A65EB" w:rsidP="001A65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8F7DC8">
              <w:rPr>
                <w:rFonts w:ascii="Times New Roman" w:hAnsi="Times New Roman" w:cs="Times New Roman"/>
                <w:bCs/>
                <w:i/>
                <w:sz w:val="24"/>
              </w:rPr>
              <w:t>______________________</w:t>
            </w:r>
          </w:p>
          <w:p w:rsidR="001A65EB" w:rsidRPr="008F7DC8" w:rsidRDefault="001A65EB" w:rsidP="001A65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8F7DC8">
              <w:rPr>
                <w:rFonts w:ascii="Times New Roman" w:hAnsi="Times New Roman" w:cs="Times New Roman"/>
                <w:bCs/>
                <w:i/>
              </w:rPr>
              <w:t xml:space="preserve">   дата составления акта</w:t>
            </w:r>
          </w:p>
        </w:tc>
        <w:tc>
          <w:tcPr>
            <w:tcW w:w="5069" w:type="dxa"/>
          </w:tcPr>
          <w:p w:rsidR="001A65EB" w:rsidRPr="008F7DC8" w:rsidRDefault="001A65EB" w:rsidP="001A65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8F7DC8">
              <w:rPr>
                <w:rFonts w:ascii="Times New Roman" w:hAnsi="Times New Roman" w:cs="Times New Roman"/>
                <w:i/>
                <w:iCs/>
                <w:sz w:val="24"/>
              </w:rPr>
              <w:t>____________________________</w:t>
            </w:r>
          </w:p>
          <w:p w:rsidR="001A65EB" w:rsidRPr="008F7DC8" w:rsidRDefault="001A65EB" w:rsidP="001A65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DC8">
              <w:rPr>
                <w:rFonts w:ascii="Times New Roman" w:hAnsi="Times New Roman" w:cs="Times New Roman"/>
                <w:i/>
                <w:iCs/>
              </w:rPr>
              <w:t xml:space="preserve">               время составления акта</w:t>
            </w:r>
          </w:p>
        </w:tc>
      </w:tr>
    </w:tbl>
    <w:p w:rsidR="001A65EB" w:rsidRPr="00C76145" w:rsidRDefault="001A65EB" w:rsidP="001A65EB">
      <w:pPr>
        <w:rPr>
          <w:b/>
        </w:rPr>
      </w:pPr>
    </w:p>
    <w:p w:rsidR="001A65EB" w:rsidRPr="00C76145" w:rsidRDefault="001A65EB" w:rsidP="00442D94">
      <w:pPr>
        <w:pStyle w:val="a5"/>
        <w:ind w:firstLine="540"/>
        <w:rPr>
          <w:sz w:val="24"/>
        </w:rPr>
      </w:pPr>
      <w:r w:rsidRPr="00C76145">
        <w:rPr>
          <w:sz w:val="24"/>
        </w:rPr>
        <w:t xml:space="preserve">Территориальная избирательная комиссия </w:t>
      </w:r>
      <w:r>
        <w:rPr>
          <w:sz w:val="24"/>
        </w:rPr>
        <w:t>Кишертского</w:t>
      </w:r>
      <w:r w:rsidRPr="00C76145">
        <w:rPr>
          <w:sz w:val="24"/>
        </w:rPr>
        <w:t xml:space="preserve"> муниципального </w:t>
      </w:r>
      <w:r w:rsidR="00E30CCF">
        <w:rPr>
          <w:sz w:val="24"/>
        </w:rPr>
        <w:t>округа</w:t>
      </w:r>
      <w:r w:rsidRPr="00C76145">
        <w:rPr>
          <w:sz w:val="24"/>
        </w:rPr>
        <w:t xml:space="preserve"> передала участковой избирательной комиссии и</w:t>
      </w:r>
      <w:r>
        <w:rPr>
          <w:sz w:val="24"/>
        </w:rPr>
        <w:t>збирательного участка № _________</w:t>
      </w:r>
    </w:p>
    <w:p w:rsidR="001A65EB" w:rsidRDefault="001A65EB" w:rsidP="001A65EB">
      <w:pPr>
        <w:pStyle w:val="ConsPlusNormal"/>
        <w:widowControl/>
        <w:tabs>
          <w:tab w:val="center" w:pos="4960"/>
          <w:tab w:val="right" w:pos="9921"/>
        </w:tabs>
        <w:ind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1A65EB" w:rsidRDefault="001A65EB" w:rsidP="001A65EB">
      <w:pPr>
        <w:pStyle w:val="ConsPlusNormal"/>
        <w:widowControl/>
        <w:tabs>
          <w:tab w:val="center" w:pos="4960"/>
          <w:tab w:val="right" w:pos="9921"/>
        </w:tabs>
        <w:ind w:firstLine="0"/>
        <w:jc w:val="center"/>
        <w:rPr>
          <w:rFonts w:ascii="Times New Roman" w:hAnsi="Times New Roman" w:cs="Times New Roman"/>
          <w:i/>
          <w:iCs/>
        </w:rPr>
      </w:pPr>
      <w:r w:rsidRPr="00692A14">
        <w:rPr>
          <w:rFonts w:ascii="Times New Roman" w:hAnsi="Times New Roman" w:cs="Times New Roman"/>
          <w:i/>
          <w:iCs/>
        </w:rPr>
        <w:t>(количество избирательных бюллетеней цифрами и прописью)</w:t>
      </w:r>
    </w:p>
    <w:p w:rsidR="001A65EB" w:rsidRPr="00D56AFC" w:rsidRDefault="001A65EB" w:rsidP="00442D94">
      <w:pPr>
        <w:pStyle w:val="a5"/>
        <w:ind w:firstLine="0"/>
        <w:rPr>
          <w:sz w:val="24"/>
        </w:rPr>
      </w:pPr>
      <w:r w:rsidRPr="00C76145">
        <w:rPr>
          <w:sz w:val="24"/>
        </w:rPr>
        <w:t xml:space="preserve">избирательных бюллетеней для голосования </w:t>
      </w:r>
      <w:r w:rsidRPr="00D56AFC">
        <w:rPr>
          <w:sz w:val="24"/>
        </w:rPr>
        <w:t xml:space="preserve">на </w:t>
      </w:r>
      <w:r w:rsidR="00442D94">
        <w:rPr>
          <w:sz w:val="24"/>
        </w:rPr>
        <w:t xml:space="preserve">дополнительных </w:t>
      </w:r>
      <w:r w:rsidRPr="00D56AFC">
        <w:rPr>
          <w:sz w:val="24"/>
        </w:rPr>
        <w:t xml:space="preserve">выборах </w:t>
      </w:r>
      <w:r w:rsidRPr="00D56AFC">
        <w:rPr>
          <w:bCs/>
          <w:sz w:val="24"/>
        </w:rPr>
        <w:t xml:space="preserve">депутатов </w:t>
      </w:r>
      <w:r w:rsidR="00E30CCF">
        <w:rPr>
          <w:bCs/>
          <w:sz w:val="24"/>
        </w:rPr>
        <w:t>Думы</w:t>
      </w:r>
      <w:r>
        <w:rPr>
          <w:bCs/>
          <w:sz w:val="24"/>
        </w:rPr>
        <w:t xml:space="preserve"> Кишертского</w:t>
      </w:r>
      <w:r w:rsidRPr="00D56AFC">
        <w:rPr>
          <w:bCs/>
          <w:sz w:val="24"/>
        </w:rPr>
        <w:t xml:space="preserve"> муниципального </w:t>
      </w:r>
      <w:r w:rsidR="00E30CCF">
        <w:rPr>
          <w:bCs/>
          <w:sz w:val="24"/>
        </w:rPr>
        <w:t>округа</w:t>
      </w:r>
      <w:r w:rsidR="00442D94" w:rsidRPr="00442D94">
        <w:rPr>
          <w:bCs/>
          <w:sz w:val="24"/>
          <w:szCs w:val="24"/>
        </w:rPr>
        <w:t xml:space="preserve"> </w:t>
      </w:r>
      <w:r w:rsidR="00442D94">
        <w:rPr>
          <w:bCs/>
          <w:sz w:val="24"/>
          <w:szCs w:val="24"/>
        </w:rPr>
        <w:t>Пермского края по пятимандатному избирательному округу № 3 по трем незамещенным мандатам</w:t>
      </w:r>
      <w:r w:rsidRPr="00D56AFC">
        <w:rPr>
          <w:sz w:val="24"/>
        </w:rPr>
        <w:t>.</w:t>
      </w:r>
    </w:p>
    <w:p w:rsidR="001A65EB" w:rsidRPr="00C76145" w:rsidRDefault="001A65EB" w:rsidP="001A65EB"/>
    <w:p w:rsidR="001A65EB" w:rsidRPr="00C72D78" w:rsidRDefault="009962AC" w:rsidP="001A65EB">
      <w:pPr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="001A65EB" w:rsidRPr="00C72D78">
        <w:rPr>
          <w:sz w:val="24"/>
          <w:szCs w:val="24"/>
        </w:rPr>
        <w:t xml:space="preserve"> территориальной избирательной</w:t>
      </w:r>
    </w:p>
    <w:p w:rsidR="001A65EB" w:rsidRPr="00C72D78" w:rsidRDefault="001A65EB" w:rsidP="001A65EB">
      <w:pPr>
        <w:rPr>
          <w:sz w:val="24"/>
          <w:szCs w:val="24"/>
        </w:rPr>
      </w:pPr>
      <w:r w:rsidRPr="00C72D78">
        <w:rPr>
          <w:sz w:val="24"/>
          <w:szCs w:val="24"/>
        </w:rPr>
        <w:t xml:space="preserve">комиссии Кишертского муниципального </w:t>
      </w:r>
      <w:r w:rsidR="00E30CCF">
        <w:rPr>
          <w:sz w:val="24"/>
          <w:szCs w:val="24"/>
        </w:rPr>
        <w:t>округа</w:t>
      </w:r>
      <w:r w:rsidRPr="00C72D78">
        <w:rPr>
          <w:sz w:val="24"/>
          <w:szCs w:val="24"/>
        </w:rPr>
        <w:t>___________  _______________________</w:t>
      </w:r>
    </w:p>
    <w:p w:rsidR="001A65EB" w:rsidRPr="00C76145" w:rsidRDefault="001A65EB" w:rsidP="001A65EB">
      <w:pPr>
        <w:ind w:left="4248" w:firstLine="708"/>
        <w:rPr>
          <w:i/>
          <w:sz w:val="20"/>
        </w:rPr>
      </w:pPr>
      <w:r w:rsidRPr="00C76145">
        <w:rPr>
          <w:i/>
          <w:sz w:val="20"/>
        </w:rPr>
        <w:t xml:space="preserve">   подпись </w:t>
      </w:r>
      <w:r w:rsidRPr="00C76145">
        <w:rPr>
          <w:i/>
          <w:sz w:val="20"/>
        </w:rPr>
        <w:tab/>
      </w:r>
      <w:r w:rsidRPr="00C76145">
        <w:rPr>
          <w:i/>
          <w:sz w:val="20"/>
        </w:rPr>
        <w:tab/>
        <w:t>инициалы, фамилия</w:t>
      </w:r>
    </w:p>
    <w:p w:rsidR="001A65EB" w:rsidRPr="00C76145" w:rsidRDefault="009962AC" w:rsidP="001A65EB">
      <w:pPr>
        <w:ind w:firstLine="720"/>
        <w:rPr>
          <w:sz w:val="20"/>
        </w:rPr>
      </w:pPr>
      <w:r w:rsidRPr="009962AC">
        <w:rPr>
          <w:sz w:val="24"/>
        </w:rPr>
        <w:t>МП</w:t>
      </w:r>
      <w:r w:rsidR="001A65EB" w:rsidRPr="009962AC">
        <w:rPr>
          <w:sz w:val="18"/>
        </w:rPr>
        <w:tab/>
      </w:r>
      <w:r w:rsidR="001A65EB" w:rsidRPr="00C76145">
        <w:rPr>
          <w:sz w:val="20"/>
        </w:rPr>
        <w:tab/>
      </w:r>
      <w:r w:rsidR="001A65EB" w:rsidRPr="00C76145">
        <w:rPr>
          <w:sz w:val="20"/>
        </w:rPr>
        <w:tab/>
      </w:r>
      <w:r w:rsidR="001A65EB" w:rsidRPr="00C76145">
        <w:rPr>
          <w:sz w:val="20"/>
        </w:rPr>
        <w:tab/>
      </w:r>
      <w:r w:rsidR="001A65EB" w:rsidRPr="00C76145">
        <w:rPr>
          <w:sz w:val="20"/>
        </w:rPr>
        <w:tab/>
      </w:r>
      <w:r w:rsidR="001A65EB" w:rsidRPr="00C76145">
        <w:rPr>
          <w:sz w:val="20"/>
        </w:rPr>
        <w:tab/>
      </w:r>
    </w:p>
    <w:p w:rsidR="009962AC" w:rsidRPr="00C72D78" w:rsidRDefault="009962AC" w:rsidP="009962AC">
      <w:pPr>
        <w:rPr>
          <w:sz w:val="24"/>
          <w:szCs w:val="24"/>
        </w:rPr>
      </w:pPr>
      <w:r w:rsidRPr="00C72D78">
        <w:rPr>
          <w:sz w:val="24"/>
          <w:szCs w:val="24"/>
        </w:rPr>
        <w:t>Члены территориальной избирательной</w:t>
      </w:r>
    </w:p>
    <w:p w:rsidR="001A65EB" w:rsidRPr="00C72D78" w:rsidRDefault="009962AC" w:rsidP="009962AC">
      <w:pPr>
        <w:jc w:val="right"/>
        <w:rPr>
          <w:sz w:val="24"/>
          <w:szCs w:val="24"/>
        </w:rPr>
      </w:pPr>
      <w:r w:rsidRPr="00C72D78">
        <w:rPr>
          <w:sz w:val="24"/>
          <w:szCs w:val="24"/>
        </w:rPr>
        <w:t xml:space="preserve">комиссии Кишертского муниципального </w:t>
      </w:r>
      <w:r>
        <w:rPr>
          <w:sz w:val="24"/>
          <w:szCs w:val="24"/>
        </w:rPr>
        <w:t>округа</w:t>
      </w:r>
      <w:r>
        <w:t xml:space="preserve"> </w:t>
      </w:r>
      <w:r w:rsidR="001A65EB">
        <w:tab/>
      </w:r>
      <w:r w:rsidR="001A65EB">
        <w:tab/>
      </w:r>
      <w:r w:rsidR="001A65EB">
        <w:tab/>
      </w:r>
      <w:r w:rsidR="001A65EB" w:rsidRPr="00C72D78">
        <w:rPr>
          <w:sz w:val="24"/>
          <w:szCs w:val="24"/>
        </w:rPr>
        <w:tab/>
      </w:r>
      <w:r w:rsidR="001A65EB" w:rsidRPr="00C72D78">
        <w:rPr>
          <w:sz w:val="24"/>
          <w:szCs w:val="24"/>
        </w:rPr>
        <w:tab/>
      </w:r>
      <w:r w:rsidR="001A65EB" w:rsidRPr="00C72D78"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r w:rsidR="001A65EB" w:rsidRPr="00C72D78">
        <w:rPr>
          <w:sz w:val="24"/>
          <w:szCs w:val="24"/>
        </w:rPr>
        <w:t>___________  _______________________</w:t>
      </w:r>
    </w:p>
    <w:p w:rsidR="001A65EB" w:rsidRPr="00C76145" w:rsidRDefault="001A65EB" w:rsidP="001A65EB">
      <w:pPr>
        <w:ind w:left="4248" w:firstLine="708"/>
        <w:rPr>
          <w:i/>
          <w:sz w:val="20"/>
        </w:rPr>
      </w:pPr>
      <w:r w:rsidRPr="00C76145">
        <w:rPr>
          <w:i/>
          <w:sz w:val="20"/>
        </w:rPr>
        <w:t xml:space="preserve">   подпись </w:t>
      </w:r>
      <w:r w:rsidRPr="00C76145">
        <w:rPr>
          <w:i/>
          <w:sz w:val="20"/>
        </w:rPr>
        <w:tab/>
      </w:r>
      <w:r w:rsidRPr="00C76145">
        <w:rPr>
          <w:i/>
          <w:sz w:val="20"/>
        </w:rPr>
        <w:tab/>
        <w:t>инициалы, фамилия</w:t>
      </w:r>
    </w:p>
    <w:p w:rsidR="001A65EB" w:rsidRPr="00C76145" w:rsidRDefault="001A65EB" w:rsidP="001A65EB">
      <w:pPr>
        <w:ind w:left="4320" w:firstLine="720"/>
        <w:rPr>
          <w:i/>
          <w:sz w:val="20"/>
        </w:rPr>
      </w:pPr>
    </w:p>
    <w:p w:rsidR="001A65EB" w:rsidRPr="00C72D78" w:rsidRDefault="001A65EB" w:rsidP="001A65EB">
      <w:pPr>
        <w:ind w:left="4248" w:firstLine="708"/>
        <w:rPr>
          <w:sz w:val="24"/>
          <w:szCs w:val="24"/>
        </w:rPr>
      </w:pPr>
      <w:r w:rsidRPr="00C72D78">
        <w:rPr>
          <w:sz w:val="24"/>
          <w:szCs w:val="24"/>
        </w:rPr>
        <w:t>___________  _______________________</w:t>
      </w:r>
    </w:p>
    <w:p w:rsidR="001A65EB" w:rsidRPr="00C76145" w:rsidRDefault="001A65EB" w:rsidP="001A65EB">
      <w:pPr>
        <w:ind w:left="4248" w:firstLine="708"/>
        <w:rPr>
          <w:i/>
          <w:sz w:val="20"/>
        </w:rPr>
      </w:pPr>
      <w:r w:rsidRPr="00C76145">
        <w:rPr>
          <w:i/>
          <w:sz w:val="20"/>
        </w:rPr>
        <w:t xml:space="preserve">   подпись </w:t>
      </w:r>
      <w:r w:rsidRPr="00C76145">
        <w:rPr>
          <w:i/>
          <w:sz w:val="20"/>
        </w:rPr>
        <w:tab/>
      </w:r>
      <w:r w:rsidRPr="00C76145">
        <w:rPr>
          <w:i/>
          <w:sz w:val="20"/>
        </w:rPr>
        <w:tab/>
        <w:t>инициалы, фамилия</w:t>
      </w:r>
    </w:p>
    <w:p w:rsidR="001A65EB" w:rsidRPr="00C76145" w:rsidRDefault="001A65EB" w:rsidP="001A65EB">
      <w:pPr>
        <w:ind w:firstLine="720"/>
        <w:jc w:val="right"/>
        <w:rPr>
          <w:b/>
        </w:rPr>
      </w:pPr>
    </w:p>
    <w:p w:rsidR="001A65EB" w:rsidRPr="00C72D78" w:rsidRDefault="001A65EB" w:rsidP="001A65EB">
      <w:pPr>
        <w:rPr>
          <w:sz w:val="24"/>
          <w:szCs w:val="24"/>
        </w:rPr>
      </w:pPr>
      <w:r w:rsidRPr="00C72D78">
        <w:rPr>
          <w:sz w:val="24"/>
          <w:szCs w:val="24"/>
        </w:rPr>
        <w:t>Председатель участковой</w:t>
      </w:r>
    </w:p>
    <w:p w:rsidR="001A65EB" w:rsidRPr="00C72D78" w:rsidRDefault="001A65EB" w:rsidP="001A65EB">
      <w:pPr>
        <w:rPr>
          <w:sz w:val="24"/>
          <w:szCs w:val="24"/>
        </w:rPr>
      </w:pPr>
      <w:r w:rsidRPr="00C72D78">
        <w:rPr>
          <w:sz w:val="24"/>
          <w:szCs w:val="24"/>
        </w:rPr>
        <w:t>избирательной комиссии</w:t>
      </w:r>
    </w:p>
    <w:p w:rsidR="001A65EB" w:rsidRPr="00C72D78" w:rsidRDefault="001A65EB" w:rsidP="001A65EB">
      <w:pPr>
        <w:rPr>
          <w:sz w:val="24"/>
          <w:szCs w:val="24"/>
        </w:rPr>
      </w:pPr>
      <w:r w:rsidRPr="00C72D78">
        <w:rPr>
          <w:sz w:val="24"/>
          <w:szCs w:val="24"/>
        </w:rPr>
        <w:t>избирательного участка № ______</w:t>
      </w:r>
      <w:r w:rsidRPr="00C72D78">
        <w:rPr>
          <w:sz w:val="24"/>
          <w:szCs w:val="24"/>
        </w:rPr>
        <w:tab/>
      </w:r>
      <w:r w:rsidRPr="00C72D78">
        <w:rPr>
          <w:sz w:val="24"/>
          <w:szCs w:val="24"/>
        </w:rPr>
        <w:tab/>
      </w:r>
      <w:r w:rsidRPr="00C72D78">
        <w:rPr>
          <w:sz w:val="24"/>
          <w:szCs w:val="24"/>
        </w:rPr>
        <w:tab/>
        <w:t>____________  _______________________</w:t>
      </w:r>
    </w:p>
    <w:p w:rsidR="001A65EB" w:rsidRPr="00C76145" w:rsidRDefault="001A65EB" w:rsidP="001A65EB">
      <w:pPr>
        <w:ind w:left="4248" w:firstLine="708"/>
        <w:rPr>
          <w:i/>
          <w:sz w:val="20"/>
        </w:rPr>
      </w:pPr>
      <w:r w:rsidRPr="00C76145">
        <w:rPr>
          <w:i/>
          <w:sz w:val="20"/>
        </w:rPr>
        <w:t xml:space="preserve">   подпись </w:t>
      </w:r>
      <w:r w:rsidRPr="00C76145">
        <w:rPr>
          <w:i/>
          <w:sz w:val="20"/>
        </w:rPr>
        <w:tab/>
      </w:r>
      <w:r w:rsidRPr="00C76145">
        <w:rPr>
          <w:i/>
          <w:sz w:val="20"/>
        </w:rPr>
        <w:tab/>
        <w:t>инициалы, фамилия</w:t>
      </w:r>
    </w:p>
    <w:p w:rsidR="001A65EB" w:rsidRPr="009962AC" w:rsidRDefault="001A65EB" w:rsidP="008F0E73">
      <w:pPr>
        <w:ind w:firstLine="720"/>
        <w:rPr>
          <w:sz w:val="24"/>
        </w:rPr>
      </w:pPr>
      <w:r w:rsidRPr="009962AC">
        <w:rPr>
          <w:sz w:val="24"/>
        </w:rPr>
        <w:t>МП</w:t>
      </w:r>
    </w:p>
    <w:p w:rsidR="001A65EB" w:rsidRPr="00C72D78" w:rsidRDefault="001A65EB" w:rsidP="001A65EB">
      <w:pPr>
        <w:rPr>
          <w:sz w:val="24"/>
          <w:szCs w:val="24"/>
        </w:rPr>
      </w:pPr>
      <w:r w:rsidRPr="00C72D78">
        <w:rPr>
          <w:sz w:val="24"/>
          <w:szCs w:val="24"/>
        </w:rPr>
        <w:t>Член</w:t>
      </w:r>
      <w:r w:rsidR="008F0E73">
        <w:rPr>
          <w:sz w:val="24"/>
          <w:szCs w:val="24"/>
        </w:rPr>
        <w:t>ы</w:t>
      </w:r>
      <w:r w:rsidRPr="00C72D78">
        <w:rPr>
          <w:sz w:val="24"/>
          <w:szCs w:val="24"/>
        </w:rPr>
        <w:t xml:space="preserve"> участковой</w:t>
      </w:r>
    </w:p>
    <w:p w:rsidR="001A65EB" w:rsidRPr="00C72D78" w:rsidRDefault="001A65EB" w:rsidP="001A65EB">
      <w:pPr>
        <w:rPr>
          <w:sz w:val="24"/>
          <w:szCs w:val="24"/>
        </w:rPr>
      </w:pPr>
      <w:r w:rsidRPr="00C72D78">
        <w:rPr>
          <w:sz w:val="24"/>
          <w:szCs w:val="24"/>
        </w:rPr>
        <w:t>избирательной комиссии</w:t>
      </w:r>
      <w:r w:rsidRPr="00C72D78">
        <w:rPr>
          <w:sz w:val="24"/>
          <w:szCs w:val="24"/>
        </w:rPr>
        <w:tab/>
      </w:r>
      <w:r w:rsidRPr="00C72D78">
        <w:rPr>
          <w:sz w:val="24"/>
          <w:szCs w:val="24"/>
        </w:rPr>
        <w:tab/>
      </w:r>
      <w:r w:rsidRPr="00C72D78">
        <w:rPr>
          <w:sz w:val="24"/>
          <w:szCs w:val="24"/>
        </w:rPr>
        <w:tab/>
      </w:r>
      <w:r w:rsidRPr="00C72D78">
        <w:rPr>
          <w:sz w:val="24"/>
          <w:szCs w:val="24"/>
        </w:rPr>
        <w:tab/>
        <w:t>____________  _______________________</w:t>
      </w:r>
    </w:p>
    <w:p w:rsidR="001A65EB" w:rsidRPr="00C76145" w:rsidRDefault="001A65EB" w:rsidP="001A65EB">
      <w:pPr>
        <w:ind w:left="4248" w:firstLine="708"/>
        <w:rPr>
          <w:i/>
          <w:sz w:val="20"/>
        </w:rPr>
      </w:pPr>
      <w:r w:rsidRPr="00C76145">
        <w:rPr>
          <w:i/>
          <w:sz w:val="20"/>
        </w:rPr>
        <w:t xml:space="preserve">   подпись </w:t>
      </w:r>
      <w:r w:rsidRPr="00C76145">
        <w:rPr>
          <w:i/>
          <w:sz w:val="20"/>
        </w:rPr>
        <w:tab/>
      </w:r>
      <w:r w:rsidRPr="00C76145">
        <w:rPr>
          <w:i/>
          <w:sz w:val="20"/>
        </w:rPr>
        <w:tab/>
        <w:t>инициалы, фамилия</w:t>
      </w:r>
    </w:p>
    <w:p w:rsidR="008F0E73" w:rsidRPr="00C72D78" w:rsidRDefault="008F0E73" w:rsidP="008F0E7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 w:rsidRPr="00C72D78">
        <w:rPr>
          <w:sz w:val="24"/>
          <w:szCs w:val="24"/>
        </w:rPr>
        <w:t>____________  _______________________</w:t>
      </w:r>
    </w:p>
    <w:p w:rsidR="001A65EB" w:rsidRPr="008F0E73" w:rsidRDefault="008F0E73" w:rsidP="008F0E73">
      <w:pPr>
        <w:pStyle w:val="ConsPlusNormal"/>
        <w:widowControl/>
        <w:ind w:firstLine="0"/>
        <w:rPr>
          <w:rFonts w:ascii="Times New Roman" w:hAnsi="Times New Roman" w:cs="Times New Roman"/>
        </w:rPr>
      </w:pPr>
      <w:r>
        <w:rPr>
          <w:i/>
        </w:rPr>
        <w:t xml:space="preserve">                                                                                           </w:t>
      </w:r>
      <w:r w:rsidRPr="008F0E73">
        <w:rPr>
          <w:rFonts w:ascii="Times New Roman" w:hAnsi="Times New Roman" w:cs="Times New Roman"/>
          <w:i/>
        </w:rPr>
        <w:t xml:space="preserve">подпись </w:t>
      </w:r>
      <w:r w:rsidRPr="008F0E73">
        <w:rPr>
          <w:rFonts w:ascii="Times New Roman" w:hAnsi="Times New Roman" w:cs="Times New Roman"/>
          <w:i/>
        </w:rPr>
        <w:tab/>
      </w:r>
      <w:r w:rsidRPr="008F0E73">
        <w:rPr>
          <w:rFonts w:ascii="Times New Roman" w:hAnsi="Times New Roman" w:cs="Times New Roman"/>
          <w:i/>
        </w:rPr>
        <w:tab/>
        <w:t>инициалы, фамилия</w:t>
      </w:r>
      <w:r w:rsidRPr="008F0E73">
        <w:rPr>
          <w:rFonts w:ascii="Times New Roman" w:hAnsi="Times New Roman" w:cs="Times New Roman"/>
        </w:rPr>
        <w:t xml:space="preserve"> </w:t>
      </w:r>
      <w:r w:rsidR="001A65EB" w:rsidRPr="008F0E73">
        <w:rPr>
          <w:rFonts w:ascii="Times New Roman" w:hAnsi="Times New Roman" w:cs="Times New Roman"/>
        </w:rPr>
        <w:br w:type="page"/>
      </w:r>
    </w:p>
    <w:p w:rsidR="00442D94" w:rsidRPr="00335C9E" w:rsidRDefault="00442D94" w:rsidP="00442D94">
      <w:pPr>
        <w:pStyle w:val="ConsPlusNormal"/>
        <w:widowControl/>
        <w:ind w:left="453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</w:t>
      </w:r>
    </w:p>
    <w:p w:rsidR="00442D94" w:rsidRDefault="00442D94" w:rsidP="00442D94">
      <w:pPr>
        <w:pStyle w:val="ConsPlusNormal"/>
        <w:widowControl/>
        <w:ind w:left="4536" w:firstLine="0"/>
        <w:rPr>
          <w:rFonts w:ascii="Times New Roman" w:hAnsi="Times New Roman" w:cs="Times New Roman"/>
          <w:szCs w:val="28"/>
        </w:rPr>
      </w:pPr>
      <w:r w:rsidRPr="00335C9E">
        <w:rPr>
          <w:rFonts w:ascii="Times New Roman" w:hAnsi="Times New Roman" w:cs="Times New Roman"/>
        </w:rPr>
        <w:t xml:space="preserve">к Порядку </w:t>
      </w:r>
      <w:r>
        <w:rPr>
          <w:rFonts w:ascii="Times New Roman" w:hAnsi="Times New Roman" w:cs="Times New Roman"/>
        </w:rPr>
        <w:t xml:space="preserve">осуществления </w:t>
      </w:r>
      <w:r w:rsidRPr="00335C9E">
        <w:rPr>
          <w:rFonts w:ascii="Times New Roman" w:hAnsi="Times New Roman" w:cs="Times New Roman"/>
        </w:rPr>
        <w:t>контроля</w:t>
      </w:r>
      <w:r>
        <w:rPr>
          <w:rFonts w:ascii="Times New Roman" w:hAnsi="Times New Roman" w:cs="Times New Roman"/>
        </w:rPr>
        <w:t xml:space="preserve"> </w:t>
      </w:r>
      <w:r w:rsidRPr="00335C9E">
        <w:rPr>
          <w:rFonts w:ascii="Times New Roman" w:hAnsi="Times New Roman" w:cs="Times New Roman"/>
        </w:rPr>
        <w:t xml:space="preserve">за </w:t>
      </w:r>
      <w:r w:rsidRPr="009A409E">
        <w:rPr>
          <w:rFonts w:ascii="Times New Roman" w:hAnsi="Times New Roman" w:cs="Times New Roman"/>
        </w:rPr>
        <w:t xml:space="preserve">изготовлением избирательных бюллетеней для голосования </w:t>
      </w:r>
      <w:r w:rsidRPr="009A409E">
        <w:rPr>
          <w:rFonts w:ascii="Times New Roman" w:hAnsi="Times New Roman" w:cs="Times New Roman"/>
          <w:bCs/>
        </w:rPr>
        <w:t xml:space="preserve">на </w:t>
      </w:r>
      <w:r>
        <w:rPr>
          <w:rFonts w:ascii="Times New Roman" w:hAnsi="Times New Roman" w:cs="Times New Roman"/>
          <w:bCs/>
        </w:rPr>
        <w:t xml:space="preserve">дополнительных </w:t>
      </w:r>
      <w:r w:rsidRPr="009A409E">
        <w:rPr>
          <w:rFonts w:ascii="Times New Roman" w:hAnsi="Times New Roman" w:cs="Times New Roman"/>
        </w:rPr>
        <w:t xml:space="preserve">выборах депутатов </w:t>
      </w:r>
      <w:r>
        <w:rPr>
          <w:rFonts w:ascii="Times New Roman" w:hAnsi="Times New Roman" w:cs="Times New Roman"/>
          <w:szCs w:val="28"/>
        </w:rPr>
        <w:t>Думы</w:t>
      </w:r>
      <w:r w:rsidRPr="009A409E">
        <w:rPr>
          <w:rFonts w:ascii="Times New Roman" w:hAnsi="Times New Roman" w:cs="Times New Roman"/>
          <w:szCs w:val="28"/>
        </w:rPr>
        <w:t xml:space="preserve"> Кишертского муниципального </w:t>
      </w:r>
      <w:r>
        <w:rPr>
          <w:rFonts w:ascii="Times New Roman" w:hAnsi="Times New Roman" w:cs="Times New Roman"/>
          <w:szCs w:val="28"/>
        </w:rPr>
        <w:t>округа Пермского края по пятимандатному избирательному округу № 3 по трем незамещенным мандатам</w:t>
      </w:r>
    </w:p>
    <w:p w:rsidR="00442D94" w:rsidRDefault="00442D94" w:rsidP="001A65EB">
      <w:pPr>
        <w:pStyle w:val="ConsPlusNormal"/>
        <w:widowControl/>
        <w:ind w:left="4536" w:firstLine="0"/>
        <w:jc w:val="both"/>
        <w:rPr>
          <w:rFonts w:ascii="Times New Roman" w:hAnsi="Times New Roman" w:cs="Times New Roman"/>
        </w:rPr>
      </w:pPr>
    </w:p>
    <w:p w:rsidR="00442D94" w:rsidRPr="008F0E73" w:rsidRDefault="00442D94" w:rsidP="00442D94">
      <w:pPr>
        <w:pStyle w:val="a5"/>
        <w:tabs>
          <w:tab w:val="left" w:pos="10260"/>
        </w:tabs>
        <w:spacing w:line="240" w:lineRule="auto"/>
        <w:jc w:val="center"/>
        <w:rPr>
          <w:b/>
          <w:bCs/>
          <w:sz w:val="20"/>
        </w:rPr>
      </w:pPr>
      <w:r w:rsidRPr="008F0E73">
        <w:rPr>
          <w:b/>
          <w:bCs/>
          <w:sz w:val="20"/>
        </w:rPr>
        <w:t xml:space="preserve">Дополнительные выборы </w:t>
      </w:r>
    </w:p>
    <w:p w:rsidR="00442D94" w:rsidRPr="008F0E73" w:rsidRDefault="00442D94" w:rsidP="00442D94">
      <w:pPr>
        <w:pStyle w:val="a5"/>
        <w:tabs>
          <w:tab w:val="left" w:pos="10260"/>
        </w:tabs>
        <w:spacing w:line="240" w:lineRule="auto"/>
        <w:jc w:val="center"/>
        <w:rPr>
          <w:b/>
          <w:bCs/>
          <w:sz w:val="20"/>
        </w:rPr>
      </w:pPr>
      <w:r w:rsidRPr="008F0E73">
        <w:rPr>
          <w:b/>
          <w:bCs/>
          <w:sz w:val="20"/>
        </w:rPr>
        <w:t>депутатов Думы Кишертского муниципального округа Пермского края по пятимандатному избирательному округу № 3 по трем незамещенным мандатам</w:t>
      </w:r>
    </w:p>
    <w:p w:rsidR="00442D94" w:rsidRPr="008F0E73" w:rsidRDefault="00442D94" w:rsidP="00442D94">
      <w:pPr>
        <w:jc w:val="center"/>
        <w:rPr>
          <w:b/>
          <w:bCs/>
          <w:sz w:val="18"/>
        </w:rPr>
      </w:pPr>
      <w:r w:rsidRPr="008F0E73">
        <w:rPr>
          <w:b/>
          <w:bCs/>
          <w:sz w:val="20"/>
        </w:rPr>
        <w:t>19 сентября 2021 года</w:t>
      </w:r>
    </w:p>
    <w:p w:rsidR="00442D94" w:rsidRPr="008F0E73" w:rsidRDefault="00442D94" w:rsidP="00E30CCF">
      <w:pPr>
        <w:jc w:val="center"/>
        <w:rPr>
          <w:b/>
          <w:sz w:val="24"/>
        </w:rPr>
      </w:pPr>
    </w:p>
    <w:p w:rsidR="001A65EB" w:rsidRPr="008F0E73" w:rsidRDefault="00E30CCF" w:rsidP="00442D94">
      <w:pPr>
        <w:jc w:val="center"/>
        <w:rPr>
          <w:b/>
          <w:sz w:val="22"/>
        </w:rPr>
      </w:pPr>
      <w:r w:rsidRPr="008F0E73">
        <w:rPr>
          <w:b/>
          <w:sz w:val="22"/>
        </w:rPr>
        <w:t>АКТ</w:t>
      </w:r>
    </w:p>
    <w:p w:rsidR="00442D94" w:rsidRPr="008F0E73" w:rsidRDefault="001A65EB" w:rsidP="00442D94">
      <w:pPr>
        <w:jc w:val="center"/>
        <w:rPr>
          <w:b/>
          <w:bCs/>
          <w:sz w:val="20"/>
        </w:rPr>
      </w:pPr>
      <w:r w:rsidRPr="008F0E73">
        <w:rPr>
          <w:b/>
          <w:bCs/>
          <w:sz w:val="20"/>
        </w:rPr>
        <w:t xml:space="preserve">об уничтожении выбракованных избирательных бюллетеней для голосования </w:t>
      </w:r>
      <w:r w:rsidRPr="008F0E73">
        <w:rPr>
          <w:b/>
          <w:sz w:val="20"/>
          <w:szCs w:val="24"/>
        </w:rPr>
        <w:t xml:space="preserve">на </w:t>
      </w:r>
      <w:r w:rsidR="00442D94" w:rsidRPr="008F0E73">
        <w:rPr>
          <w:b/>
          <w:sz w:val="20"/>
          <w:szCs w:val="24"/>
        </w:rPr>
        <w:t xml:space="preserve">дополнительных </w:t>
      </w:r>
      <w:r w:rsidRPr="008F0E73">
        <w:rPr>
          <w:b/>
          <w:sz w:val="20"/>
          <w:szCs w:val="24"/>
        </w:rPr>
        <w:t xml:space="preserve">выборах </w:t>
      </w:r>
      <w:r w:rsidRPr="008F0E73">
        <w:rPr>
          <w:b/>
          <w:bCs/>
          <w:sz w:val="20"/>
          <w:szCs w:val="24"/>
        </w:rPr>
        <w:t xml:space="preserve">депутатов </w:t>
      </w:r>
      <w:r w:rsidR="00E30CCF" w:rsidRPr="008F0E73">
        <w:rPr>
          <w:b/>
          <w:bCs/>
          <w:sz w:val="20"/>
        </w:rPr>
        <w:t xml:space="preserve">Думы </w:t>
      </w:r>
      <w:r w:rsidRPr="008F0E73">
        <w:rPr>
          <w:b/>
          <w:bCs/>
          <w:sz w:val="20"/>
        </w:rPr>
        <w:t xml:space="preserve">Кишертского муниципального </w:t>
      </w:r>
      <w:r w:rsidR="00E30CCF" w:rsidRPr="008F0E73">
        <w:rPr>
          <w:b/>
          <w:bCs/>
          <w:sz w:val="20"/>
        </w:rPr>
        <w:t>округа</w:t>
      </w:r>
      <w:r w:rsidRPr="008F0E73">
        <w:rPr>
          <w:b/>
          <w:bCs/>
          <w:sz w:val="20"/>
        </w:rPr>
        <w:t xml:space="preserve"> </w:t>
      </w:r>
      <w:r w:rsidR="00442D94" w:rsidRPr="008F0E73">
        <w:rPr>
          <w:b/>
          <w:bCs/>
          <w:sz w:val="20"/>
        </w:rPr>
        <w:t xml:space="preserve">Пермского края по пятимандатному избирательному округу № 3 </w:t>
      </w:r>
    </w:p>
    <w:p w:rsidR="00442D94" w:rsidRPr="008F0E73" w:rsidRDefault="00442D94" w:rsidP="00442D94">
      <w:pPr>
        <w:jc w:val="center"/>
        <w:rPr>
          <w:b/>
          <w:sz w:val="20"/>
          <w:szCs w:val="28"/>
        </w:rPr>
      </w:pPr>
      <w:r w:rsidRPr="008F0E73">
        <w:rPr>
          <w:b/>
          <w:bCs/>
          <w:sz w:val="20"/>
        </w:rPr>
        <w:t>по трем незамещенным мандатам</w:t>
      </w:r>
    </w:p>
    <w:p w:rsidR="001A65EB" w:rsidRDefault="001A65EB" w:rsidP="00442D9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0"/>
        <w:gridCol w:w="4841"/>
      </w:tblGrid>
      <w:tr w:rsidR="001A65EB" w:rsidRPr="008F7DC8" w:rsidTr="001A65EB">
        <w:tc>
          <w:tcPr>
            <w:tcW w:w="5068" w:type="dxa"/>
          </w:tcPr>
          <w:p w:rsidR="001A65EB" w:rsidRPr="008F7DC8" w:rsidRDefault="001A65EB" w:rsidP="001A65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8F7DC8">
              <w:rPr>
                <w:rFonts w:ascii="Times New Roman" w:hAnsi="Times New Roman" w:cs="Times New Roman"/>
                <w:bCs/>
                <w:i/>
                <w:sz w:val="24"/>
              </w:rPr>
              <w:t>______________________</w:t>
            </w:r>
          </w:p>
          <w:p w:rsidR="001A65EB" w:rsidRPr="008F7DC8" w:rsidRDefault="001A65EB" w:rsidP="001A65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8F7DC8">
              <w:rPr>
                <w:rFonts w:ascii="Times New Roman" w:hAnsi="Times New Roman" w:cs="Times New Roman"/>
                <w:bCs/>
                <w:i/>
              </w:rPr>
              <w:t xml:space="preserve">   место составления акта</w:t>
            </w:r>
          </w:p>
        </w:tc>
        <w:tc>
          <w:tcPr>
            <w:tcW w:w="5069" w:type="dxa"/>
          </w:tcPr>
          <w:p w:rsidR="001A65EB" w:rsidRPr="008F7DC8" w:rsidRDefault="001A65EB" w:rsidP="001A65E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8F7DC8">
              <w:rPr>
                <w:rFonts w:ascii="Times New Roman" w:hAnsi="Times New Roman" w:cs="Times New Roman"/>
                <w:i/>
                <w:iCs/>
                <w:sz w:val="24"/>
              </w:rPr>
              <w:t>____________________________</w:t>
            </w:r>
          </w:p>
          <w:p w:rsidR="001A65EB" w:rsidRPr="008F7DC8" w:rsidRDefault="001A65EB" w:rsidP="001A65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7DC8">
              <w:rPr>
                <w:rFonts w:ascii="Times New Roman" w:hAnsi="Times New Roman" w:cs="Times New Roman"/>
                <w:i/>
                <w:iCs/>
              </w:rPr>
              <w:t xml:space="preserve">                            дата и время составления акта</w:t>
            </w:r>
          </w:p>
        </w:tc>
      </w:tr>
    </w:tbl>
    <w:p w:rsidR="001A65EB" w:rsidRDefault="001A65EB" w:rsidP="001A65EB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</w:t>
      </w:r>
    </w:p>
    <w:p w:rsidR="001A65EB" w:rsidRPr="008F0E73" w:rsidRDefault="001A65EB" w:rsidP="00442D94">
      <w:pPr>
        <w:pStyle w:val="ConsPlusNormal"/>
        <w:widowControl/>
        <w:numPr>
          <w:ilvl w:val="0"/>
          <w:numId w:val="42"/>
        </w:numPr>
        <w:jc w:val="both"/>
        <w:rPr>
          <w:rFonts w:ascii="Times New Roman" w:hAnsi="Times New Roman" w:cs="Times New Roman"/>
          <w:sz w:val="22"/>
        </w:rPr>
      </w:pPr>
      <w:r w:rsidRPr="008F0E73">
        <w:rPr>
          <w:rFonts w:ascii="Times New Roman" w:hAnsi="Times New Roman" w:cs="Times New Roman"/>
          <w:sz w:val="22"/>
        </w:rPr>
        <w:t>При передаче __________________________________________________________</w:t>
      </w:r>
    </w:p>
    <w:p w:rsidR="001A65EB" w:rsidRPr="008F0E73" w:rsidRDefault="001A65EB" w:rsidP="001A65EB">
      <w:pPr>
        <w:pStyle w:val="ConsPlusNormal"/>
        <w:widowControl/>
        <w:ind w:firstLine="561"/>
        <w:jc w:val="both"/>
        <w:rPr>
          <w:rFonts w:ascii="Times New Roman" w:hAnsi="Times New Roman" w:cs="Times New Roman"/>
          <w:i/>
          <w:sz w:val="18"/>
        </w:rPr>
      </w:pPr>
      <w:r w:rsidRPr="008F0E73">
        <w:rPr>
          <w:rFonts w:ascii="Times New Roman" w:hAnsi="Times New Roman" w:cs="Times New Roman"/>
          <w:sz w:val="22"/>
        </w:rPr>
        <w:t xml:space="preserve">                         </w:t>
      </w:r>
      <w:r w:rsidRPr="008F0E73">
        <w:rPr>
          <w:rFonts w:ascii="Times New Roman" w:hAnsi="Times New Roman" w:cs="Times New Roman"/>
          <w:sz w:val="18"/>
        </w:rPr>
        <w:t xml:space="preserve">                               </w:t>
      </w:r>
      <w:r w:rsidRPr="008F0E73">
        <w:rPr>
          <w:rFonts w:ascii="Times New Roman" w:hAnsi="Times New Roman" w:cs="Times New Roman"/>
          <w:i/>
          <w:sz w:val="18"/>
        </w:rPr>
        <w:t>(количество бюллетеней цифрами и прописью)</w:t>
      </w:r>
    </w:p>
    <w:p w:rsidR="001A65EB" w:rsidRPr="008F0E73" w:rsidRDefault="001A65EB" w:rsidP="001A65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</w:rPr>
      </w:pPr>
      <w:r w:rsidRPr="008F0E73">
        <w:rPr>
          <w:rFonts w:ascii="Times New Roman" w:hAnsi="Times New Roman" w:cs="Times New Roman"/>
          <w:sz w:val="22"/>
        </w:rPr>
        <w:t>избирательных бюллетеней для голосования на</w:t>
      </w:r>
      <w:r w:rsidRPr="008F0E73">
        <w:rPr>
          <w:rFonts w:ascii="Times New Roman" w:hAnsi="Times New Roman" w:cs="Times New Roman"/>
          <w:b/>
          <w:sz w:val="22"/>
          <w:szCs w:val="24"/>
        </w:rPr>
        <w:t xml:space="preserve"> </w:t>
      </w:r>
      <w:r w:rsidR="00442D94" w:rsidRPr="008F0E73">
        <w:rPr>
          <w:rFonts w:ascii="Times New Roman" w:hAnsi="Times New Roman" w:cs="Times New Roman"/>
          <w:sz w:val="22"/>
          <w:szCs w:val="24"/>
        </w:rPr>
        <w:t>дополнительных</w:t>
      </w:r>
      <w:r w:rsidR="00442D94" w:rsidRPr="008F0E73">
        <w:rPr>
          <w:rFonts w:ascii="Times New Roman" w:hAnsi="Times New Roman" w:cs="Times New Roman"/>
          <w:b/>
          <w:sz w:val="22"/>
          <w:szCs w:val="24"/>
        </w:rPr>
        <w:t xml:space="preserve"> </w:t>
      </w:r>
      <w:r w:rsidRPr="008F0E73">
        <w:rPr>
          <w:rFonts w:ascii="Times New Roman" w:hAnsi="Times New Roman" w:cs="Times New Roman"/>
          <w:sz w:val="22"/>
          <w:szCs w:val="24"/>
        </w:rPr>
        <w:t xml:space="preserve">выборах </w:t>
      </w:r>
      <w:r w:rsidRPr="008F0E73">
        <w:rPr>
          <w:rFonts w:ascii="Times New Roman" w:hAnsi="Times New Roman" w:cs="Times New Roman"/>
          <w:bCs/>
          <w:sz w:val="22"/>
          <w:szCs w:val="24"/>
        </w:rPr>
        <w:t xml:space="preserve">депутатов </w:t>
      </w:r>
      <w:r w:rsidR="00E30CCF" w:rsidRPr="008F0E73">
        <w:rPr>
          <w:rFonts w:ascii="Times New Roman" w:hAnsi="Times New Roman" w:cs="Times New Roman"/>
          <w:bCs/>
          <w:sz w:val="22"/>
          <w:szCs w:val="24"/>
        </w:rPr>
        <w:t xml:space="preserve">Думы </w:t>
      </w:r>
      <w:r w:rsidRPr="008F0E73">
        <w:rPr>
          <w:rFonts w:ascii="Times New Roman" w:hAnsi="Times New Roman" w:cs="Times New Roman"/>
          <w:bCs/>
          <w:sz w:val="22"/>
          <w:szCs w:val="24"/>
        </w:rPr>
        <w:t xml:space="preserve">Кишертского муниципального </w:t>
      </w:r>
      <w:r w:rsidR="00E30CCF" w:rsidRPr="008F0E73">
        <w:rPr>
          <w:rFonts w:ascii="Times New Roman" w:hAnsi="Times New Roman" w:cs="Times New Roman"/>
          <w:bCs/>
          <w:sz w:val="22"/>
          <w:szCs w:val="24"/>
        </w:rPr>
        <w:t>округа</w:t>
      </w:r>
      <w:r w:rsidRPr="008F0E73">
        <w:rPr>
          <w:rFonts w:ascii="Times New Roman" w:hAnsi="Times New Roman" w:cs="Times New Roman"/>
          <w:bCs/>
          <w:sz w:val="22"/>
          <w:szCs w:val="24"/>
        </w:rPr>
        <w:t xml:space="preserve"> </w:t>
      </w:r>
      <w:r w:rsidRPr="008F0E73">
        <w:rPr>
          <w:rFonts w:ascii="Times New Roman" w:hAnsi="Times New Roman" w:cs="Times New Roman"/>
          <w:sz w:val="22"/>
        </w:rPr>
        <w:t xml:space="preserve">от территориальной избирательной комиссии Кишертского муниципального </w:t>
      </w:r>
      <w:r w:rsidR="00E30CCF" w:rsidRPr="008F0E73">
        <w:rPr>
          <w:rFonts w:ascii="Times New Roman" w:hAnsi="Times New Roman" w:cs="Times New Roman"/>
          <w:sz w:val="22"/>
        </w:rPr>
        <w:t>округа</w:t>
      </w:r>
      <w:r w:rsidRPr="008F0E73">
        <w:rPr>
          <w:rFonts w:ascii="Times New Roman" w:hAnsi="Times New Roman" w:cs="Times New Roman"/>
          <w:sz w:val="22"/>
        </w:rPr>
        <w:t xml:space="preserve"> </w:t>
      </w:r>
      <w:r w:rsidR="00442D94" w:rsidRPr="008F0E73">
        <w:rPr>
          <w:rFonts w:ascii="Times New Roman" w:hAnsi="Times New Roman" w:cs="Times New Roman"/>
          <w:bCs/>
          <w:sz w:val="22"/>
          <w:szCs w:val="24"/>
        </w:rPr>
        <w:t>Пермского края по пятимандатному избирательному округу № 3 по трем незамещенным мандатам</w:t>
      </w:r>
      <w:r w:rsidR="00442D94" w:rsidRPr="008F0E73">
        <w:rPr>
          <w:sz w:val="22"/>
        </w:rPr>
        <w:t xml:space="preserve"> </w:t>
      </w:r>
      <w:r w:rsidRPr="008F0E73">
        <w:rPr>
          <w:rFonts w:ascii="Times New Roman" w:hAnsi="Times New Roman" w:cs="Times New Roman"/>
          <w:sz w:val="22"/>
        </w:rPr>
        <w:t xml:space="preserve">участковой избирательной комиссии избирательного участка № ______________ был произведен поштучный пересчет и выбраковка избирательных бюллетеней, в результате чего выявлено </w:t>
      </w:r>
    </w:p>
    <w:p w:rsidR="001A65EB" w:rsidRPr="008F0E73" w:rsidRDefault="001A65EB" w:rsidP="001A65E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</w:rPr>
      </w:pPr>
      <w:r w:rsidRPr="008F0E73">
        <w:rPr>
          <w:rFonts w:ascii="Times New Roman" w:hAnsi="Times New Roman" w:cs="Times New Roman"/>
          <w:sz w:val="22"/>
        </w:rPr>
        <w:t>_____________________________________________________________________________</w:t>
      </w:r>
    </w:p>
    <w:p w:rsidR="001A65EB" w:rsidRPr="008F0E73" w:rsidRDefault="001A65EB" w:rsidP="001A65EB">
      <w:pPr>
        <w:pStyle w:val="ConsPlusNormal"/>
        <w:widowControl/>
        <w:ind w:firstLine="561"/>
        <w:jc w:val="center"/>
        <w:rPr>
          <w:rFonts w:ascii="Times New Roman" w:hAnsi="Times New Roman" w:cs="Times New Roman"/>
          <w:i/>
          <w:sz w:val="18"/>
        </w:rPr>
      </w:pPr>
      <w:r w:rsidRPr="008F0E73">
        <w:rPr>
          <w:rFonts w:ascii="Times New Roman" w:hAnsi="Times New Roman" w:cs="Times New Roman"/>
          <w:i/>
          <w:sz w:val="18"/>
        </w:rPr>
        <w:t>(количество бюллетеней цифрами и прописью)</w:t>
      </w:r>
    </w:p>
    <w:p w:rsidR="001A65EB" w:rsidRPr="008F0E73" w:rsidRDefault="001A65EB" w:rsidP="001A65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</w:rPr>
      </w:pPr>
      <w:r w:rsidRPr="008F0E73">
        <w:rPr>
          <w:rFonts w:ascii="Times New Roman" w:hAnsi="Times New Roman" w:cs="Times New Roman"/>
          <w:sz w:val="22"/>
        </w:rPr>
        <w:t>штук выбракованных избирательных бюллетеней для голосования на</w:t>
      </w:r>
      <w:r w:rsidRPr="008F0E73">
        <w:rPr>
          <w:rFonts w:ascii="Times New Roman" w:hAnsi="Times New Roman" w:cs="Times New Roman"/>
          <w:b/>
          <w:sz w:val="22"/>
          <w:szCs w:val="24"/>
        </w:rPr>
        <w:t xml:space="preserve"> </w:t>
      </w:r>
      <w:r w:rsidR="00442D94" w:rsidRPr="008F0E73">
        <w:rPr>
          <w:rFonts w:ascii="Times New Roman" w:hAnsi="Times New Roman" w:cs="Times New Roman"/>
          <w:sz w:val="22"/>
          <w:szCs w:val="24"/>
        </w:rPr>
        <w:t xml:space="preserve">дополнительных </w:t>
      </w:r>
      <w:r w:rsidRPr="008F0E73">
        <w:rPr>
          <w:rFonts w:ascii="Times New Roman" w:hAnsi="Times New Roman" w:cs="Times New Roman"/>
          <w:sz w:val="22"/>
          <w:szCs w:val="24"/>
        </w:rPr>
        <w:t xml:space="preserve">выборах </w:t>
      </w:r>
      <w:r w:rsidRPr="008F0E73">
        <w:rPr>
          <w:rFonts w:ascii="Times New Roman" w:hAnsi="Times New Roman" w:cs="Times New Roman"/>
          <w:bCs/>
          <w:sz w:val="22"/>
          <w:szCs w:val="24"/>
        </w:rPr>
        <w:t xml:space="preserve">депутатов </w:t>
      </w:r>
      <w:r w:rsidR="00E30CCF" w:rsidRPr="008F0E73">
        <w:rPr>
          <w:rFonts w:ascii="Times New Roman" w:hAnsi="Times New Roman" w:cs="Times New Roman"/>
          <w:bCs/>
          <w:sz w:val="22"/>
          <w:szCs w:val="24"/>
        </w:rPr>
        <w:t>Думы</w:t>
      </w:r>
      <w:r w:rsidRPr="008F0E73">
        <w:rPr>
          <w:rFonts w:ascii="Times New Roman" w:hAnsi="Times New Roman" w:cs="Times New Roman"/>
          <w:bCs/>
          <w:sz w:val="22"/>
          <w:szCs w:val="24"/>
        </w:rPr>
        <w:t xml:space="preserve"> Кишертского муниципального </w:t>
      </w:r>
      <w:r w:rsidR="00E30CCF" w:rsidRPr="008F0E73">
        <w:rPr>
          <w:rFonts w:ascii="Times New Roman" w:hAnsi="Times New Roman" w:cs="Times New Roman"/>
          <w:bCs/>
          <w:sz w:val="22"/>
          <w:szCs w:val="24"/>
        </w:rPr>
        <w:t>округа</w:t>
      </w:r>
      <w:r w:rsidR="00442D94" w:rsidRPr="008F0E73">
        <w:rPr>
          <w:rFonts w:ascii="Times New Roman" w:hAnsi="Times New Roman" w:cs="Times New Roman"/>
          <w:bCs/>
          <w:sz w:val="22"/>
          <w:szCs w:val="24"/>
        </w:rPr>
        <w:t xml:space="preserve"> Пермского края по пятимандатному избирательному округу № 3 по трем незамещенным мандатам</w:t>
      </w:r>
      <w:r w:rsidR="00442D94" w:rsidRPr="008F0E73">
        <w:rPr>
          <w:sz w:val="22"/>
        </w:rPr>
        <w:t>.</w:t>
      </w:r>
    </w:p>
    <w:p w:rsidR="001A65EB" w:rsidRPr="008F0E73" w:rsidRDefault="001A65EB" w:rsidP="001A65EB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2"/>
        </w:rPr>
      </w:pPr>
      <w:r w:rsidRPr="008F0E73">
        <w:rPr>
          <w:rFonts w:ascii="Times New Roman" w:hAnsi="Times New Roman" w:cs="Times New Roman"/>
          <w:sz w:val="22"/>
        </w:rPr>
        <w:t>2. Выбракованные избирательные бюллетени для голосования на</w:t>
      </w:r>
      <w:r w:rsidRPr="008F0E73">
        <w:rPr>
          <w:rFonts w:ascii="Times New Roman" w:hAnsi="Times New Roman" w:cs="Times New Roman"/>
          <w:b/>
          <w:sz w:val="22"/>
          <w:szCs w:val="24"/>
        </w:rPr>
        <w:t xml:space="preserve"> </w:t>
      </w:r>
      <w:r w:rsidR="00442D94" w:rsidRPr="008F0E73">
        <w:rPr>
          <w:rFonts w:ascii="Times New Roman" w:hAnsi="Times New Roman" w:cs="Times New Roman"/>
          <w:sz w:val="22"/>
          <w:szCs w:val="24"/>
        </w:rPr>
        <w:t>дополнительных</w:t>
      </w:r>
      <w:r w:rsidR="00442D94" w:rsidRPr="008F0E73">
        <w:rPr>
          <w:rFonts w:ascii="Times New Roman" w:hAnsi="Times New Roman" w:cs="Times New Roman"/>
          <w:b/>
          <w:sz w:val="22"/>
          <w:szCs w:val="24"/>
        </w:rPr>
        <w:t xml:space="preserve"> </w:t>
      </w:r>
      <w:r w:rsidRPr="008F0E73">
        <w:rPr>
          <w:rFonts w:ascii="Times New Roman" w:hAnsi="Times New Roman" w:cs="Times New Roman"/>
          <w:sz w:val="22"/>
          <w:szCs w:val="24"/>
        </w:rPr>
        <w:t xml:space="preserve">выборах </w:t>
      </w:r>
      <w:r w:rsidRPr="008F0E73">
        <w:rPr>
          <w:rFonts w:ascii="Times New Roman" w:hAnsi="Times New Roman" w:cs="Times New Roman"/>
          <w:bCs/>
          <w:sz w:val="22"/>
          <w:szCs w:val="24"/>
        </w:rPr>
        <w:t xml:space="preserve">депутатов </w:t>
      </w:r>
      <w:r w:rsidR="00E30CCF" w:rsidRPr="008F0E73">
        <w:rPr>
          <w:rFonts w:ascii="Times New Roman" w:hAnsi="Times New Roman" w:cs="Times New Roman"/>
          <w:bCs/>
          <w:sz w:val="22"/>
          <w:szCs w:val="24"/>
        </w:rPr>
        <w:t>Думы Кишертского муниципального округа</w:t>
      </w:r>
      <w:r w:rsidR="00E30CCF" w:rsidRPr="008F0E73">
        <w:rPr>
          <w:rFonts w:ascii="Times New Roman" w:hAnsi="Times New Roman" w:cs="Times New Roman"/>
          <w:sz w:val="22"/>
        </w:rPr>
        <w:t xml:space="preserve"> </w:t>
      </w:r>
      <w:r w:rsidR="00442D94" w:rsidRPr="008F0E73">
        <w:rPr>
          <w:rFonts w:ascii="Times New Roman" w:hAnsi="Times New Roman" w:cs="Times New Roman"/>
          <w:bCs/>
          <w:sz w:val="22"/>
          <w:szCs w:val="24"/>
        </w:rPr>
        <w:t>Пермского края по пятимандатному избирательному округу № 3 по трем незамещенным мандатам</w:t>
      </w:r>
      <w:r w:rsidR="00442D94" w:rsidRPr="008F0E73">
        <w:rPr>
          <w:sz w:val="22"/>
        </w:rPr>
        <w:t xml:space="preserve"> </w:t>
      </w:r>
      <w:r w:rsidR="00442D94" w:rsidRPr="008F0E73">
        <w:rPr>
          <w:rFonts w:ascii="Times New Roman" w:hAnsi="Times New Roman" w:cs="Times New Roman"/>
          <w:sz w:val="22"/>
        </w:rPr>
        <w:t>в количестве _____</w:t>
      </w:r>
      <w:r w:rsidRPr="008F0E73">
        <w:rPr>
          <w:rFonts w:ascii="Times New Roman" w:hAnsi="Times New Roman" w:cs="Times New Roman"/>
          <w:sz w:val="22"/>
        </w:rPr>
        <w:t xml:space="preserve"> штук уничтоже</w:t>
      </w:r>
      <w:r w:rsidR="00442D94" w:rsidRPr="008F0E73">
        <w:rPr>
          <w:rFonts w:ascii="Times New Roman" w:hAnsi="Times New Roman" w:cs="Times New Roman"/>
          <w:sz w:val="22"/>
        </w:rPr>
        <w:t>ны «______» _____________ 2021</w:t>
      </w:r>
      <w:r w:rsidRPr="008F0E73">
        <w:rPr>
          <w:rFonts w:ascii="Times New Roman" w:hAnsi="Times New Roman" w:cs="Times New Roman"/>
          <w:sz w:val="22"/>
        </w:rPr>
        <w:t xml:space="preserve"> года в присутствии представителей территориальной избирательной комиссии Кишертского муниципального </w:t>
      </w:r>
      <w:r w:rsidR="00E30CCF" w:rsidRPr="008F0E73">
        <w:rPr>
          <w:rFonts w:ascii="Times New Roman" w:hAnsi="Times New Roman" w:cs="Times New Roman"/>
          <w:sz w:val="22"/>
        </w:rPr>
        <w:t>округа</w:t>
      </w:r>
      <w:r w:rsidRPr="008F0E73">
        <w:rPr>
          <w:rFonts w:ascii="Times New Roman" w:hAnsi="Times New Roman" w:cs="Times New Roman"/>
          <w:sz w:val="22"/>
        </w:rPr>
        <w:t xml:space="preserve"> и участковой избирательной комиссии и</w:t>
      </w:r>
      <w:r w:rsidR="00442D94" w:rsidRPr="008F0E73">
        <w:rPr>
          <w:rFonts w:ascii="Times New Roman" w:hAnsi="Times New Roman" w:cs="Times New Roman"/>
          <w:sz w:val="22"/>
        </w:rPr>
        <w:t>збирательного участка № ____</w:t>
      </w:r>
      <w:r w:rsidRPr="008F0E73">
        <w:rPr>
          <w:rFonts w:ascii="Times New Roman" w:hAnsi="Times New Roman" w:cs="Times New Roman"/>
          <w:sz w:val="22"/>
        </w:rPr>
        <w:t>.</w:t>
      </w:r>
    </w:p>
    <w:p w:rsidR="001A65EB" w:rsidRDefault="001A65EB" w:rsidP="001A65EB">
      <w:pPr>
        <w:pStyle w:val="ConsPlusNormal"/>
        <w:widowControl/>
        <w:tabs>
          <w:tab w:val="center" w:pos="4960"/>
          <w:tab w:val="right" w:pos="9921"/>
        </w:tabs>
        <w:ind w:firstLine="0"/>
        <w:jc w:val="both"/>
        <w:rPr>
          <w:rFonts w:ascii="Times New Roman" w:hAnsi="Times New Roman" w:cs="Times New Roman"/>
          <w:sz w:val="24"/>
        </w:rPr>
      </w:pPr>
    </w:p>
    <w:p w:rsidR="001A65EB" w:rsidRPr="00C72D78" w:rsidRDefault="001A65EB" w:rsidP="001A65EB">
      <w:pPr>
        <w:rPr>
          <w:sz w:val="24"/>
          <w:szCs w:val="24"/>
        </w:rPr>
      </w:pPr>
      <w:r w:rsidRPr="00C72D78">
        <w:rPr>
          <w:sz w:val="24"/>
          <w:szCs w:val="24"/>
        </w:rPr>
        <w:t>Члены территориальной избирательной</w:t>
      </w:r>
    </w:p>
    <w:p w:rsidR="001A65EB" w:rsidRPr="00C72D78" w:rsidRDefault="001A65EB" w:rsidP="001A65EB">
      <w:pPr>
        <w:rPr>
          <w:sz w:val="24"/>
          <w:szCs w:val="24"/>
        </w:rPr>
      </w:pPr>
      <w:r w:rsidRPr="00C72D78">
        <w:rPr>
          <w:sz w:val="24"/>
          <w:szCs w:val="24"/>
        </w:rPr>
        <w:t xml:space="preserve">комиссии Кишертского муниципального </w:t>
      </w:r>
      <w:r w:rsidR="00E30CCF">
        <w:rPr>
          <w:sz w:val="24"/>
          <w:szCs w:val="24"/>
        </w:rPr>
        <w:t>округа</w:t>
      </w:r>
      <w:r w:rsidRPr="00C72D78">
        <w:rPr>
          <w:sz w:val="24"/>
          <w:szCs w:val="24"/>
        </w:rPr>
        <w:t>___________  _______________________</w:t>
      </w:r>
    </w:p>
    <w:p w:rsidR="001A65EB" w:rsidRPr="00C76145" w:rsidRDefault="001A65EB" w:rsidP="001A65EB">
      <w:pPr>
        <w:ind w:left="4248" w:firstLine="708"/>
        <w:rPr>
          <w:i/>
          <w:sz w:val="20"/>
        </w:rPr>
      </w:pPr>
      <w:r w:rsidRPr="00C76145">
        <w:rPr>
          <w:i/>
          <w:sz w:val="20"/>
        </w:rPr>
        <w:t xml:space="preserve">   подпись </w:t>
      </w:r>
      <w:r w:rsidRPr="00C76145">
        <w:rPr>
          <w:i/>
          <w:sz w:val="20"/>
        </w:rPr>
        <w:tab/>
      </w:r>
      <w:r w:rsidRPr="00C76145">
        <w:rPr>
          <w:i/>
          <w:sz w:val="20"/>
        </w:rPr>
        <w:tab/>
        <w:t>инициалы, фамилия</w:t>
      </w:r>
    </w:p>
    <w:p w:rsidR="001A65EB" w:rsidRPr="00C72D78" w:rsidRDefault="001A65EB" w:rsidP="001A65EB">
      <w:pPr>
        <w:ind w:firstLine="720"/>
        <w:rPr>
          <w:sz w:val="24"/>
          <w:szCs w:val="24"/>
        </w:rPr>
      </w:pPr>
      <w:r>
        <w:t>МП</w:t>
      </w:r>
      <w:r w:rsidRPr="00C76145">
        <w:rPr>
          <w:sz w:val="20"/>
        </w:rPr>
        <w:tab/>
      </w:r>
      <w:r w:rsidRPr="00C76145">
        <w:rPr>
          <w:sz w:val="20"/>
        </w:rPr>
        <w:tab/>
      </w:r>
      <w:r w:rsidRPr="00C76145">
        <w:rPr>
          <w:sz w:val="20"/>
        </w:rPr>
        <w:tab/>
      </w:r>
      <w:r w:rsidRPr="00C76145">
        <w:rPr>
          <w:sz w:val="20"/>
        </w:rPr>
        <w:tab/>
      </w:r>
      <w:r>
        <w:rPr>
          <w:sz w:val="20"/>
        </w:rPr>
        <w:tab/>
      </w:r>
      <w:r w:rsidRPr="00C72D78">
        <w:rPr>
          <w:sz w:val="24"/>
          <w:szCs w:val="24"/>
        </w:rPr>
        <w:tab/>
        <w:t>___________  _______________________</w:t>
      </w:r>
    </w:p>
    <w:p w:rsidR="001A65EB" w:rsidRPr="00C76145" w:rsidRDefault="001A65EB" w:rsidP="001A65EB">
      <w:pPr>
        <w:ind w:left="4248" w:firstLine="708"/>
        <w:rPr>
          <w:i/>
          <w:sz w:val="20"/>
        </w:rPr>
      </w:pPr>
      <w:r w:rsidRPr="00C76145">
        <w:rPr>
          <w:i/>
          <w:sz w:val="20"/>
        </w:rPr>
        <w:t xml:space="preserve">   подпись </w:t>
      </w:r>
      <w:r w:rsidRPr="00C76145">
        <w:rPr>
          <w:i/>
          <w:sz w:val="20"/>
        </w:rPr>
        <w:tab/>
      </w:r>
      <w:r w:rsidRPr="00C76145">
        <w:rPr>
          <w:i/>
          <w:sz w:val="20"/>
        </w:rPr>
        <w:tab/>
        <w:t>инициалы, фамилия</w:t>
      </w:r>
    </w:p>
    <w:p w:rsidR="001A65EB" w:rsidRPr="00C72D78" w:rsidRDefault="001A65EB" w:rsidP="001A65EB">
      <w:pPr>
        <w:ind w:left="4248" w:firstLine="708"/>
        <w:rPr>
          <w:sz w:val="24"/>
          <w:szCs w:val="24"/>
        </w:rPr>
      </w:pPr>
      <w:r w:rsidRPr="00C72D78">
        <w:rPr>
          <w:sz w:val="24"/>
          <w:szCs w:val="24"/>
        </w:rPr>
        <w:t>___________  _______________________</w:t>
      </w:r>
    </w:p>
    <w:p w:rsidR="001A65EB" w:rsidRPr="00C76145" w:rsidRDefault="001A65EB" w:rsidP="001A65EB">
      <w:pPr>
        <w:ind w:left="4248" w:firstLine="708"/>
        <w:rPr>
          <w:i/>
          <w:sz w:val="20"/>
        </w:rPr>
      </w:pPr>
      <w:r w:rsidRPr="00C76145">
        <w:rPr>
          <w:i/>
          <w:sz w:val="20"/>
        </w:rPr>
        <w:t xml:space="preserve">   подпись </w:t>
      </w:r>
      <w:r w:rsidRPr="00C76145">
        <w:rPr>
          <w:i/>
          <w:sz w:val="20"/>
        </w:rPr>
        <w:tab/>
      </w:r>
      <w:r w:rsidRPr="00C76145">
        <w:rPr>
          <w:i/>
          <w:sz w:val="20"/>
        </w:rPr>
        <w:tab/>
        <w:t>инициалы, фамилия</w:t>
      </w:r>
    </w:p>
    <w:p w:rsidR="001A65EB" w:rsidRDefault="001A65EB" w:rsidP="001A65EB">
      <w:pPr>
        <w:rPr>
          <w:sz w:val="24"/>
          <w:szCs w:val="24"/>
        </w:rPr>
      </w:pPr>
      <w:r w:rsidRPr="00C72D78">
        <w:rPr>
          <w:sz w:val="24"/>
          <w:szCs w:val="24"/>
        </w:rPr>
        <w:t>Председатель участковой</w:t>
      </w:r>
      <w:r>
        <w:rPr>
          <w:sz w:val="24"/>
          <w:szCs w:val="24"/>
        </w:rPr>
        <w:t xml:space="preserve"> </w:t>
      </w:r>
      <w:r w:rsidRPr="00C72D78">
        <w:rPr>
          <w:sz w:val="24"/>
          <w:szCs w:val="24"/>
        </w:rPr>
        <w:t xml:space="preserve">избирательной </w:t>
      </w:r>
    </w:p>
    <w:p w:rsidR="001A65EB" w:rsidRPr="00C72D78" w:rsidRDefault="001A65EB" w:rsidP="001A65EB">
      <w:pPr>
        <w:rPr>
          <w:sz w:val="24"/>
          <w:szCs w:val="24"/>
        </w:rPr>
      </w:pPr>
      <w:r w:rsidRPr="00C72D78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  <w:r w:rsidRPr="00C72D78">
        <w:rPr>
          <w:sz w:val="24"/>
          <w:szCs w:val="24"/>
        </w:rPr>
        <w:t>избирательного участка № ______</w:t>
      </w:r>
      <w:r w:rsidRPr="00C72D78">
        <w:rPr>
          <w:sz w:val="24"/>
          <w:szCs w:val="24"/>
        </w:rPr>
        <w:tab/>
        <w:t>____________  _______________________</w:t>
      </w:r>
    </w:p>
    <w:p w:rsidR="001A65EB" w:rsidRPr="00C76145" w:rsidRDefault="001A65EB" w:rsidP="001A65EB">
      <w:pPr>
        <w:ind w:left="4248" w:firstLine="708"/>
        <w:rPr>
          <w:i/>
          <w:sz w:val="20"/>
        </w:rPr>
      </w:pPr>
      <w:r w:rsidRPr="00C76145">
        <w:rPr>
          <w:i/>
          <w:sz w:val="20"/>
        </w:rPr>
        <w:t xml:space="preserve">   подпись </w:t>
      </w:r>
      <w:r w:rsidRPr="00C76145">
        <w:rPr>
          <w:i/>
          <w:sz w:val="20"/>
        </w:rPr>
        <w:tab/>
      </w:r>
      <w:r w:rsidRPr="00C76145">
        <w:rPr>
          <w:i/>
          <w:sz w:val="20"/>
        </w:rPr>
        <w:tab/>
        <w:t>инициалы, фамилия</w:t>
      </w:r>
    </w:p>
    <w:p w:rsidR="001A65EB" w:rsidRPr="00C76145" w:rsidRDefault="001A65EB" w:rsidP="001A65EB">
      <w:pPr>
        <w:ind w:firstLine="720"/>
      </w:pPr>
      <w:r w:rsidRPr="00C76145">
        <w:t>МП</w:t>
      </w:r>
    </w:p>
    <w:p w:rsidR="001A65EB" w:rsidRPr="00C72D78" w:rsidRDefault="001A65EB" w:rsidP="001A65EB">
      <w:pPr>
        <w:rPr>
          <w:sz w:val="24"/>
          <w:szCs w:val="24"/>
        </w:rPr>
      </w:pPr>
      <w:r w:rsidRPr="00C72D78">
        <w:rPr>
          <w:sz w:val="24"/>
          <w:szCs w:val="24"/>
        </w:rPr>
        <w:t>Член</w:t>
      </w:r>
      <w:r w:rsidR="008F0E73">
        <w:rPr>
          <w:sz w:val="24"/>
          <w:szCs w:val="24"/>
        </w:rPr>
        <w:t>ы</w:t>
      </w:r>
      <w:r w:rsidRPr="00C72D78">
        <w:rPr>
          <w:sz w:val="24"/>
          <w:szCs w:val="24"/>
        </w:rPr>
        <w:t xml:space="preserve"> участковой</w:t>
      </w:r>
      <w:r>
        <w:rPr>
          <w:sz w:val="24"/>
          <w:szCs w:val="24"/>
        </w:rPr>
        <w:t xml:space="preserve"> </w:t>
      </w:r>
      <w:r w:rsidRPr="00C72D78">
        <w:rPr>
          <w:sz w:val="24"/>
          <w:szCs w:val="24"/>
        </w:rPr>
        <w:t>избирательной комиссии</w:t>
      </w:r>
      <w:r w:rsidRPr="00C72D78">
        <w:rPr>
          <w:sz w:val="24"/>
          <w:szCs w:val="24"/>
        </w:rPr>
        <w:tab/>
        <w:t>____________  _______________________</w:t>
      </w:r>
    </w:p>
    <w:p w:rsidR="00716AB4" w:rsidRDefault="001A65EB" w:rsidP="00965467">
      <w:pPr>
        <w:rPr>
          <w:i/>
          <w:sz w:val="20"/>
        </w:rPr>
      </w:pPr>
      <w:r w:rsidRPr="00C76145">
        <w:rPr>
          <w:i/>
          <w:sz w:val="20"/>
        </w:rPr>
        <w:t xml:space="preserve">  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 w:rsidR="000E54BA">
        <w:rPr>
          <w:i/>
          <w:sz w:val="20"/>
        </w:rPr>
        <w:tab/>
      </w:r>
      <w:r w:rsidRPr="00C76145">
        <w:rPr>
          <w:i/>
          <w:sz w:val="20"/>
        </w:rPr>
        <w:t xml:space="preserve"> подпись </w:t>
      </w:r>
      <w:r w:rsidRPr="00C76145">
        <w:rPr>
          <w:i/>
          <w:sz w:val="20"/>
        </w:rPr>
        <w:tab/>
      </w:r>
      <w:r w:rsidRPr="00C76145">
        <w:rPr>
          <w:i/>
          <w:sz w:val="20"/>
        </w:rPr>
        <w:tab/>
        <w:t>инициалы, фамилия</w:t>
      </w:r>
    </w:p>
    <w:p w:rsidR="008F0E73" w:rsidRPr="00C72D78" w:rsidRDefault="008F0E73" w:rsidP="008F0E7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Pr="00C72D78">
        <w:rPr>
          <w:sz w:val="24"/>
          <w:szCs w:val="24"/>
        </w:rPr>
        <w:t>____________  _______________________</w:t>
      </w:r>
    </w:p>
    <w:p w:rsidR="008F0E73" w:rsidRPr="00442D94" w:rsidRDefault="008F0E73" w:rsidP="008F0E73">
      <w:pPr>
        <w:rPr>
          <w:szCs w:val="28"/>
        </w:rPr>
      </w:pPr>
      <w:r w:rsidRPr="00C76145">
        <w:rPr>
          <w:i/>
          <w:sz w:val="20"/>
        </w:rPr>
        <w:t xml:space="preserve">  </w:t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>
        <w:rPr>
          <w:i/>
          <w:sz w:val="20"/>
        </w:rPr>
        <w:tab/>
      </w:r>
      <w:r w:rsidRPr="00C76145">
        <w:rPr>
          <w:i/>
          <w:sz w:val="20"/>
        </w:rPr>
        <w:t xml:space="preserve"> подпись </w:t>
      </w:r>
      <w:r w:rsidRPr="00C76145">
        <w:rPr>
          <w:i/>
          <w:sz w:val="20"/>
        </w:rPr>
        <w:tab/>
      </w:r>
      <w:r w:rsidRPr="00C76145">
        <w:rPr>
          <w:i/>
          <w:sz w:val="20"/>
        </w:rPr>
        <w:tab/>
        <w:t>инициалы, фамилия</w:t>
      </w:r>
    </w:p>
    <w:p w:rsidR="008F0E73" w:rsidRPr="00442D94" w:rsidRDefault="008F0E73" w:rsidP="00965467">
      <w:pPr>
        <w:rPr>
          <w:szCs w:val="28"/>
        </w:rPr>
      </w:pPr>
    </w:p>
    <w:sectPr w:rsidR="008F0E73" w:rsidRPr="00442D94" w:rsidSect="00314626">
      <w:footerReference w:type="default" r:id="rId9"/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023" w:rsidRDefault="00CC5023">
      <w:r>
        <w:separator/>
      </w:r>
    </w:p>
  </w:endnote>
  <w:endnote w:type="continuationSeparator" w:id="1">
    <w:p w:rsidR="00CC5023" w:rsidRDefault="00CC5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5EB" w:rsidRDefault="001A65EB">
    <w:pPr>
      <w:pStyle w:val="aa"/>
    </w:pPr>
  </w:p>
  <w:p w:rsidR="001A65EB" w:rsidRPr="00D75615" w:rsidRDefault="001A65EB">
    <w:pPr>
      <w:pStyle w:val="aa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023" w:rsidRDefault="00CC5023">
      <w:r>
        <w:separator/>
      </w:r>
    </w:p>
  </w:footnote>
  <w:footnote w:type="continuationSeparator" w:id="1">
    <w:p w:rsidR="00CC5023" w:rsidRDefault="00CC50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C74"/>
    <w:multiLevelType w:val="hybridMultilevel"/>
    <w:tmpl w:val="85F6D07E"/>
    <w:lvl w:ilvl="0" w:tplc="481A62EC">
      <w:start w:val="10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12341"/>
    <w:multiLevelType w:val="multilevel"/>
    <w:tmpl w:val="7640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541B4"/>
    <w:multiLevelType w:val="hybridMultilevel"/>
    <w:tmpl w:val="85F6D07E"/>
    <w:lvl w:ilvl="0" w:tplc="481A62EC">
      <w:start w:val="10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41667"/>
    <w:multiLevelType w:val="hybridMultilevel"/>
    <w:tmpl w:val="0748B094"/>
    <w:lvl w:ilvl="0" w:tplc="DE3ADE62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193044"/>
    <w:multiLevelType w:val="multilevel"/>
    <w:tmpl w:val="B46057D6"/>
    <w:lvl w:ilvl="0">
      <w:start w:val="1"/>
      <w:numFmt w:val="decimal"/>
      <w:lvlText w:val="%1."/>
      <w:lvlJc w:val="left"/>
      <w:pPr>
        <w:ind w:left="1888" w:hanging="13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5">
    <w:nsid w:val="19463F21"/>
    <w:multiLevelType w:val="multilevel"/>
    <w:tmpl w:val="17DCD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800A3C"/>
    <w:multiLevelType w:val="hybridMultilevel"/>
    <w:tmpl w:val="7B307D9E"/>
    <w:lvl w:ilvl="0" w:tplc="C69CF6AA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E9607AE"/>
    <w:multiLevelType w:val="hybridMultilevel"/>
    <w:tmpl w:val="2624AD5E"/>
    <w:lvl w:ilvl="0" w:tplc="E7C62E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F6C1701"/>
    <w:multiLevelType w:val="multilevel"/>
    <w:tmpl w:val="7D7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820858"/>
    <w:multiLevelType w:val="hybridMultilevel"/>
    <w:tmpl w:val="BD1C6BC8"/>
    <w:lvl w:ilvl="0" w:tplc="1B68B1F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421B9F"/>
    <w:multiLevelType w:val="hybridMultilevel"/>
    <w:tmpl w:val="82D469B4"/>
    <w:lvl w:ilvl="0" w:tplc="EA125F50">
      <w:start w:val="2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9F0B4B"/>
    <w:multiLevelType w:val="hybridMultilevel"/>
    <w:tmpl w:val="E4CC1B84"/>
    <w:lvl w:ilvl="0" w:tplc="C2E2EA6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2">
    <w:nsid w:val="2EC27A54"/>
    <w:multiLevelType w:val="multilevel"/>
    <w:tmpl w:val="584CC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771928"/>
    <w:multiLevelType w:val="multilevel"/>
    <w:tmpl w:val="55EE175E"/>
    <w:lvl w:ilvl="0">
      <w:start w:val="1"/>
      <w:numFmt w:val="decimal"/>
      <w:lvlText w:val="%1."/>
      <w:lvlJc w:val="left"/>
      <w:pPr>
        <w:ind w:left="876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14">
    <w:nsid w:val="3B4E5851"/>
    <w:multiLevelType w:val="multilevel"/>
    <w:tmpl w:val="CA407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261734"/>
    <w:multiLevelType w:val="hybridMultilevel"/>
    <w:tmpl w:val="CE48316A"/>
    <w:lvl w:ilvl="0" w:tplc="48E616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FC77083"/>
    <w:multiLevelType w:val="hybridMultilevel"/>
    <w:tmpl w:val="CA1E9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E70B0F"/>
    <w:multiLevelType w:val="multilevel"/>
    <w:tmpl w:val="B9BA9F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B473819"/>
    <w:multiLevelType w:val="hybridMultilevel"/>
    <w:tmpl w:val="4F025F6A"/>
    <w:lvl w:ilvl="0" w:tplc="D892F75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CD54A68"/>
    <w:multiLevelType w:val="hybridMultilevel"/>
    <w:tmpl w:val="A9D4D112"/>
    <w:lvl w:ilvl="0" w:tplc="8056F87E">
      <w:start w:val="1"/>
      <w:numFmt w:val="decimal"/>
      <w:lvlText w:val="%1)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D491C33"/>
    <w:multiLevelType w:val="multilevel"/>
    <w:tmpl w:val="24901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5945DC"/>
    <w:multiLevelType w:val="multilevel"/>
    <w:tmpl w:val="01160860"/>
    <w:lvl w:ilvl="0">
      <w:start w:val="1"/>
      <w:numFmt w:val="decimal"/>
      <w:lvlText w:val="%1."/>
      <w:lvlJc w:val="left"/>
      <w:pPr>
        <w:ind w:left="128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1" w:hanging="2160"/>
      </w:pPr>
      <w:rPr>
        <w:rFonts w:hint="default"/>
      </w:rPr>
    </w:lvl>
  </w:abstractNum>
  <w:abstractNum w:abstractNumId="22">
    <w:nsid w:val="5555781E"/>
    <w:multiLevelType w:val="multilevel"/>
    <w:tmpl w:val="CB227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DC55A3"/>
    <w:multiLevelType w:val="hybridMultilevel"/>
    <w:tmpl w:val="9996A5AE"/>
    <w:lvl w:ilvl="0" w:tplc="C38A0D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8016D42"/>
    <w:multiLevelType w:val="multilevel"/>
    <w:tmpl w:val="93F48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701544"/>
    <w:multiLevelType w:val="hybridMultilevel"/>
    <w:tmpl w:val="47387D08"/>
    <w:lvl w:ilvl="0" w:tplc="20BAEC9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9BD76BA"/>
    <w:multiLevelType w:val="hybridMultilevel"/>
    <w:tmpl w:val="DD68828A"/>
    <w:lvl w:ilvl="0" w:tplc="D3DADF6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5DE90380"/>
    <w:multiLevelType w:val="hybridMultilevel"/>
    <w:tmpl w:val="A446C36E"/>
    <w:lvl w:ilvl="0" w:tplc="E49CE17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EA2426D"/>
    <w:multiLevelType w:val="hybridMultilevel"/>
    <w:tmpl w:val="5E7C5456"/>
    <w:lvl w:ilvl="0" w:tplc="E708A7E6">
      <w:start w:val="1"/>
      <w:numFmt w:val="decimal"/>
      <w:lvlText w:val="%1."/>
      <w:lvlJc w:val="left"/>
      <w:pPr>
        <w:ind w:left="1827" w:hanging="12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ED43CD9"/>
    <w:multiLevelType w:val="multilevel"/>
    <w:tmpl w:val="1A662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1B74F5"/>
    <w:multiLevelType w:val="hybridMultilevel"/>
    <w:tmpl w:val="03F2C8AE"/>
    <w:lvl w:ilvl="0" w:tplc="95AC714C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6F766D4"/>
    <w:multiLevelType w:val="hybridMultilevel"/>
    <w:tmpl w:val="A446C36E"/>
    <w:lvl w:ilvl="0" w:tplc="E49CE17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7B56385"/>
    <w:multiLevelType w:val="multilevel"/>
    <w:tmpl w:val="55EE175E"/>
    <w:lvl w:ilvl="0">
      <w:start w:val="1"/>
      <w:numFmt w:val="decimal"/>
      <w:lvlText w:val="%1."/>
      <w:lvlJc w:val="left"/>
      <w:pPr>
        <w:ind w:left="876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33">
    <w:nsid w:val="6AA03C19"/>
    <w:multiLevelType w:val="hybridMultilevel"/>
    <w:tmpl w:val="01B496D0"/>
    <w:lvl w:ilvl="0" w:tplc="6DDE4BF8">
      <w:start w:val="1"/>
      <w:numFmt w:val="decimal"/>
      <w:lvlText w:val="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2255709"/>
    <w:multiLevelType w:val="hybridMultilevel"/>
    <w:tmpl w:val="8BC80BE6"/>
    <w:lvl w:ilvl="0" w:tplc="97D407D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2D94306"/>
    <w:multiLevelType w:val="hybridMultilevel"/>
    <w:tmpl w:val="13C6F5F8"/>
    <w:lvl w:ilvl="0" w:tplc="337C9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0814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D0725A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8A2C7E"/>
    <w:multiLevelType w:val="multilevel"/>
    <w:tmpl w:val="15C0B07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7A0F6B9C"/>
    <w:multiLevelType w:val="multilevel"/>
    <w:tmpl w:val="271A9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1F4F1E"/>
    <w:multiLevelType w:val="hybridMultilevel"/>
    <w:tmpl w:val="15A0216A"/>
    <w:lvl w:ilvl="0" w:tplc="CD8274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B7A56D0"/>
    <w:multiLevelType w:val="hybridMultilevel"/>
    <w:tmpl w:val="A216D076"/>
    <w:lvl w:ilvl="0" w:tplc="7534D396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7BA36BEF"/>
    <w:multiLevelType w:val="multilevel"/>
    <w:tmpl w:val="922639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>
      <w:start w:val="1"/>
      <w:numFmt w:val="decimal"/>
      <w:isLgl/>
      <w:lvlText w:val="%2."/>
      <w:lvlJc w:val="left"/>
      <w:pPr>
        <w:ind w:left="1800" w:hanging="720"/>
      </w:pPr>
      <w:rPr>
        <w:rFonts w:ascii="Times New Roman" w:eastAsiaTheme="minorEastAsia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1">
    <w:nsid w:val="7DA85E0C"/>
    <w:multiLevelType w:val="hybridMultilevel"/>
    <w:tmpl w:val="9806B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5"/>
  </w:num>
  <w:num w:numId="3">
    <w:abstractNumId w:val="10"/>
  </w:num>
  <w:num w:numId="4">
    <w:abstractNumId w:val="9"/>
  </w:num>
  <w:num w:numId="5">
    <w:abstractNumId w:val="7"/>
  </w:num>
  <w:num w:numId="6">
    <w:abstractNumId w:val="30"/>
  </w:num>
  <w:num w:numId="7">
    <w:abstractNumId w:val="3"/>
  </w:num>
  <w:num w:numId="8">
    <w:abstractNumId w:val="6"/>
  </w:num>
  <w:num w:numId="9">
    <w:abstractNumId w:val="19"/>
  </w:num>
  <w:num w:numId="10">
    <w:abstractNumId w:val="33"/>
  </w:num>
  <w:num w:numId="11">
    <w:abstractNumId w:val="23"/>
  </w:num>
  <w:num w:numId="12">
    <w:abstractNumId w:val="32"/>
  </w:num>
  <w:num w:numId="13">
    <w:abstractNumId w:val="13"/>
  </w:num>
  <w:num w:numId="14">
    <w:abstractNumId w:val="17"/>
  </w:num>
  <w:num w:numId="15">
    <w:abstractNumId w:val="27"/>
  </w:num>
  <w:num w:numId="16">
    <w:abstractNumId w:val="31"/>
  </w:num>
  <w:num w:numId="17">
    <w:abstractNumId w:val="24"/>
  </w:num>
  <w:num w:numId="18">
    <w:abstractNumId w:val="22"/>
  </w:num>
  <w:num w:numId="19">
    <w:abstractNumId w:val="37"/>
  </w:num>
  <w:num w:numId="20">
    <w:abstractNumId w:val="29"/>
  </w:num>
  <w:num w:numId="21">
    <w:abstractNumId w:val="20"/>
  </w:num>
  <w:num w:numId="22">
    <w:abstractNumId w:val="14"/>
  </w:num>
  <w:num w:numId="23">
    <w:abstractNumId w:val="12"/>
  </w:num>
  <w:num w:numId="24">
    <w:abstractNumId w:val="5"/>
  </w:num>
  <w:num w:numId="25">
    <w:abstractNumId w:val="1"/>
  </w:num>
  <w:num w:numId="26">
    <w:abstractNumId w:val="8"/>
  </w:num>
  <w:num w:numId="27">
    <w:abstractNumId w:val="18"/>
  </w:num>
  <w:num w:numId="28">
    <w:abstractNumId w:val="4"/>
  </w:num>
  <w:num w:numId="29">
    <w:abstractNumId w:val="15"/>
  </w:num>
  <w:num w:numId="30">
    <w:abstractNumId w:val="34"/>
  </w:num>
  <w:num w:numId="31">
    <w:abstractNumId w:val="26"/>
  </w:num>
  <w:num w:numId="32">
    <w:abstractNumId w:val="28"/>
  </w:num>
  <w:num w:numId="33">
    <w:abstractNumId w:val="21"/>
  </w:num>
  <w:num w:numId="34">
    <w:abstractNumId w:val="36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0"/>
  </w:num>
  <w:num w:numId="38">
    <w:abstractNumId w:val="2"/>
  </w:num>
  <w:num w:numId="39">
    <w:abstractNumId w:val="40"/>
  </w:num>
  <w:num w:numId="40">
    <w:abstractNumId w:val="25"/>
  </w:num>
  <w:num w:numId="41">
    <w:abstractNumId w:val="39"/>
  </w:num>
  <w:num w:numId="4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57"/>
  <w:drawingGridVertic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E9D"/>
    <w:rsid w:val="00001BCF"/>
    <w:rsid w:val="00006CA5"/>
    <w:rsid w:val="000118DC"/>
    <w:rsid w:val="0002355C"/>
    <w:rsid w:val="00037EF4"/>
    <w:rsid w:val="00053215"/>
    <w:rsid w:val="000806AC"/>
    <w:rsid w:val="0008270E"/>
    <w:rsid w:val="00083AB7"/>
    <w:rsid w:val="0008522F"/>
    <w:rsid w:val="00095775"/>
    <w:rsid w:val="000A6DAA"/>
    <w:rsid w:val="000B516F"/>
    <w:rsid w:val="000B7B86"/>
    <w:rsid w:val="000D1EF6"/>
    <w:rsid w:val="000D4C60"/>
    <w:rsid w:val="000D5CA4"/>
    <w:rsid w:val="000E54BA"/>
    <w:rsid w:val="000E7F91"/>
    <w:rsid w:val="00105A2C"/>
    <w:rsid w:val="00116A02"/>
    <w:rsid w:val="00136E30"/>
    <w:rsid w:val="00142743"/>
    <w:rsid w:val="00145984"/>
    <w:rsid w:val="00156A89"/>
    <w:rsid w:val="00164F87"/>
    <w:rsid w:val="0018432B"/>
    <w:rsid w:val="001953D7"/>
    <w:rsid w:val="001A65EB"/>
    <w:rsid w:val="001C0A0D"/>
    <w:rsid w:val="001C2AF4"/>
    <w:rsid w:val="001C4F66"/>
    <w:rsid w:val="001D16BD"/>
    <w:rsid w:val="001E3750"/>
    <w:rsid w:val="001F134B"/>
    <w:rsid w:val="001F1DD9"/>
    <w:rsid w:val="001F3F99"/>
    <w:rsid w:val="00203054"/>
    <w:rsid w:val="002066E3"/>
    <w:rsid w:val="00213AFB"/>
    <w:rsid w:val="002178CB"/>
    <w:rsid w:val="00235288"/>
    <w:rsid w:val="00243502"/>
    <w:rsid w:val="00245237"/>
    <w:rsid w:val="00260B51"/>
    <w:rsid w:val="002631A9"/>
    <w:rsid w:val="002806B8"/>
    <w:rsid w:val="00283ADC"/>
    <w:rsid w:val="002870F4"/>
    <w:rsid w:val="0029630B"/>
    <w:rsid w:val="002A2FBB"/>
    <w:rsid w:val="002A43C1"/>
    <w:rsid w:val="002A7080"/>
    <w:rsid w:val="002B7DA6"/>
    <w:rsid w:val="002C10C3"/>
    <w:rsid w:val="002D2E48"/>
    <w:rsid w:val="002D3BF2"/>
    <w:rsid w:val="002D5D38"/>
    <w:rsid w:val="002E7D35"/>
    <w:rsid w:val="002F2720"/>
    <w:rsid w:val="0031415B"/>
    <w:rsid w:val="00314626"/>
    <w:rsid w:val="003217A2"/>
    <w:rsid w:val="0033259A"/>
    <w:rsid w:val="003352C1"/>
    <w:rsid w:val="00347D3E"/>
    <w:rsid w:val="003542A5"/>
    <w:rsid w:val="003640BE"/>
    <w:rsid w:val="00370B83"/>
    <w:rsid w:val="0037396E"/>
    <w:rsid w:val="0039598B"/>
    <w:rsid w:val="003B5A62"/>
    <w:rsid w:val="003B6C2B"/>
    <w:rsid w:val="003D1E3A"/>
    <w:rsid w:val="003D63B5"/>
    <w:rsid w:val="003E5BB0"/>
    <w:rsid w:val="00402C37"/>
    <w:rsid w:val="00411572"/>
    <w:rsid w:val="00422326"/>
    <w:rsid w:val="00424476"/>
    <w:rsid w:val="00433416"/>
    <w:rsid w:val="00442D94"/>
    <w:rsid w:val="004444F8"/>
    <w:rsid w:val="00451CC1"/>
    <w:rsid w:val="00461642"/>
    <w:rsid w:val="00472124"/>
    <w:rsid w:val="00481B90"/>
    <w:rsid w:val="004820EB"/>
    <w:rsid w:val="00495080"/>
    <w:rsid w:val="004955C1"/>
    <w:rsid w:val="004D45FF"/>
    <w:rsid w:val="004E1D2F"/>
    <w:rsid w:val="004E448D"/>
    <w:rsid w:val="004F3754"/>
    <w:rsid w:val="004F5F51"/>
    <w:rsid w:val="005054EA"/>
    <w:rsid w:val="005243B9"/>
    <w:rsid w:val="00530C95"/>
    <w:rsid w:val="00533517"/>
    <w:rsid w:val="0054190B"/>
    <w:rsid w:val="0054244C"/>
    <w:rsid w:val="00562A1B"/>
    <w:rsid w:val="00564159"/>
    <w:rsid w:val="00583A68"/>
    <w:rsid w:val="005871F4"/>
    <w:rsid w:val="005872EF"/>
    <w:rsid w:val="00591ACA"/>
    <w:rsid w:val="005942AD"/>
    <w:rsid w:val="00596583"/>
    <w:rsid w:val="005B2EE4"/>
    <w:rsid w:val="005C4BCC"/>
    <w:rsid w:val="005E183E"/>
    <w:rsid w:val="00600D3E"/>
    <w:rsid w:val="00610A61"/>
    <w:rsid w:val="006333DA"/>
    <w:rsid w:val="00651726"/>
    <w:rsid w:val="00651E9D"/>
    <w:rsid w:val="00656C9F"/>
    <w:rsid w:val="0066613D"/>
    <w:rsid w:val="00680EE3"/>
    <w:rsid w:val="0068704E"/>
    <w:rsid w:val="00692D58"/>
    <w:rsid w:val="006A6142"/>
    <w:rsid w:val="006A68F2"/>
    <w:rsid w:val="006B40CE"/>
    <w:rsid w:val="006B7DCD"/>
    <w:rsid w:val="006C5256"/>
    <w:rsid w:val="006E0F98"/>
    <w:rsid w:val="006E4C88"/>
    <w:rsid w:val="006F2A7A"/>
    <w:rsid w:val="006F5605"/>
    <w:rsid w:val="006F7C56"/>
    <w:rsid w:val="00700340"/>
    <w:rsid w:val="00715B54"/>
    <w:rsid w:val="00716AB4"/>
    <w:rsid w:val="00717B95"/>
    <w:rsid w:val="00721418"/>
    <w:rsid w:val="00723226"/>
    <w:rsid w:val="00723A23"/>
    <w:rsid w:val="00745F26"/>
    <w:rsid w:val="00754BE8"/>
    <w:rsid w:val="00764C3C"/>
    <w:rsid w:val="0077346B"/>
    <w:rsid w:val="00797BC9"/>
    <w:rsid w:val="007B46C5"/>
    <w:rsid w:val="007C7FB7"/>
    <w:rsid w:val="007E7B3E"/>
    <w:rsid w:val="00806372"/>
    <w:rsid w:val="00806D49"/>
    <w:rsid w:val="00836F7E"/>
    <w:rsid w:val="00840FFB"/>
    <w:rsid w:val="00845BA0"/>
    <w:rsid w:val="00846FE7"/>
    <w:rsid w:val="00847DE0"/>
    <w:rsid w:val="0085081B"/>
    <w:rsid w:val="008728E5"/>
    <w:rsid w:val="00881EE8"/>
    <w:rsid w:val="0088233E"/>
    <w:rsid w:val="0089015A"/>
    <w:rsid w:val="00896D5B"/>
    <w:rsid w:val="008A1E6D"/>
    <w:rsid w:val="008A58C8"/>
    <w:rsid w:val="008A7290"/>
    <w:rsid w:val="008B7F42"/>
    <w:rsid w:val="008C0724"/>
    <w:rsid w:val="008C1CB4"/>
    <w:rsid w:val="008C7F1A"/>
    <w:rsid w:val="008F0E73"/>
    <w:rsid w:val="00900D6E"/>
    <w:rsid w:val="00915A96"/>
    <w:rsid w:val="00921AB5"/>
    <w:rsid w:val="009302FB"/>
    <w:rsid w:val="00933046"/>
    <w:rsid w:val="009363B6"/>
    <w:rsid w:val="0095576A"/>
    <w:rsid w:val="009634FE"/>
    <w:rsid w:val="00965467"/>
    <w:rsid w:val="00971F1D"/>
    <w:rsid w:val="00975115"/>
    <w:rsid w:val="00977452"/>
    <w:rsid w:val="00980563"/>
    <w:rsid w:val="00981E9D"/>
    <w:rsid w:val="00987CB5"/>
    <w:rsid w:val="0099515A"/>
    <w:rsid w:val="009962AC"/>
    <w:rsid w:val="009A22A5"/>
    <w:rsid w:val="009B0584"/>
    <w:rsid w:val="009B2C86"/>
    <w:rsid w:val="009B39CA"/>
    <w:rsid w:val="009B559F"/>
    <w:rsid w:val="009B7A0B"/>
    <w:rsid w:val="009D0CAC"/>
    <w:rsid w:val="009D74B2"/>
    <w:rsid w:val="009E3DCE"/>
    <w:rsid w:val="009E4F95"/>
    <w:rsid w:val="009F66A8"/>
    <w:rsid w:val="00A05714"/>
    <w:rsid w:val="00A1047D"/>
    <w:rsid w:val="00A10C37"/>
    <w:rsid w:val="00A14CCE"/>
    <w:rsid w:val="00A30774"/>
    <w:rsid w:val="00A32651"/>
    <w:rsid w:val="00A4296D"/>
    <w:rsid w:val="00A45C57"/>
    <w:rsid w:val="00A47335"/>
    <w:rsid w:val="00A52982"/>
    <w:rsid w:val="00A533C5"/>
    <w:rsid w:val="00A5412A"/>
    <w:rsid w:val="00A57A81"/>
    <w:rsid w:val="00A67774"/>
    <w:rsid w:val="00AA09F7"/>
    <w:rsid w:val="00AA6BF1"/>
    <w:rsid w:val="00AB6C1C"/>
    <w:rsid w:val="00AD3D72"/>
    <w:rsid w:val="00AE6569"/>
    <w:rsid w:val="00AE760E"/>
    <w:rsid w:val="00AE7FD1"/>
    <w:rsid w:val="00B2228F"/>
    <w:rsid w:val="00B24021"/>
    <w:rsid w:val="00B47126"/>
    <w:rsid w:val="00B72BB8"/>
    <w:rsid w:val="00B74426"/>
    <w:rsid w:val="00B95226"/>
    <w:rsid w:val="00B97941"/>
    <w:rsid w:val="00BA546A"/>
    <w:rsid w:val="00BB428C"/>
    <w:rsid w:val="00BC709B"/>
    <w:rsid w:val="00BE2751"/>
    <w:rsid w:val="00BE2B63"/>
    <w:rsid w:val="00BE5AA5"/>
    <w:rsid w:val="00BF273D"/>
    <w:rsid w:val="00BF596E"/>
    <w:rsid w:val="00C03301"/>
    <w:rsid w:val="00C14025"/>
    <w:rsid w:val="00C3009F"/>
    <w:rsid w:val="00C30A8E"/>
    <w:rsid w:val="00C3372E"/>
    <w:rsid w:val="00C4038F"/>
    <w:rsid w:val="00C42E09"/>
    <w:rsid w:val="00C47587"/>
    <w:rsid w:val="00C47E7C"/>
    <w:rsid w:val="00C576BB"/>
    <w:rsid w:val="00C57851"/>
    <w:rsid w:val="00C57D18"/>
    <w:rsid w:val="00C713BE"/>
    <w:rsid w:val="00C84454"/>
    <w:rsid w:val="00C939CB"/>
    <w:rsid w:val="00C94E38"/>
    <w:rsid w:val="00CA2C1E"/>
    <w:rsid w:val="00CA3BE2"/>
    <w:rsid w:val="00CA7201"/>
    <w:rsid w:val="00CC1390"/>
    <w:rsid w:val="00CC4026"/>
    <w:rsid w:val="00CC5023"/>
    <w:rsid w:val="00CD3B8C"/>
    <w:rsid w:val="00CF63A9"/>
    <w:rsid w:val="00CF6D42"/>
    <w:rsid w:val="00D02C78"/>
    <w:rsid w:val="00D04DA3"/>
    <w:rsid w:val="00D05304"/>
    <w:rsid w:val="00D11282"/>
    <w:rsid w:val="00D112F9"/>
    <w:rsid w:val="00D175BA"/>
    <w:rsid w:val="00D26737"/>
    <w:rsid w:val="00D33860"/>
    <w:rsid w:val="00D5290C"/>
    <w:rsid w:val="00D5551E"/>
    <w:rsid w:val="00D619D1"/>
    <w:rsid w:val="00D666DF"/>
    <w:rsid w:val="00D70918"/>
    <w:rsid w:val="00D8191C"/>
    <w:rsid w:val="00D84280"/>
    <w:rsid w:val="00D859F8"/>
    <w:rsid w:val="00D94055"/>
    <w:rsid w:val="00D97D1D"/>
    <w:rsid w:val="00DA58DC"/>
    <w:rsid w:val="00DA71BA"/>
    <w:rsid w:val="00DB12FF"/>
    <w:rsid w:val="00DB461B"/>
    <w:rsid w:val="00DC71DF"/>
    <w:rsid w:val="00DC7840"/>
    <w:rsid w:val="00DD24C0"/>
    <w:rsid w:val="00DD7CDA"/>
    <w:rsid w:val="00DE77EB"/>
    <w:rsid w:val="00DF0A80"/>
    <w:rsid w:val="00E0077A"/>
    <w:rsid w:val="00E30CCF"/>
    <w:rsid w:val="00E34405"/>
    <w:rsid w:val="00E35A16"/>
    <w:rsid w:val="00E403A7"/>
    <w:rsid w:val="00E464D2"/>
    <w:rsid w:val="00E52E59"/>
    <w:rsid w:val="00E6386C"/>
    <w:rsid w:val="00E75315"/>
    <w:rsid w:val="00E757A2"/>
    <w:rsid w:val="00E75E79"/>
    <w:rsid w:val="00E82F0E"/>
    <w:rsid w:val="00E84C7E"/>
    <w:rsid w:val="00E91565"/>
    <w:rsid w:val="00EA0775"/>
    <w:rsid w:val="00EA0FCB"/>
    <w:rsid w:val="00EA11B9"/>
    <w:rsid w:val="00EA4B96"/>
    <w:rsid w:val="00EB1E71"/>
    <w:rsid w:val="00EC1BE5"/>
    <w:rsid w:val="00EC1E44"/>
    <w:rsid w:val="00EC43D4"/>
    <w:rsid w:val="00EC7785"/>
    <w:rsid w:val="00EC77CD"/>
    <w:rsid w:val="00ED4E55"/>
    <w:rsid w:val="00EE6C2F"/>
    <w:rsid w:val="00EF1F77"/>
    <w:rsid w:val="00F04F6F"/>
    <w:rsid w:val="00F063E0"/>
    <w:rsid w:val="00F1070F"/>
    <w:rsid w:val="00F15EB2"/>
    <w:rsid w:val="00F32DC5"/>
    <w:rsid w:val="00F3330F"/>
    <w:rsid w:val="00F35BDE"/>
    <w:rsid w:val="00F62BF3"/>
    <w:rsid w:val="00F639FB"/>
    <w:rsid w:val="00F72CE9"/>
    <w:rsid w:val="00F82B91"/>
    <w:rsid w:val="00F860E0"/>
    <w:rsid w:val="00F93132"/>
    <w:rsid w:val="00FA292A"/>
    <w:rsid w:val="00FA3EC4"/>
    <w:rsid w:val="00FA4532"/>
    <w:rsid w:val="00FA7179"/>
    <w:rsid w:val="00FC4F8E"/>
    <w:rsid w:val="00FD465F"/>
    <w:rsid w:val="00FE0C1F"/>
    <w:rsid w:val="00FF0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 Indent" w:uiPriority="99"/>
    <w:lsdException w:name="Subtitle" w:qFormat="1"/>
    <w:lsdException w:name="Body Text Indent 2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7587"/>
    <w:rPr>
      <w:sz w:val="28"/>
    </w:rPr>
  </w:style>
  <w:style w:type="paragraph" w:styleId="3">
    <w:name w:val="heading 3"/>
    <w:basedOn w:val="a"/>
    <w:next w:val="a"/>
    <w:link w:val="30"/>
    <w:qFormat/>
    <w:rsid w:val="00716AB4"/>
    <w:pPr>
      <w:keepNext/>
      <w:autoSpaceDE w:val="0"/>
      <w:autoSpaceDN w:val="0"/>
      <w:jc w:val="center"/>
      <w:outlineLvl w:val="2"/>
    </w:pPr>
    <w:rPr>
      <w:b/>
      <w:bCs/>
      <w:sz w:val="20"/>
    </w:rPr>
  </w:style>
  <w:style w:type="paragraph" w:styleId="5">
    <w:name w:val="heading 5"/>
    <w:basedOn w:val="a"/>
    <w:next w:val="a"/>
    <w:link w:val="50"/>
    <w:qFormat/>
    <w:rsid w:val="00716AB4"/>
    <w:pPr>
      <w:keepNext/>
      <w:autoSpaceDE w:val="0"/>
      <w:autoSpaceDN w:val="0"/>
      <w:outlineLvl w:val="4"/>
    </w:pPr>
    <w:rPr>
      <w:b/>
      <w:bCs/>
      <w:sz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65EB"/>
    <w:pPr>
      <w:keepNext/>
      <w:keepLines/>
      <w:spacing w:before="200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C47587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C47587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link w:val="a6"/>
    <w:rsid w:val="00C47587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rsid w:val="00C47587"/>
    <w:pPr>
      <w:suppressAutoHyphens/>
      <w:spacing w:after="480" w:line="240" w:lineRule="exact"/>
    </w:pPr>
    <w:rPr>
      <w:b/>
    </w:rPr>
  </w:style>
  <w:style w:type="paragraph" w:styleId="a8">
    <w:name w:val="header"/>
    <w:basedOn w:val="a"/>
    <w:link w:val="a9"/>
    <w:rsid w:val="00C47587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rsid w:val="00C47587"/>
    <w:pPr>
      <w:tabs>
        <w:tab w:val="center" w:pos="4677"/>
        <w:tab w:val="right" w:pos="9355"/>
      </w:tabs>
    </w:pPr>
  </w:style>
  <w:style w:type="paragraph" w:customStyle="1" w:styleId="ac">
    <w:name w:val="Исполнитель"/>
    <w:basedOn w:val="a5"/>
    <w:rsid w:val="00C47587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d">
    <w:name w:val="Balloon Text"/>
    <w:basedOn w:val="a"/>
    <w:link w:val="ae"/>
    <w:rsid w:val="004950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36F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Title"/>
    <w:basedOn w:val="a"/>
    <w:link w:val="af1"/>
    <w:uiPriority w:val="99"/>
    <w:qFormat/>
    <w:rsid w:val="00836F7E"/>
    <w:pPr>
      <w:jc w:val="center"/>
    </w:pPr>
    <w:rPr>
      <w:rFonts w:eastAsia="Calibri"/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uiPriority w:val="99"/>
    <w:rsid w:val="00836F7E"/>
    <w:rPr>
      <w:rFonts w:eastAsia="Calibri"/>
      <w:b/>
      <w:bCs/>
      <w:sz w:val="24"/>
      <w:szCs w:val="24"/>
    </w:rPr>
  </w:style>
  <w:style w:type="paragraph" w:customStyle="1" w:styleId="ConsPlusNormal">
    <w:name w:val="ConsPlusNormal"/>
    <w:rsid w:val="00836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 Indent"/>
    <w:basedOn w:val="a"/>
    <w:link w:val="af3"/>
    <w:uiPriority w:val="99"/>
    <w:unhideWhenUsed/>
    <w:rsid w:val="00836F7E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836F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Hyperlink"/>
    <w:basedOn w:val="a0"/>
    <w:rsid w:val="00F860E0"/>
    <w:rPr>
      <w:color w:val="0000FF" w:themeColor="hyperlink"/>
      <w:u w:val="single"/>
    </w:rPr>
  </w:style>
  <w:style w:type="paragraph" w:styleId="af5">
    <w:name w:val="Document Map"/>
    <w:basedOn w:val="a"/>
    <w:link w:val="af6"/>
    <w:rsid w:val="00D666DF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rsid w:val="00D666DF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  <w:link w:val="a8"/>
    <w:rsid w:val="00A14CCE"/>
    <w:rPr>
      <w:sz w:val="28"/>
    </w:rPr>
  </w:style>
  <w:style w:type="table" w:styleId="af7">
    <w:name w:val="Table Grid"/>
    <w:basedOn w:val="a1"/>
    <w:rsid w:val="00A541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rsid w:val="00BE2B63"/>
    <w:rPr>
      <w:sz w:val="20"/>
    </w:rPr>
  </w:style>
  <w:style w:type="character" w:customStyle="1" w:styleId="af9">
    <w:name w:val="Текст сноски Знак"/>
    <w:basedOn w:val="a0"/>
    <w:link w:val="af8"/>
    <w:rsid w:val="00BE2B63"/>
  </w:style>
  <w:style w:type="character" w:styleId="afa">
    <w:name w:val="footnote reference"/>
    <w:basedOn w:val="a0"/>
    <w:rsid w:val="00BE2B63"/>
    <w:rPr>
      <w:vertAlign w:val="superscript"/>
    </w:rPr>
  </w:style>
  <w:style w:type="character" w:customStyle="1" w:styleId="ab">
    <w:name w:val="Нижний колонтитул Знак"/>
    <w:basedOn w:val="a0"/>
    <w:link w:val="aa"/>
    <w:rsid w:val="00BE2B63"/>
    <w:rPr>
      <w:sz w:val="28"/>
    </w:rPr>
  </w:style>
  <w:style w:type="paragraph" w:styleId="afb">
    <w:name w:val="No Spacing"/>
    <w:uiPriority w:val="1"/>
    <w:qFormat/>
    <w:rsid w:val="00846FE7"/>
    <w:rPr>
      <w:rFonts w:ascii="Calibri" w:hAnsi="Calibri"/>
      <w:sz w:val="22"/>
      <w:szCs w:val="22"/>
    </w:rPr>
  </w:style>
  <w:style w:type="paragraph" w:styleId="31">
    <w:name w:val="Body Text 3"/>
    <w:basedOn w:val="a"/>
    <w:link w:val="32"/>
    <w:rsid w:val="00716AB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16AB4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716AB4"/>
    <w:rPr>
      <w:b/>
      <w:bCs/>
    </w:rPr>
  </w:style>
  <w:style w:type="character" w:customStyle="1" w:styleId="50">
    <w:name w:val="Заголовок 5 Знак"/>
    <w:basedOn w:val="a0"/>
    <w:link w:val="5"/>
    <w:rsid w:val="00716AB4"/>
    <w:rPr>
      <w:b/>
      <w:bCs/>
    </w:rPr>
  </w:style>
  <w:style w:type="paragraph" w:styleId="afc">
    <w:name w:val="Plain Text"/>
    <w:link w:val="afd"/>
    <w:unhideWhenUsed/>
    <w:rsid w:val="00716AB4"/>
    <w:rPr>
      <w:rFonts w:ascii="Arial Unicode MS" w:eastAsia="Arial Unicode MS" w:hAnsi="Arial Unicode MS" w:cs="Arial Unicode MS"/>
      <w:color w:val="000000"/>
      <w:sz w:val="22"/>
      <w:szCs w:val="22"/>
    </w:rPr>
  </w:style>
  <w:style w:type="character" w:customStyle="1" w:styleId="afd">
    <w:name w:val="Текст Знак"/>
    <w:basedOn w:val="a0"/>
    <w:link w:val="afc"/>
    <w:rsid w:val="00716AB4"/>
    <w:rPr>
      <w:rFonts w:ascii="Arial Unicode MS" w:eastAsia="Arial Unicode MS" w:hAnsi="Arial Unicode MS" w:cs="Arial Unicode MS"/>
      <w:color w:val="000000"/>
      <w:sz w:val="22"/>
      <w:szCs w:val="22"/>
    </w:rPr>
  </w:style>
  <w:style w:type="paragraph" w:styleId="2">
    <w:name w:val="Body Text 2"/>
    <w:basedOn w:val="a"/>
    <w:link w:val="20"/>
    <w:rsid w:val="00716AB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16AB4"/>
    <w:rPr>
      <w:sz w:val="28"/>
    </w:rPr>
  </w:style>
  <w:style w:type="character" w:customStyle="1" w:styleId="a6">
    <w:name w:val="Основной текст Знак"/>
    <w:basedOn w:val="a0"/>
    <w:link w:val="a5"/>
    <w:rsid w:val="00716AB4"/>
    <w:rPr>
      <w:sz w:val="28"/>
    </w:rPr>
  </w:style>
  <w:style w:type="character" w:styleId="afe">
    <w:name w:val="page number"/>
    <w:basedOn w:val="a0"/>
    <w:rsid w:val="00716AB4"/>
  </w:style>
  <w:style w:type="paragraph" w:customStyle="1" w:styleId="ConsPlusTitle">
    <w:name w:val="ConsPlusTitle"/>
    <w:rsid w:val="00716AB4"/>
    <w:pPr>
      <w:autoSpaceDE w:val="0"/>
      <w:autoSpaceDN w:val="0"/>
      <w:adjustRightInd w:val="0"/>
    </w:pPr>
    <w:rPr>
      <w:b/>
      <w:bCs/>
    </w:rPr>
  </w:style>
  <w:style w:type="character" w:customStyle="1" w:styleId="ae">
    <w:name w:val="Текст выноски Знак"/>
    <w:basedOn w:val="a0"/>
    <w:link w:val="ad"/>
    <w:rsid w:val="00716AB4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1A65EB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2"/>
    </w:rPr>
  </w:style>
  <w:style w:type="paragraph" w:styleId="21">
    <w:name w:val="Body Text Indent 2"/>
    <w:basedOn w:val="a"/>
    <w:link w:val="22"/>
    <w:uiPriority w:val="99"/>
    <w:unhideWhenUsed/>
    <w:rsid w:val="001A65EB"/>
    <w:pPr>
      <w:spacing w:after="120" w:line="480" w:lineRule="auto"/>
      <w:ind w:left="283" w:firstLine="709"/>
      <w:jc w:val="both"/>
    </w:pPr>
    <w:rPr>
      <w:rFonts w:eastAsiaTheme="minorEastAsia" w:cstheme="minorBidi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A65EB"/>
    <w:rPr>
      <w:rFonts w:eastAsiaTheme="minorEastAsia" w:cstheme="minorBidi"/>
      <w:sz w:val="28"/>
      <w:szCs w:val="22"/>
    </w:rPr>
  </w:style>
  <w:style w:type="paragraph" w:customStyle="1" w:styleId="23">
    <w:name w:val="заголовок 2"/>
    <w:basedOn w:val="a"/>
    <w:next w:val="a"/>
    <w:rsid w:val="001A65EB"/>
    <w:pPr>
      <w:keepNext/>
      <w:widowControl w:val="0"/>
      <w:autoSpaceDE w:val="0"/>
      <w:autoSpaceDN w:val="0"/>
      <w:spacing w:line="360" w:lineRule="auto"/>
      <w:jc w:val="center"/>
    </w:pPr>
    <w:rPr>
      <w:szCs w:val="28"/>
    </w:rPr>
  </w:style>
  <w:style w:type="paragraph" w:customStyle="1" w:styleId="4">
    <w:name w:val="заголовок 4"/>
    <w:basedOn w:val="a"/>
    <w:next w:val="a"/>
    <w:rsid w:val="001A65EB"/>
    <w:pPr>
      <w:keepNext/>
      <w:widowControl w:val="0"/>
      <w:autoSpaceDE w:val="0"/>
      <w:autoSpaceDN w:val="0"/>
      <w:jc w:val="right"/>
    </w:pPr>
    <w:rPr>
      <w:sz w:val="20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9t015.permkrai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AppData\Roaming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27223-2E28-4052-8BA3-8CD7928B9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1021</TotalTime>
  <Pages>10</Pages>
  <Words>2985</Words>
  <Characters>17020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19966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Председатель</cp:lastModifiedBy>
  <cp:revision>180</cp:revision>
  <cp:lastPrinted>2020-07-22T04:41:00Z</cp:lastPrinted>
  <dcterms:created xsi:type="dcterms:W3CDTF">2014-11-05T09:15:00Z</dcterms:created>
  <dcterms:modified xsi:type="dcterms:W3CDTF">2021-08-11T11:30:00Z</dcterms:modified>
</cp:coreProperties>
</file>