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137"/>
      </w:tblGrid>
      <w:tr w:rsidR="00AE7FD1" w:rsidRPr="00AA69F6" w:rsidTr="00AE7FD1">
        <w:trPr>
          <w:trHeight w:val="161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КИШЕРТСКОГО МУНИЦИПАЛЬНОГО </w:t>
            </w:r>
            <w:r>
              <w:rPr>
                <w:b/>
                <w:color w:val="000000"/>
                <w:sz w:val="32"/>
                <w:szCs w:val="32"/>
              </w:rPr>
              <w:t>ОКРУГА</w:t>
            </w: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pacing w:val="60"/>
                <w:sz w:val="32"/>
                <w:szCs w:val="32"/>
              </w:rPr>
              <w:t>РЕШЕНИЕ</w:t>
            </w:r>
          </w:p>
          <w:p w:rsidR="00AE7FD1" w:rsidRPr="00AA69F6" w:rsidRDefault="00AE7FD1" w:rsidP="00AE7FD1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AE7FD1" w:rsidRPr="00AA69F6" w:rsidRDefault="00AE7FD1" w:rsidP="00AE7FD1">
      <w:pPr>
        <w:tabs>
          <w:tab w:val="left" w:pos="2775"/>
        </w:tabs>
      </w:pPr>
    </w:p>
    <w:p w:rsidR="00AE7FD1" w:rsidRPr="00AA69F6" w:rsidRDefault="008D137A" w:rsidP="00AE7FD1">
      <w:pPr>
        <w:pStyle w:val="a7"/>
        <w:jc w:val="center"/>
        <w:outlineLvl w:val="0"/>
        <w:rPr>
          <w:szCs w:val="28"/>
        </w:rPr>
      </w:pPr>
      <w:r>
        <w:rPr>
          <w:szCs w:val="28"/>
        </w:rPr>
        <w:t>06 августа 2021</w:t>
      </w:r>
      <w:r w:rsidR="00AE7FD1" w:rsidRPr="00AA69F6">
        <w:rPr>
          <w:szCs w:val="28"/>
        </w:rPr>
        <w:t xml:space="preserve"> года</w:t>
      </w:r>
      <w:r w:rsidR="00AE7FD1" w:rsidRPr="00AA69F6">
        <w:rPr>
          <w:szCs w:val="28"/>
        </w:rPr>
        <w:tab/>
      </w:r>
      <w:r w:rsidR="00AE7FD1" w:rsidRPr="00AA69F6">
        <w:rPr>
          <w:szCs w:val="28"/>
        </w:rPr>
        <w:tab/>
        <w:t xml:space="preserve">№ </w:t>
      </w:r>
      <w:r w:rsidR="000B4B8D">
        <w:rPr>
          <w:szCs w:val="28"/>
        </w:rPr>
        <w:t>15</w:t>
      </w:r>
      <w:r w:rsidR="00AE7FD1" w:rsidRPr="00AA69F6">
        <w:rPr>
          <w:szCs w:val="28"/>
        </w:rPr>
        <w:t>/</w:t>
      </w:r>
      <w:r w:rsidR="002238FD">
        <w:rPr>
          <w:szCs w:val="28"/>
        </w:rPr>
        <w:t>02</w:t>
      </w:r>
      <w:r w:rsidR="0089015A">
        <w:rPr>
          <w:szCs w:val="28"/>
        </w:rPr>
        <w:t>-</w:t>
      </w:r>
      <w:r w:rsidR="00260B51">
        <w:rPr>
          <w:szCs w:val="28"/>
        </w:rPr>
        <w:t>4</w:t>
      </w:r>
    </w:p>
    <w:p w:rsidR="00AE7FD1" w:rsidRPr="00AA69F6" w:rsidRDefault="00AE7FD1" w:rsidP="00AE7FD1">
      <w:pPr>
        <w:jc w:val="center"/>
        <w:outlineLvl w:val="0"/>
        <w:rPr>
          <w:szCs w:val="28"/>
        </w:rPr>
      </w:pPr>
      <w:r w:rsidRPr="00AA69F6">
        <w:rPr>
          <w:szCs w:val="28"/>
        </w:rPr>
        <w:t>с. Усть-Кишерть</w:t>
      </w:r>
    </w:p>
    <w:p w:rsidR="00AE7FD1" w:rsidRPr="00C57D18" w:rsidRDefault="00AE7FD1" w:rsidP="00AE7FD1">
      <w:pPr>
        <w:tabs>
          <w:tab w:val="left" w:pos="2775"/>
        </w:tabs>
        <w:rPr>
          <w:sz w:val="24"/>
          <w:szCs w:val="24"/>
        </w:rPr>
      </w:pPr>
    </w:p>
    <w:p w:rsidR="00AE7FD1" w:rsidRPr="000A7705" w:rsidRDefault="00DA58DC" w:rsidP="004712FD">
      <w:pPr>
        <w:tabs>
          <w:tab w:val="left" w:pos="-709"/>
        </w:tabs>
        <w:ind w:right="4109"/>
        <w:jc w:val="both"/>
        <w:outlineLvl w:val="0"/>
        <w:rPr>
          <w:b/>
        </w:rPr>
      </w:pPr>
      <w:r>
        <w:rPr>
          <w:b/>
          <w:szCs w:val="28"/>
        </w:rPr>
        <w:t xml:space="preserve">О </w:t>
      </w:r>
      <w:r w:rsidR="004672E7">
        <w:rPr>
          <w:b/>
          <w:szCs w:val="28"/>
        </w:rPr>
        <w:t>регистрации</w:t>
      </w:r>
      <w:r>
        <w:rPr>
          <w:b/>
          <w:szCs w:val="28"/>
        </w:rPr>
        <w:t xml:space="preserve"> кандидата </w:t>
      </w:r>
      <w:r w:rsidR="00E82F0E">
        <w:rPr>
          <w:b/>
          <w:szCs w:val="28"/>
        </w:rPr>
        <w:t>в депутаты</w:t>
      </w:r>
      <w:r w:rsidR="00083AB7">
        <w:rPr>
          <w:b/>
        </w:rPr>
        <w:t xml:space="preserve"> Думы</w:t>
      </w:r>
      <w:r w:rsidR="00AE7FD1" w:rsidRPr="000A7705">
        <w:rPr>
          <w:b/>
          <w:szCs w:val="28"/>
        </w:rPr>
        <w:t xml:space="preserve"> Кишертского муниципального </w:t>
      </w:r>
      <w:r w:rsidR="00AE7FD1">
        <w:rPr>
          <w:b/>
          <w:szCs w:val="28"/>
        </w:rPr>
        <w:t>округа</w:t>
      </w:r>
      <w:r>
        <w:rPr>
          <w:b/>
          <w:szCs w:val="28"/>
        </w:rPr>
        <w:t xml:space="preserve"> </w:t>
      </w:r>
      <w:r w:rsidR="008D137A">
        <w:rPr>
          <w:b/>
          <w:szCs w:val="28"/>
        </w:rPr>
        <w:t xml:space="preserve">Пермского края </w:t>
      </w:r>
      <w:r w:rsidR="003E5BB0">
        <w:rPr>
          <w:b/>
          <w:szCs w:val="28"/>
        </w:rPr>
        <w:t xml:space="preserve">по </w:t>
      </w:r>
      <w:r w:rsidR="000D4C60">
        <w:rPr>
          <w:b/>
          <w:szCs w:val="28"/>
        </w:rPr>
        <w:t>пятимандатному</w:t>
      </w:r>
      <w:r w:rsidR="003E5BB0">
        <w:rPr>
          <w:b/>
          <w:szCs w:val="28"/>
        </w:rPr>
        <w:t xml:space="preserve"> избирательн</w:t>
      </w:r>
      <w:r>
        <w:rPr>
          <w:b/>
          <w:szCs w:val="28"/>
        </w:rPr>
        <w:t>ому</w:t>
      </w:r>
      <w:r w:rsidR="003E5BB0">
        <w:rPr>
          <w:b/>
          <w:szCs w:val="28"/>
        </w:rPr>
        <w:t xml:space="preserve"> округ</w:t>
      </w:r>
      <w:r>
        <w:rPr>
          <w:b/>
          <w:szCs w:val="28"/>
        </w:rPr>
        <w:t xml:space="preserve">у № </w:t>
      </w:r>
      <w:r w:rsidR="008D137A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="002238FD">
        <w:rPr>
          <w:b/>
          <w:szCs w:val="28"/>
        </w:rPr>
        <w:t>Брылунова Сергея Харитоновича</w:t>
      </w:r>
    </w:p>
    <w:p w:rsidR="00AE7FD1" w:rsidRDefault="00AE7FD1" w:rsidP="000B7B86">
      <w:pPr>
        <w:tabs>
          <w:tab w:val="left" w:pos="900"/>
        </w:tabs>
        <w:outlineLvl w:val="0"/>
        <w:rPr>
          <w:b/>
        </w:rPr>
      </w:pPr>
    </w:p>
    <w:p w:rsidR="005E6F43" w:rsidRDefault="003E5BB0" w:rsidP="00E82F0E">
      <w:pPr>
        <w:ind w:firstLine="708"/>
        <w:jc w:val="both"/>
        <w:rPr>
          <w:szCs w:val="28"/>
        </w:rPr>
      </w:pPr>
      <w:r>
        <w:rPr>
          <w:szCs w:val="28"/>
        </w:rPr>
        <w:t>Рассмотрев</w:t>
      </w:r>
      <w:r w:rsidR="00DA58DC" w:rsidRPr="00723226">
        <w:rPr>
          <w:szCs w:val="28"/>
        </w:rPr>
        <w:t xml:space="preserve"> </w:t>
      </w:r>
      <w:r w:rsidRPr="00E82F0E">
        <w:rPr>
          <w:szCs w:val="28"/>
        </w:rPr>
        <w:t xml:space="preserve">представленные </w:t>
      </w:r>
      <w:r>
        <w:rPr>
          <w:szCs w:val="28"/>
        </w:rPr>
        <w:t xml:space="preserve">в территориальную избирательную комиссию Кишертского </w:t>
      </w:r>
      <w:r w:rsidRPr="00CA7201">
        <w:rPr>
          <w:szCs w:val="28"/>
        </w:rPr>
        <w:t>муниципального округа</w:t>
      </w:r>
      <w:r w:rsidR="005E6F43">
        <w:rPr>
          <w:szCs w:val="28"/>
        </w:rPr>
        <w:t xml:space="preserve"> (далее – Комиссия)</w:t>
      </w:r>
      <w:r w:rsidRPr="00CA7201">
        <w:rPr>
          <w:szCs w:val="28"/>
        </w:rPr>
        <w:t xml:space="preserve"> </w:t>
      </w:r>
      <w:r w:rsidR="004672E7">
        <w:rPr>
          <w:szCs w:val="28"/>
        </w:rPr>
        <w:t>документы о выдвижении и рег</w:t>
      </w:r>
      <w:r w:rsidR="00D604FF">
        <w:rPr>
          <w:szCs w:val="28"/>
        </w:rPr>
        <w:t>истра</w:t>
      </w:r>
      <w:r w:rsidR="002238FD">
        <w:rPr>
          <w:szCs w:val="28"/>
        </w:rPr>
        <w:t>ции Брылунова Сергея Харитоновича</w:t>
      </w:r>
      <w:r w:rsidR="004672E7">
        <w:rPr>
          <w:szCs w:val="28"/>
        </w:rPr>
        <w:t xml:space="preserve">, </w:t>
      </w:r>
      <w:r w:rsidR="00DA58DC">
        <w:rPr>
          <w:szCs w:val="28"/>
        </w:rPr>
        <w:t>кандидат</w:t>
      </w:r>
      <w:r w:rsidR="004C0E03">
        <w:rPr>
          <w:szCs w:val="28"/>
        </w:rPr>
        <w:t>а</w:t>
      </w:r>
      <w:r w:rsidR="00DA58DC">
        <w:rPr>
          <w:szCs w:val="28"/>
        </w:rPr>
        <w:t xml:space="preserve"> в депутаты Думы Кишертского муниципального округа</w:t>
      </w:r>
      <w:r w:rsidR="00BF596E">
        <w:rPr>
          <w:szCs w:val="28"/>
        </w:rPr>
        <w:t xml:space="preserve"> </w:t>
      </w:r>
      <w:r w:rsidR="00D604FF">
        <w:rPr>
          <w:szCs w:val="28"/>
        </w:rPr>
        <w:t xml:space="preserve">Пермского края </w:t>
      </w:r>
      <w:r w:rsidR="00D94055" w:rsidRPr="00723226">
        <w:rPr>
          <w:szCs w:val="28"/>
        </w:rPr>
        <w:t xml:space="preserve">по </w:t>
      </w:r>
      <w:r w:rsidR="000D4C60">
        <w:rPr>
          <w:bCs/>
          <w:szCs w:val="28"/>
        </w:rPr>
        <w:t>пятимандатному</w:t>
      </w:r>
      <w:r w:rsidR="00D94055" w:rsidRPr="00723226">
        <w:rPr>
          <w:bCs/>
          <w:szCs w:val="28"/>
        </w:rPr>
        <w:t xml:space="preserve"> избирательн</w:t>
      </w:r>
      <w:r w:rsidR="00DA58DC">
        <w:rPr>
          <w:bCs/>
          <w:szCs w:val="28"/>
        </w:rPr>
        <w:t>ому</w:t>
      </w:r>
      <w:r w:rsidR="00D94055" w:rsidRPr="00723226">
        <w:rPr>
          <w:bCs/>
          <w:szCs w:val="28"/>
        </w:rPr>
        <w:t xml:space="preserve"> округ</w:t>
      </w:r>
      <w:r w:rsidR="00D604FF">
        <w:rPr>
          <w:bCs/>
          <w:szCs w:val="28"/>
        </w:rPr>
        <w:t>у № 3</w:t>
      </w:r>
      <w:r w:rsidR="005E6F43">
        <w:rPr>
          <w:bCs/>
          <w:szCs w:val="28"/>
        </w:rPr>
        <w:t>, выдвинут</w:t>
      </w:r>
      <w:r w:rsidR="007637D2">
        <w:rPr>
          <w:bCs/>
          <w:szCs w:val="28"/>
        </w:rPr>
        <w:t>ого</w:t>
      </w:r>
      <w:r w:rsidR="005E6F43">
        <w:rPr>
          <w:bCs/>
          <w:szCs w:val="28"/>
        </w:rPr>
        <w:t xml:space="preserve"> </w:t>
      </w:r>
      <w:r w:rsidR="005E6F43">
        <w:rPr>
          <w:szCs w:val="28"/>
        </w:rPr>
        <w:t xml:space="preserve">избирательным </w:t>
      </w:r>
      <w:r w:rsidR="005E6F43" w:rsidRPr="005E6F43">
        <w:rPr>
          <w:szCs w:val="28"/>
        </w:rPr>
        <w:t>объединением «Местное отделение Всероссийской политической партии «ЕДИНАЯ РОССИЯ» Кишертского муниципального округа Пермского края»</w:t>
      </w:r>
      <w:r w:rsidR="00DA58DC" w:rsidRPr="005E6F43">
        <w:rPr>
          <w:bCs/>
          <w:szCs w:val="28"/>
        </w:rPr>
        <w:t xml:space="preserve"> </w:t>
      </w:r>
      <w:r w:rsidR="005E6F43" w:rsidRPr="005E6F43">
        <w:rPr>
          <w:bCs/>
          <w:szCs w:val="28"/>
        </w:rPr>
        <w:t xml:space="preserve">Комиссия </w:t>
      </w:r>
      <w:r w:rsidR="005E6F43" w:rsidRPr="005E6F43">
        <w:rPr>
          <w:szCs w:val="28"/>
        </w:rPr>
        <w:t>установила, что документы  представлены в полном объеме и соответствуют стать</w:t>
      </w:r>
      <w:r w:rsidR="00C764BB">
        <w:rPr>
          <w:szCs w:val="28"/>
        </w:rPr>
        <w:t>ям</w:t>
      </w:r>
      <w:r w:rsidR="005E6F43" w:rsidRPr="005E6F43">
        <w:rPr>
          <w:szCs w:val="28"/>
        </w:rPr>
        <w:t xml:space="preserve"> </w:t>
      </w:r>
      <w:r w:rsidR="00C764BB">
        <w:rPr>
          <w:szCs w:val="28"/>
        </w:rPr>
        <w:t xml:space="preserve">33, </w:t>
      </w:r>
      <w:r w:rsidR="005E6F43" w:rsidRPr="005E6F43">
        <w:rPr>
          <w:szCs w:val="28"/>
        </w:rPr>
        <w:t xml:space="preserve">36, 37 </w:t>
      </w:r>
      <w:r w:rsidR="00083AB7" w:rsidRPr="005E6F43">
        <w:rPr>
          <w:szCs w:val="28"/>
        </w:rPr>
        <w:t>Закона Пермского края от 09 ноября 2009 года № 525-ПК «О выборах депутатов представительных органов муниципальных образований</w:t>
      </w:r>
      <w:r w:rsidR="00083AB7" w:rsidRPr="00723226">
        <w:rPr>
          <w:szCs w:val="28"/>
        </w:rPr>
        <w:t xml:space="preserve"> в Пермском крае»</w:t>
      </w:r>
      <w:r w:rsidR="005E6F43">
        <w:rPr>
          <w:szCs w:val="28"/>
        </w:rPr>
        <w:t>.</w:t>
      </w:r>
    </w:p>
    <w:p w:rsidR="00A14CCE" w:rsidRPr="00E82F0E" w:rsidRDefault="005E6F43" w:rsidP="00E82F0E">
      <w:pPr>
        <w:ind w:firstLine="708"/>
        <w:jc w:val="both"/>
        <w:rPr>
          <w:szCs w:val="28"/>
        </w:rPr>
      </w:pPr>
      <w:r>
        <w:rPr>
          <w:szCs w:val="28"/>
        </w:rPr>
        <w:t xml:space="preserve">Руководствуясь частью 1 статьи </w:t>
      </w:r>
      <w:r w:rsidR="00BF596E">
        <w:rPr>
          <w:szCs w:val="28"/>
        </w:rPr>
        <w:t xml:space="preserve"> </w:t>
      </w:r>
      <w:r>
        <w:rPr>
          <w:szCs w:val="28"/>
        </w:rPr>
        <w:t xml:space="preserve">37 </w:t>
      </w:r>
      <w:r w:rsidRPr="005E6F43">
        <w:rPr>
          <w:szCs w:val="28"/>
        </w:rPr>
        <w:t>Закона Пермского края от 09 ноября 2009 года № 525-ПК «О выборах депутатов представительных органов муниципальных образований</w:t>
      </w:r>
      <w:r w:rsidRPr="00723226">
        <w:rPr>
          <w:szCs w:val="28"/>
        </w:rPr>
        <w:t xml:space="preserve"> в Пермском крае»</w:t>
      </w:r>
      <w:r>
        <w:rPr>
          <w:szCs w:val="28"/>
        </w:rPr>
        <w:t xml:space="preserve">, </w:t>
      </w:r>
      <w:r w:rsidR="00E35A16" w:rsidRPr="00E82F0E">
        <w:rPr>
          <w:szCs w:val="28"/>
        </w:rPr>
        <w:t>т</w:t>
      </w:r>
      <w:r w:rsidR="00A14CCE" w:rsidRPr="00E82F0E">
        <w:rPr>
          <w:szCs w:val="28"/>
        </w:rPr>
        <w:t xml:space="preserve">ерриториальная избирательная комиссия Кишертского муниципального </w:t>
      </w:r>
      <w:r w:rsidR="00DD7CDA" w:rsidRPr="00E82F0E">
        <w:rPr>
          <w:szCs w:val="28"/>
        </w:rPr>
        <w:t>округа</w:t>
      </w:r>
    </w:p>
    <w:p w:rsidR="00915A96" w:rsidRPr="00DA58DC" w:rsidRDefault="00915A96" w:rsidP="00E82F0E">
      <w:pPr>
        <w:ind w:firstLine="708"/>
        <w:jc w:val="both"/>
        <w:rPr>
          <w:szCs w:val="28"/>
        </w:rPr>
      </w:pPr>
    </w:p>
    <w:p w:rsidR="00A14CCE" w:rsidRPr="00DA58DC" w:rsidRDefault="00A14CCE" w:rsidP="00E82F0E">
      <w:pPr>
        <w:ind w:firstLine="708"/>
        <w:outlineLvl w:val="0"/>
        <w:rPr>
          <w:szCs w:val="28"/>
        </w:rPr>
      </w:pPr>
      <w:r w:rsidRPr="00DA58DC">
        <w:rPr>
          <w:szCs w:val="28"/>
        </w:rPr>
        <w:t>Р Е Ш А Е Т:</w:t>
      </w:r>
    </w:p>
    <w:p w:rsidR="00915A96" w:rsidRPr="005E6F43" w:rsidRDefault="00915A96" w:rsidP="00E82F0E">
      <w:pPr>
        <w:ind w:firstLine="708"/>
        <w:outlineLvl w:val="0"/>
        <w:rPr>
          <w:szCs w:val="28"/>
        </w:rPr>
      </w:pPr>
    </w:p>
    <w:p w:rsidR="004C0E03" w:rsidRPr="004C0E03" w:rsidRDefault="005E6F43" w:rsidP="004C0E03">
      <w:pPr>
        <w:pStyle w:val="ac"/>
        <w:numPr>
          <w:ilvl w:val="0"/>
          <w:numId w:val="1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F43">
        <w:rPr>
          <w:rFonts w:ascii="Times New Roman" w:hAnsi="Times New Roman" w:cs="Times New Roman"/>
          <w:sz w:val="28"/>
          <w:szCs w:val="28"/>
        </w:rPr>
        <w:t>Зарегист</w:t>
      </w:r>
      <w:r w:rsidR="00D604FF">
        <w:rPr>
          <w:rFonts w:ascii="Times New Roman" w:hAnsi="Times New Roman" w:cs="Times New Roman"/>
          <w:sz w:val="28"/>
          <w:szCs w:val="28"/>
        </w:rPr>
        <w:t>риров</w:t>
      </w:r>
      <w:r w:rsidR="002238FD">
        <w:rPr>
          <w:rFonts w:ascii="Times New Roman" w:hAnsi="Times New Roman" w:cs="Times New Roman"/>
          <w:sz w:val="28"/>
          <w:szCs w:val="28"/>
        </w:rPr>
        <w:t>ать Брылунова Сергея Харитоновича</w:t>
      </w:r>
      <w:r w:rsidRPr="005E6F43">
        <w:rPr>
          <w:rFonts w:ascii="Times New Roman" w:hAnsi="Times New Roman" w:cs="Times New Roman"/>
          <w:sz w:val="28"/>
          <w:szCs w:val="28"/>
        </w:rPr>
        <w:t xml:space="preserve">, дата рождения – </w:t>
      </w:r>
      <w:r w:rsidR="002238FD">
        <w:rPr>
          <w:rFonts w:ascii="Times New Roman" w:eastAsia="Times New Roman" w:hAnsi="Times New Roman" w:cs="Times New Roman"/>
          <w:color w:val="000000"/>
          <w:sz w:val="28"/>
          <w:szCs w:val="28"/>
        </w:rPr>
        <w:t>08 апреля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6F43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="00D604F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2238FD"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 w:rsidRPr="005E6F43">
        <w:rPr>
          <w:rFonts w:ascii="Times New Roman" w:hAnsi="Times New Roman" w:cs="Times New Roman"/>
          <w:sz w:val="28"/>
          <w:szCs w:val="28"/>
        </w:rPr>
        <w:t xml:space="preserve"> года, </w:t>
      </w:r>
      <w:r>
        <w:rPr>
          <w:rFonts w:ascii="Times New Roman" w:hAnsi="Times New Roman" w:cs="Times New Roman"/>
          <w:sz w:val="28"/>
          <w:szCs w:val="28"/>
        </w:rPr>
        <w:t>образование высшее профессиональное,</w:t>
      </w:r>
      <w:r w:rsidR="00D604FF">
        <w:rPr>
          <w:rFonts w:ascii="Times New Roman" w:hAnsi="Times New Roman" w:cs="Times New Roman"/>
          <w:sz w:val="28"/>
          <w:szCs w:val="28"/>
        </w:rPr>
        <w:t xml:space="preserve"> </w:t>
      </w:r>
      <w:r w:rsidR="003F3ED7">
        <w:rPr>
          <w:rFonts w:ascii="Times New Roman" w:hAnsi="Times New Roman" w:cs="Times New Roman"/>
          <w:sz w:val="28"/>
          <w:szCs w:val="28"/>
        </w:rPr>
        <w:t>временно неработающий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, </w:t>
      </w:r>
      <w:r w:rsidRPr="004C0E03">
        <w:rPr>
          <w:rFonts w:ascii="Times New Roman" w:hAnsi="Times New Roman" w:cs="Times New Roman"/>
          <w:sz w:val="28"/>
          <w:szCs w:val="28"/>
        </w:rPr>
        <w:t xml:space="preserve">место жительства – Пермский край, </w:t>
      </w:r>
      <w:r w:rsidR="00103C27" w:rsidRPr="004C0E03">
        <w:rPr>
          <w:rFonts w:ascii="Times New Roman" w:hAnsi="Times New Roman" w:cs="Times New Roman"/>
          <w:sz w:val="28"/>
          <w:szCs w:val="28"/>
        </w:rPr>
        <w:t xml:space="preserve">Кишертский </w:t>
      </w:r>
      <w:r w:rsidR="00103C27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2238FD">
        <w:rPr>
          <w:rFonts w:ascii="Times New Roman" w:hAnsi="Times New Roman" w:cs="Times New Roman"/>
          <w:sz w:val="28"/>
          <w:szCs w:val="28"/>
        </w:rPr>
        <w:t>, с. Осинцево</w:t>
      </w:r>
      <w:r w:rsidR="004C0E03" w:rsidRPr="004C0E03">
        <w:rPr>
          <w:rFonts w:ascii="Times New Roman" w:hAnsi="Times New Roman" w:cs="Times New Roman"/>
          <w:sz w:val="28"/>
          <w:szCs w:val="28"/>
        </w:rPr>
        <w:t>, выдвинутого избирательным объединением «Местное отделение Всероссийской политической партии «ЕДИНАЯ РОССИЯ» Кишертского муниципального округа Пермского края»</w:t>
      </w:r>
      <w:r w:rsidR="00ED430C">
        <w:rPr>
          <w:rFonts w:ascii="Times New Roman" w:hAnsi="Times New Roman" w:cs="Times New Roman"/>
          <w:sz w:val="28"/>
          <w:szCs w:val="28"/>
        </w:rPr>
        <w:t xml:space="preserve"> кандидатом в депутаты Думы Кишертского муниципального округа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 </w:t>
      </w:r>
      <w:r w:rsidR="00D604FF">
        <w:rPr>
          <w:rFonts w:ascii="Times New Roman" w:hAnsi="Times New Roman" w:cs="Times New Roman"/>
          <w:sz w:val="28"/>
          <w:szCs w:val="28"/>
        </w:rPr>
        <w:t xml:space="preserve">Пермского края </w:t>
      </w:r>
      <w:r w:rsidR="004C0E03" w:rsidRPr="004C0E03">
        <w:rPr>
          <w:rFonts w:ascii="Times New Roman" w:hAnsi="Times New Roman" w:cs="Times New Roman"/>
          <w:sz w:val="28"/>
          <w:szCs w:val="28"/>
        </w:rPr>
        <w:t>по пятиманд</w:t>
      </w:r>
      <w:r w:rsidR="00D604FF">
        <w:rPr>
          <w:rFonts w:ascii="Times New Roman" w:hAnsi="Times New Roman" w:cs="Times New Roman"/>
          <w:sz w:val="28"/>
          <w:szCs w:val="28"/>
        </w:rPr>
        <w:t>атному избирательному округу № 3</w:t>
      </w:r>
      <w:r w:rsidR="00CA7201" w:rsidRPr="004C0E03">
        <w:rPr>
          <w:rFonts w:ascii="Times New Roman" w:hAnsi="Times New Roman" w:cs="Times New Roman"/>
          <w:bCs/>
          <w:sz w:val="28"/>
          <w:szCs w:val="28"/>
        </w:rPr>
        <w:t>.</w:t>
      </w:r>
    </w:p>
    <w:p w:rsidR="004C0E03" w:rsidRPr="004C0E03" w:rsidRDefault="004C0E03" w:rsidP="004C0E0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E03">
        <w:rPr>
          <w:rFonts w:ascii="Times New Roman" w:hAnsi="Times New Roman" w:cs="Times New Roman"/>
          <w:sz w:val="28"/>
          <w:szCs w:val="28"/>
        </w:rPr>
        <w:t>Дата регистрации кандидата «</w:t>
      </w:r>
      <w:r w:rsidR="00D604FF">
        <w:rPr>
          <w:rFonts w:ascii="Times New Roman" w:hAnsi="Times New Roman" w:cs="Times New Roman"/>
          <w:sz w:val="28"/>
          <w:szCs w:val="28"/>
        </w:rPr>
        <w:t>06</w:t>
      </w:r>
      <w:r w:rsidRPr="004C0E03">
        <w:rPr>
          <w:rFonts w:ascii="Times New Roman" w:hAnsi="Times New Roman" w:cs="Times New Roman"/>
          <w:sz w:val="28"/>
          <w:szCs w:val="28"/>
        </w:rPr>
        <w:t xml:space="preserve">» </w:t>
      </w:r>
      <w:r w:rsidR="00D604FF">
        <w:rPr>
          <w:rFonts w:ascii="Times New Roman" w:hAnsi="Times New Roman" w:cs="Times New Roman"/>
          <w:sz w:val="28"/>
          <w:szCs w:val="28"/>
        </w:rPr>
        <w:t>августа</w:t>
      </w:r>
      <w:r w:rsidRPr="004C0E03">
        <w:rPr>
          <w:rFonts w:ascii="Times New Roman" w:hAnsi="Times New Roman" w:cs="Times New Roman"/>
          <w:sz w:val="28"/>
          <w:szCs w:val="28"/>
        </w:rPr>
        <w:t xml:space="preserve"> 20</w:t>
      </w:r>
      <w:r w:rsidR="00D604FF">
        <w:rPr>
          <w:rFonts w:ascii="Times New Roman" w:hAnsi="Times New Roman" w:cs="Times New Roman"/>
          <w:sz w:val="28"/>
          <w:szCs w:val="28"/>
        </w:rPr>
        <w:t>21</w:t>
      </w:r>
      <w:r w:rsidRPr="004C0E03">
        <w:rPr>
          <w:rFonts w:ascii="Times New Roman" w:hAnsi="Times New Roman" w:cs="Times New Roman"/>
          <w:sz w:val="28"/>
          <w:szCs w:val="28"/>
        </w:rPr>
        <w:t xml:space="preserve"> года. Время регистрации кандидата </w:t>
      </w:r>
      <w:r w:rsidR="00D604FF">
        <w:rPr>
          <w:rFonts w:ascii="Times New Roman" w:hAnsi="Times New Roman" w:cs="Times New Roman"/>
          <w:sz w:val="28"/>
          <w:szCs w:val="28"/>
        </w:rPr>
        <w:t>17</w:t>
      </w:r>
      <w:r w:rsidRPr="004C0E03">
        <w:rPr>
          <w:rFonts w:ascii="Times New Roman" w:hAnsi="Times New Roman" w:cs="Times New Roman"/>
          <w:sz w:val="28"/>
          <w:szCs w:val="28"/>
        </w:rPr>
        <w:t xml:space="preserve"> час. </w:t>
      </w:r>
      <w:r w:rsidR="002238FD">
        <w:rPr>
          <w:rFonts w:ascii="Times New Roman" w:hAnsi="Times New Roman" w:cs="Times New Roman"/>
          <w:sz w:val="28"/>
          <w:szCs w:val="28"/>
        </w:rPr>
        <w:t>20</w:t>
      </w:r>
      <w:r w:rsidR="004E13A4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4C0E03" w:rsidRPr="004C0E03" w:rsidRDefault="0077201B" w:rsidP="004C0E03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</w:t>
      </w:r>
      <w:r w:rsidR="002238FD">
        <w:rPr>
          <w:rFonts w:ascii="Times New Roman" w:hAnsi="Times New Roman" w:cs="Times New Roman"/>
          <w:sz w:val="28"/>
          <w:szCs w:val="28"/>
        </w:rPr>
        <w:t>ать Брылунову Сергею Харитоновичу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 </w:t>
      </w:r>
      <w:r w:rsidR="004C0E03" w:rsidRPr="004C0E03">
        <w:rPr>
          <w:rFonts w:ascii="Times New Roman" w:eastAsia="Calibri" w:hAnsi="Times New Roman" w:cs="Times New Roman"/>
          <w:sz w:val="28"/>
          <w:szCs w:val="28"/>
        </w:rPr>
        <w:t xml:space="preserve">удостоверение зарегистрированного кандидата в депутаты 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Думы Кишертского муниципального округа </w:t>
      </w:r>
      <w:r w:rsidR="007F4AD9">
        <w:rPr>
          <w:rFonts w:ascii="Times New Roman" w:hAnsi="Times New Roman" w:cs="Times New Roman"/>
          <w:sz w:val="28"/>
          <w:szCs w:val="28"/>
        </w:rPr>
        <w:t xml:space="preserve">Пермского края 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по </w:t>
      </w:r>
      <w:r w:rsidR="004C0E03" w:rsidRPr="004C0E03">
        <w:rPr>
          <w:rFonts w:ascii="Times New Roman" w:hAnsi="Times New Roman" w:cs="Times New Roman"/>
          <w:bCs/>
          <w:sz w:val="28"/>
          <w:szCs w:val="28"/>
        </w:rPr>
        <w:t>пятиманд</w:t>
      </w:r>
      <w:r w:rsidR="007F4AD9">
        <w:rPr>
          <w:rFonts w:ascii="Times New Roman" w:hAnsi="Times New Roman" w:cs="Times New Roman"/>
          <w:bCs/>
          <w:sz w:val="28"/>
          <w:szCs w:val="28"/>
        </w:rPr>
        <w:t>атному избирательному округу № 3</w:t>
      </w:r>
      <w:r w:rsidR="004C0E03" w:rsidRPr="004C0E03">
        <w:rPr>
          <w:rFonts w:ascii="Times New Roman" w:hAnsi="Times New Roman" w:cs="Times New Roman"/>
          <w:bCs/>
          <w:sz w:val="28"/>
          <w:szCs w:val="28"/>
        </w:rPr>
        <w:t>.</w:t>
      </w:r>
    </w:p>
    <w:p w:rsidR="004C0E03" w:rsidRPr="004C0E03" w:rsidRDefault="004C0E03" w:rsidP="004C0E03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E03">
        <w:rPr>
          <w:rFonts w:ascii="Times New Roman" w:hAnsi="Times New Roman" w:cs="Times New Roman"/>
          <w:sz w:val="28"/>
          <w:szCs w:val="28"/>
        </w:rPr>
        <w:lastRenderedPageBreak/>
        <w:t>Направить данные о зарегистрированном кандидате в средства массовой информации для опубликования.</w:t>
      </w:r>
    </w:p>
    <w:p w:rsidR="00AE7FD1" w:rsidRPr="00915A96" w:rsidRDefault="005871F4" w:rsidP="003E5BB0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E03">
        <w:rPr>
          <w:rFonts w:ascii="Times New Roman" w:hAnsi="Times New Roman" w:cs="Times New Roman"/>
          <w:bCs/>
          <w:sz w:val="28"/>
          <w:szCs w:val="28"/>
        </w:rPr>
        <w:t>Разместить настоящее решение</w:t>
      </w:r>
      <w:r w:rsidRPr="005E6F43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территориальной избирательной комиссии Кишертского муниципального округа</w:t>
      </w:r>
      <w:r w:rsidR="00C57D18" w:rsidRPr="005E6F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6F43">
        <w:rPr>
          <w:rFonts w:ascii="Times New Roman" w:hAnsi="Times New Roman" w:cs="Times New Roman"/>
          <w:sz w:val="28"/>
          <w:szCs w:val="28"/>
        </w:rPr>
        <w:t>в информационно-телекоммуникационной</w:t>
      </w:r>
      <w:r w:rsidRPr="00915A96">
        <w:rPr>
          <w:rFonts w:ascii="Times New Roman" w:hAnsi="Times New Roman" w:cs="Times New Roman"/>
          <w:sz w:val="28"/>
          <w:szCs w:val="28"/>
        </w:rPr>
        <w:t xml:space="preserve"> сети «Интернет» </w:t>
      </w:r>
      <w:r w:rsidRPr="00915A96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8" w:history="1">
        <w:r w:rsidRPr="00915A96">
          <w:rPr>
            <w:rStyle w:val="af1"/>
            <w:rFonts w:ascii="Times New Roman" w:hAnsi="Times New Roman" w:cs="Times New Roman"/>
            <w:sz w:val="28"/>
            <w:szCs w:val="28"/>
          </w:rPr>
          <w:t>http://59t015.permkrai.ru</w:t>
        </w:r>
      </w:hyperlink>
      <w:r w:rsidRPr="00915A9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3009F" w:rsidRDefault="00C3009F" w:rsidP="003E5BB0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A9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 w:rsidR="008C35CF">
        <w:rPr>
          <w:rFonts w:ascii="Times New Roman" w:hAnsi="Times New Roman" w:cs="Times New Roman"/>
          <w:sz w:val="28"/>
          <w:szCs w:val="28"/>
        </w:rPr>
        <w:t>председателя</w:t>
      </w:r>
      <w:r w:rsidR="00C57851" w:rsidRPr="00915A96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Кишертского муниципального округа </w:t>
      </w:r>
      <w:r w:rsidR="008C35CF">
        <w:rPr>
          <w:rFonts w:ascii="Times New Roman" w:hAnsi="Times New Roman" w:cs="Times New Roman"/>
          <w:sz w:val="28"/>
          <w:szCs w:val="28"/>
        </w:rPr>
        <w:t>Климову Л.М</w:t>
      </w:r>
      <w:r w:rsidR="004C0E03">
        <w:rPr>
          <w:rFonts w:ascii="Times New Roman" w:hAnsi="Times New Roman" w:cs="Times New Roman"/>
          <w:sz w:val="28"/>
          <w:szCs w:val="28"/>
        </w:rPr>
        <w:t>.</w:t>
      </w:r>
    </w:p>
    <w:p w:rsidR="00915A96" w:rsidRDefault="00915A96" w:rsidP="00915A96">
      <w:pPr>
        <w:tabs>
          <w:tab w:val="left" w:pos="-426"/>
        </w:tabs>
        <w:jc w:val="both"/>
        <w:rPr>
          <w:szCs w:val="28"/>
        </w:rPr>
      </w:pPr>
    </w:p>
    <w:p w:rsidR="00915A96" w:rsidRPr="00915A96" w:rsidRDefault="00915A96" w:rsidP="00915A96">
      <w:pPr>
        <w:tabs>
          <w:tab w:val="left" w:pos="-426"/>
        </w:tabs>
        <w:jc w:val="both"/>
        <w:rPr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A5412A" w:rsidTr="00A5412A">
        <w:tc>
          <w:tcPr>
            <w:tcW w:w="5068" w:type="dxa"/>
          </w:tcPr>
          <w:p w:rsidR="00A5412A" w:rsidRDefault="00A5412A" w:rsidP="00AE7FD1">
            <w:pPr>
              <w:tabs>
                <w:tab w:val="left" w:pos="900"/>
              </w:tabs>
              <w:jc w:val="both"/>
            </w:pPr>
            <w:r>
              <w:t xml:space="preserve">Председатель комиссии                                             </w:t>
            </w:r>
          </w:p>
        </w:tc>
        <w:tc>
          <w:tcPr>
            <w:tcW w:w="5069" w:type="dxa"/>
          </w:tcPr>
          <w:p w:rsidR="00A5412A" w:rsidRDefault="00EE333F" w:rsidP="00A5412A">
            <w:pPr>
              <w:tabs>
                <w:tab w:val="left" w:pos="900"/>
              </w:tabs>
              <w:jc w:val="right"/>
            </w:pPr>
            <w:r>
              <w:t>Л.М.Климова</w:t>
            </w:r>
          </w:p>
          <w:p w:rsidR="00915A96" w:rsidRDefault="00915A96" w:rsidP="00A5412A">
            <w:pPr>
              <w:tabs>
                <w:tab w:val="left" w:pos="900"/>
              </w:tabs>
              <w:jc w:val="right"/>
            </w:pPr>
          </w:p>
        </w:tc>
      </w:tr>
      <w:tr w:rsidR="00A5412A" w:rsidTr="00A5412A">
        <w:tc>
          <w:tcPr>
            <w:tcW w:w="5068" w:type="dxa"/>
          </w:tcPr>
          <w:p w:rsidR="00A5412A" w:rsidRDefault="00A5412A" w:rsidP="00AE7FD1">
            <w:pPr>
              <w:tabs>
                <w:tab w:val="left" w:pos="900"/>
              </w:tabs>
              <w:jc w:val="both"/>
            </w:pPr>
            <w:r>
              <w:t xml:space="preserve">Секретарь комиссии                                                                      </w:t>
            </w:r>
          </w:p>
        </w:tc>
        <w:tc>
          <w:tcPr>
            <w:tcW w:w="5069" w:type="dxa"/>
          </w:tcPr>
          <w:p w:rsidR="00A5412A" w:rsidRDefault="00A5412A" w:rsidP="00A5412A">
            <w:pPr>
              <w:jc w:val="right"/>
            </w:pPr>
            <w:r>
              <w:t>А.А.Ожегова</w:t>
            </w:r>
          </w:p>
        </w:tc>
      </w:tr>
    </w:tbl>
    <w:p w:rsidR="00A5412A" w:rsidRDefault="00A5412A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sectPr w:rsidR="00D94055" w:rsidSect="00C57D18">
      <w:pgSz w:w="11906" w:h="16838" w:code="9"/>
      <w:pgMar w:top="709" w:right="567" w:bottom="709" w:left="1418" w:header="720" w:footer="89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F1E" w:rsidRDefault="006A0F1E">
      <w:r>
        <w:separator/>
      </w:r>
    </w:p>
  </w:endnote>
  <w:endnote w:type="continuationSeparator" w:id="1">
    <w:p w:rsidR="006A0F1E" w:rsidRDefault="006A0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F1E" w:rsidRDefault="006A0F1E">
      <w:r>
        <w:separator/>
      </w:r>
    </w:p>
  </w:footnote>
  <w:footnote w:type="continuationSeparator" w:id="1">
    <w:p w:rsidR="006A0F1E" w:rsidRDefault="006A0F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2341"/>
    <w:multiLevelType w:val="multilevel"/>
    <w:tmpl w:val="7640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41667"/>
    <w:multiLevelType w:val="hybridMultilevel"/>
    <w:tmpl w:val="0748B094"/>
    <w:lvl w:ilvl="0" w:tplc="DE3ADE62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463F21"/>
    <w:multiLevelType w:val="multilevel"/>
    <w:tmpl w:val="17DCD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00A3C"/>
    <w:multiLevelType w:val="hybridMultilevel"/>
    <w:tmpl w:val="7B307D9E"/>
    <w:lvl w:ilvl="0" w:tplc="C69CF6A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9607AE"/>
    <w:multiLevelType w:val="hybridMultilevel"/>
    <w:tmpl w:val="2624AD5E"/>
    <w:lvl w:ilvl="0" w:tplc="E7C62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F6C1701"/>
    <w:multiLevelType w:val="multilevel"/>
    <w:tmpl w:val="7D7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820858"/>
    <w:multiLevelType w:val="hybridMultilevel"/>
    <w:tmpl w:val="BD1C6BC8"/>
    <w:lvl w:ilvl="0" w:tplc="1B68B1F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5421B9F"/>
    <w:multiLevelType w:val="hybridMultilevel"/>
    <w:tmpl w:val="82D469B4"/>
    <w:lvl w:ilvl="0" w:tplc="EA125F50">
      <w:start w:val="2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C27A54"/>
    <w:multiLevelType w:val="multilevel"/>
    <w:tmpl w:val="584C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771928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10">
    <w:nsid w:val="3B4E5851"/>
    <w:multiLevelType w:val="multilevel"/>
    <w:tmpl w:val="CA40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C77083"/>
    <w:multiLevelType w:val="hybridMultilevel"/>
    <w:tmpl w:val="CA1E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70B0F"/>
    <w:multiLevelType w:val="multilevel"/>
    <w:tmpl w:val="B9BA9F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B473819"/>
    <w:multiLevelType w:val="hybridMultilevel"/>
    <w:tmpl w:val="4F025F6A"/>
    <w:lvl w:ilvl="0" w:tplc="D892F75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CD54A68"/>
    <w:multiLevelType w:val="hybridMultilevel"/>
    <w:tmpl w:val="A9D4D112"/>
    <w:lvl w:ilvl="0" w:tplc="8056F87E">
      <w:start w:val="1"/>
      <w:numFmt w:val="decimal"/>
      <w:lvlText w:val="%1)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D491C33"/>
    <w:multiLevelType w:val="multilevel"/>
    <w:tmpl w:val="24901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55781E"/>
    <w:multiLevelType w:val="multilevel"/>
    <w:tmpl w:val="CB22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DC55A3"/>
    <w:multiLevelType w:val="hybridMultilevel"/>
    <w:tmpl w:val="9996A5AE"/>
    <w:lvl w:ilvl="0" w:tplc="C38A0D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016D42"/>
    <w:multiLevelType w:val="multilevel"/>
    <w:tmpl w:val="93F48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E90380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D43CD9"/>
    <w:multiLevelType w:val="multilevel"/>
    <w:tmpl w:val="1A66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1B74F5"/>
    <w:multiLevelType w:val="hybridMultilevel"/>
    <w:tmpl w:val="03F2C8AE"/>
    <w:lvl w:ilvl="0" w:tplc="95AC714C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6F766D4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B56385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24">
    <w:nsid w:val="6AA03C19"/>
    <w:multiLevelType w:val="hybridMultilevel"/>
    <w:tmpl w:val="01B496D0"/>
    <w:lvl w:ilvl="0" w:tplc="6DDE4BF8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2D94306"/>
    <w:multiLevelType w:val="hybridMultilevel"/>
    <w:tmpl w:val="13C6F5F8"/>
    <w:lvl w:ilvl="0" w:tplc="337C9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0814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D0725A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0F6B9C"/>
    <w:multiLevelType w:val="multilevel"/>
    <w:tmpl w:val="271A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6"/>
  </w:num>
  <w:num w:numId="5">
    <w:abstractNumId w:val="4"/>
  </w:num>
  <w:num w:numId="6">
    <w:abstractNumId w:val="21"/>
  </w:num>
  <w:num w:numId="7">
    <w:abstractNumId w:val="1"/>
  </w:num>
  <w:num w:numId="8">
    <w:abstractNumId w:val="3"/>
  </w:num>
  <w:num w:numId="9">
    <w:abstractNumId w:val="14"/>
  </w:num>
  <w:num w:numId="10">
    <w:abstractNumId w:val="24"/>
  </w:num>
  <w:num w:numId="11">
    <w:abstractNumId w:val="17"/>
  </w:num>
  <w:num w:numId="12">
    <w:abstractNumId w:val="23"/>
  </w:num>
  <w:num w:numId="13">
    <w:abstractNumId w:val="9"/>
  </w:num>
  <w:num w:numId="14">
    <w:abstractNumId w:val="12"/>
  </w:num>
  <w:num w:numId="15">
    <w:abstractNumId w:val="19"/>
  </w:num>
  <w:num w:numId="16">
    <w:abstractNumId w:val="22"/>
  </w:num>
  <w:num w:numId="17">
    <w:abstractNumId w:val="18"/>
  </w:num>
  <w:num w:numId="18">
    <w:abstractNumId w:val="16"/>
  </w:num>
  <w:num w:numId="19">
    <w:abstractNumId w:val="26"/>
  </w:num>
  <w:num w:numId="20">
    <w:abstractNumId w:val="20"/>
  </w:num>
  <w:num w:numId="21">
    <w:abstractNumId w:val="15"/>
  </w:num>
  <w:num w:numId="22">
    <w:abstractNumId w:val="10"/>
  </w:num>
  <w:num w:numId="23">
    <w:abstractNumId w:val="8"/>
  </w:num>
  <w:num w:numId="24">
    <w:abstractNumId w:val="2"/>
  </w:num>
  <w:num w:numId="25">
    <w:abstractNumId w:val="0"/>
  </w:num>
  <w:num w:numId="26">
    <w:abstractNumId w:val="5"/>
  </w:num>
  <w:num w:numId="27">
    <w:abstractNumId w:val="13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57"/>
  <w:drawingGridVertic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9D"/>
    <w:rsid w:val="00001BCF"/>
    <w:rsid w:val="00006CA5"/>
    <w:rsid w:val="000118DC"/>
    <w:rsid w:val="00037EF4"/>
    <w:rsid w:val="00053215"/>
    <w:rsid w:val="000806AC"/>
    <w:rsid w:val="00083AB7"/>
    <w:rsid w:val="0008522F"/>
    <w:rsid w:val="00095775"/>
    <w:rsid w:val="000B4B8D"/>
    <w:rsid w:val="000B7B86"/>
    <w:rsid w:val="000D4C60"/>
    <w:rsid w:val="000E7F91"/>
    <w:rsid w:val="00103C27"/>
    <w:rsid w:val="00105A2C"/>
    <w:rsid w:val="00116A02"/>
    <w:rsid w:val="00136E30"/>
    <w:rsid w:val="00142743"/>
    <w:rsid w:val="00145984"/>
    <w:rsid w:val="00164F87"/>
    <w:rsid w:val="0018432B"/>
    <w:rsid w:val="001953D7"/>
    <w:rsid w:val="001C0A0D"/>
    <w:rsid w:val="001C2AF4"/>
    <w:rsid w:val="001C7358"/>
    <w:rsid w:val="001F134B"/>
    <w:rsid w:val="001F3F99"/>
    <w:rsid w:val="00203054"/>
    <w:rsid w:val="00211CEB"/>
    <w:rsid w:val="00213AFB"/>
    <w:rsid w:val="002178CB"/>
    <w:rsid w:val="002238FD"/>
    <w:rsid w:val="00235288"/>
    <w:rsid w:val="00243502"/>
    <w:rsid w:val="00245237"/>
    <w:rsid w:val="00255E6C"/>
    <w:rsid w:val="00260B51"/>
    <w:rsid w:val="002631A9"/>
    <w:rsid w:val="002806B8"/>
    <w:rsid w:val="00283ADC"/>
    <w:rsid w:val="0029630B"/>
    <w:rsid w:val="002A2FBB"/>
    <w:rsid w:val="002A43C1"/>
    <w:rsid w:val="002A7080"/>
    <w:rsid w:val="002B7DA6"/>
    <w:rsid w:val="002D2E48"/>
    <w:rsid w:val="002D5D38"/>
    <w:rsid w:val="0031415B"/>
    <w:rsid w:val="003217A2"/>
    <w:rsid w:val="003542A5"/>
    <w:rsid w:val="003640BE"/>
    <w:rsid w:val="00370B83"/>
    <w:rsid w:val="0037396E"/>
    <w:rsid w:val="0039598B"/>
    <w:rsid w:val="003B6C2B"/>
    <w:rsid w:val="003D1E3A"/>
    <w:rsid w:val="003D5C92"/>
    <w:rsid w:val="003D63B5"/>
    <w:rsid w:val="003E5BB0"/>
    <w:rsid w:val="003F3ED7"/>
    <w:rsid w:val="004036A1"/>
    <w:rsid w:val="00411572"/>
    <w:rsid w:val="00433416"/>
    <w:rsid w:val="004444F8"/>
    <w:rsid w:val="00451CC1"/>
    <w:rsid w:val="004672E7"/>
    <w:rsid w:val="0046769D"/>
    <w:rsid w:val="004712FD"/>
    <w:rsid w:val="00481B90"/>
    <w:rsid w:val="004820EB"/>
    <w:rsid w:val="00495080"/>
    <w:rsid w:val="004955C1"/>
    <w:rsid w:val="004C0E03"/>
    <w:rsid w:val="004E13A4"/>
    <w:rsid w:val="005054EA"/>
    <w:rsid w:val="005243B9"/>
    <w:rsid w:val="00530C95"/>
    <w:rsid w:val="00562A1B"/>
    <w:rsid w:val="00564159"/>
    <w:rsid w:val="00583A68"/>
    <w:rsid w:val="005871F4"/>
    <w:rsid w:val="005942AD"/>
    <w:rsid w:val="005B2EE4"/>
    <w:rsid w:val="005E6F43"/>
    <w:rsid w:val="00610A61"/>
    <w:rsid w:val="0062613C"/>
    <w:rsid w:val="00651726"/>
    <w:rsid w:val="00651E9D"/>
    <w:rsid w:val="00656C9F"/>
    <w:rsid w:val="00680EE3"/>
    <w:rsid w:val="00682CBE"/>
    <w:rsid w:val="006A0F1E"/>
    <w:rsid w:val="006A6142"/>
    <w:rsid w:val="006B7DCD"/>
    <w:rsid w:val="006E0F98"/>
    <w:rsid w:val="006F2A7A"/>
    <w:rsid w:val="006F5605"/>
    <w:rsid w:val="00700340"/>
    <w:rsid w:val="00715B54"/>
    <w:rsid w:val="00717B95"/>
    <w:rsid w:val="00721418"/>
    <w:rsid w:val="00723226"/>
    <w:rsid w:val="007637D2"/>
    <w:rsid w:val="0077201B"/>
    <w:rsid w:val="00797BC9"/>
    <w:rsid w:val="007B46C5"/>
    <w:rsid w:val="007C7FB7"/>
    <w:rsid w:val="007E7B3E"/>
    <w:rsid w:val="007F4AD9"/>
    <w:rsid w:val="00806D49"/>
    <w:rsid w:val="00836F7E"/>
    <w:rsid w:val="0085081B"/>
    <w:rsid w:val="008728E5"/>
    <w:rsid w:val="0088233E"/>
    <w:rsid w:val="0089015A"/>
    <w:rsid w:val="008A1E6D"/>
    <w:rsid w:val="008A58C8"/>
    <w:rsid w:val="008C0724"/>
    <w:rsid w:val="008C1CB4"/>
    <w:rsid w:val="008C35CF"/>
    <w:rsid w:val="008C7F1A"/>
    <w:rsid w:val="008D137A"/>
    <w:rsid w:val="00900D6E"/>
    <w:rsid w:val="00915A96"/>
    <w:rsid w:val="00921AB5"/>
    <w:rsid w:val="009302FB"/>
    <w:rsid w:val="00933046"/>
    <w:rsid w:val="009363B6"/>
    <w:rsid w:val="0095576A"/>
    <w:rsid w:val="00975115"/>
    <w:rsid w:val="00977452"/>
    <w:rsid w:val="00981E9D"/>
    <w:rsid w:val="00987CB5"/>
    <w:rsid w:val="0099515A"/>
    <w:rsid w:val="009B39CA"/>
    <w:rsid w:val="009B559F"/>
    <w:rsid w:val="009B7A0B"/>
    <w:rsid w:val="009D0CAC"/>
    <w:rsid w:val="009D74B2"/>
    <w:rsid w:val="009E3DCE"/>
    <w:rsid w:val="009F66A8"/>
    <w:rsid w:val="00A1047D"/>
    <w:rsid w:val="00A10C37"/>
    <w:rsid w:val="00A14CCE"/>
    <w:rsid w:val="00A30774"/>
    <w:rsid w:val="00A32651"/>
    <w:rsid w:val="00A4296D"/>
    <w:rsid w:val="00A45C57"/>
    <w:rsid w:val="00A47335"/>
    <w:rsid w:val="00A533C5"/>
    <w:rsid w:val="00A5412A"/>
    <w:rsid w:val="00A57A81"/>
    <w:rsid w:val="00AA6BF1"/>
    <w:rsid w:val="00AB6C1C"/>
    <w:rsid w:val="00AD3D72"/>
    <w:rsid w:val="00AE6569"/>
    <w:rsid w:val="00AE760E"/>
    <w:rsid w:val="00AE7FD1"/>
    <w:rsid w:val="00B2228F"/>
    <w:rsid w:val="00B47126"/>
    <w:rsid w:val="00B72BB8"/>
    <w:rsid w:val="00B95226"/>
    <w:rsid w:val="00BC709B"/>
    <w:rsid w:val="00BE2751"/>
    <w:rsid w:val="00BF273D"/>
    <w:rsid w:val="00BF596E"/>
    <w:rsid w:val="00C03301"/>
    <w:rsid w:val="00C14025"/>
    <w:rsid w:val="00C3009F"/>
    <w:rsid w:val="00C30A8E"/>
    <w:rsid w:val="00C4038F"/>
    <w:rsid w:val="00C42E09"/>
    <w:rsid w:val="00C47587"/>
    <w:rsid w:val="00C57851"/>
    <w:rsid w:val="00C57D18"/>
    <w:rsid w:val="00C713BE"/>
    <w:rsid w:val="00C764BB"/>
    <w:rsid w:val="00C84454"/>
    <w:rsid w:val="00C939CB"/>
    <w:rsid w:val="00CA3BE2"/>
    <w:rsid w:val="00CA7201"/>
    <w:rsid w:val="00CC1390"/>
    <w:rsid w:val="00CC4026"/>
    <w:rsid w:val="00CF6D42"/>
    <w:rsid w:val="00D02C78"/>
    <w:rsid w:val="00D05304"/>
    <w:rsid w:val="00D11282"/>
    <w:rsid w:val="00D112F9"/>
    <w:rsid w:val="00D175BA"/>
    <w:rsid w:val="00D33860"/>
    <w:rsid w:val="00D5290C"/>
    <w:rsid w:val="00D5551E"/>
    <w:rsid w:val="00D604FF"/>
    <w:rsid w:val="00D619D1"/>
    <w:rsid w:val="00D666DF"/>
    <w:rsid w:val="00D70918"/>
    <w:rsid w:val="00D80757"/>
    <w:rsid w:val="00D84280"/>
    <w:rsid w:val="00D94055"/>
    <w:rsid w:val="00DA58DC"/>
    <w:rsid w:val="00DB12FF"/>
    <w:rsid w:val="00DB461B"/>
    <w:rsid w:val="00DC71DF"/>
    <w:rsid w:val="00DC7840"/>
    <w:rsid w:val="00DD24C0"/>
    <w:rsid w:val="00DD7CDA"/>
    <w:rsid w:val="00DE77EB"/>
    <w:rsid w:val="00E0077A"/>
    <w:rsid w:val="00E34405"/>
    <w:rsid w:val="00E35A16"/>
    <w:rsid w:val="00E403A7"/>
    <w:rsid w:val="00E40C17"/>
    <w:rsid w:val="00E52E59"/>
    <w:rsid w:val="00E633C8"/>
    <w:rsid w:val="00E757A2"/>
    <w:rsid w:val="00E75E79"/>
    <w:rsid w:val="00E82F0E"/>
    <w:rsid w:val="00E84C7E"/>
    <w:rsid w:val="00E84E0E"/>
    <w:rsid w:val="00EA0FCB"/>
    <w:rsid w:val="00EA11B9"/>
    <w:rsid w:val="00EB1E71"/>
    <w:rsid w:val="00EC1BE5"/>
    <w:rsid w:val="00EC1E44"/>
    <w:rsid w:val="00EC43D4"/>
    <w:rsid w:val="00EC7785"/>
    <w:rsid w:val="00EC77CD"/>
    <w:rsid w:val="00ED430C"/>
    <w:rsid w:val="00ED4E55"/>
    <w:rsid w:val="00EE333F"/>
    <w:rsid w:val="00EE6C2F"/>
    <w:rsid w:val="00EF1F77"/>
    <w:rsid w:val="00F04F6F"/>
    <w:rsid w:val="00F22A37"/>
    <w:rsid w:val="00F32DC5"/>
    <w:rsid w:val="00F35BDE"/>
    <w:rsid w:val="00F628BB"/>
    <w:rsid w:val="00F72CE9"/>
    <w:rsid w:val="00F82B91"/>
    <w:rsid w:val="00F860E0"/>
    <w:rsid w:val="00F93132"/>
    <w:rsid w:val="00FA292A"/>
    <w:rsid w:val="00FA4532"/>
    <w:rsid w:val="00FA7179"/>
    <w:rsid w:val="00FC4F8E"/>
    <w:rsid w:val="00FD465F"/>
    <w:rsid w:val="00FE0C1F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8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C47587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C47587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C47587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C47587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rsid w:val="00C4758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47587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C47587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6F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Title"/>
    <w:basedOn w:val="a"/>
    <w:link w:val="ae"/>
    <w:uiPriority w:val="99"/>
    <w:qFormat/>
    <w:rsid w:val="00836F7E"/>
    <w:pPr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uiPriority w:val="99"/>
    <w:rsid w:val="00836F7E"/>
    <w:rPr>
      <w:rFonts w:eastAsia="Calibri"/>
      <w:b/>
      <w:bCs/>
      <w:sz w:val="24"/>
      <w:szCs w:val="24"/>
    </w:rPr>
  </w:style>
  <w:style w:type="paragraph" w:customStyle="1" w:styleId="ConsPlusNormal">
    <w:name w:val="ConsPlusNormal"/>
    <w:rsid w:val="00836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 Indent"/>
    <w:basedOn w:val="a"/>
    <w:link w:val="af0"/>
    <w:uiPriority w:val="99"/>
    <w:unhideWhenUsed/>
    <w:rsid w:val="00836F7E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36F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Hyperlink"/>
    <w:basedOn w:val="a0"/>
    <w:rsid w:val="00F860E0"/>
    <w:rPr>
      <w:color w:val="0000FF" w:themeColor="hyperlink"/>
      <w:u w:val="single"/>
    </w:rPr>
  </w:style>
  <w:style w:type="paragraph" w:styleId="af2">
    <w:name w:val="Document Map"/>
    <w:basedOn w:val="a"/>
    <w:link w:val="af3"/>
    <w:rsid w:val="00D666D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D666DF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rsid w:val="00A14CCE"/>
    <w:rPr>
      <w:sz w:val="28"/>
    </w:rPr>
  </w:style>
  <w:style w:type="table" w:styleId="af4">
    <w:name w:val="Table Grid"/>
    <w:basedOn w:val="a1"/>
    <w:rsid w:val="00A541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Знак Знак Знак Знак"/>
    <w:basedOn w:val="a"/>
    <w:rsid w:val="005E6F4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9t015.permkra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A351E-A2F5-4ACF-ABCE-AD51F376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807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Председатель</cp:lastModifiedBy>
  <cp:revision>133</cp:revision>
  <cp:lastPrinted>2020-03-19T12:41:00Z</cp:lastPrinted>
  <dcterms:created xsi:type="dcterms:W3CDTF">2014-11-05T09:15:00Z</dcterms:created>
  <dcterms:modified xsi:type="dcterms:W3CDTF">2021-08-05T09:10:00Z</dcterms:modified>
</cp:coreProperties>
</file>